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7CB9886" wp14:editId="5013631B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0F6BF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F25DD43" wp14:editId="7DEB89D3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409C6BAA" w:rsidR="00F102F0" w:rsidRPr="00C22D9A" w:rsidRDefault="00F102F0" w:rsidP="00F102F0">
                            <w:pPr>
                              <w:rPr>
                                <w:rFonts w:ascii="Aptos SemiBold" w:hAnsi="Aptos SemiBold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C22D9A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C22D9A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C22D9A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 w:rsidRPr="00C22D9A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ENHANCED DATA</w:t>
                            </w:r>
                            <w:r w:rsidR="00E25F67" w:rsidRPr="00C22D9A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B3FD4" w:rsidRPr="00C22D9A">
                              <w:rPr>
                                <w:rFonts w:ascii="Aptos SemiBold" w:hAnsi="Aptos SemiBold" w:cs="Arial"/>
                                <w:b/>
                                <w:bCs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409C6BAA" w:rsidR="00F102F0" w:rsidRPr="00C22D9A" w:rsidRDefault="00F102F0" w:rsidP="00F102F0">
                      <w:pPr>
                        <w:rPr>
                          <w:rFonts w:ascii="Aptos SemiBold" w:hAnsi="Aptos SemiBold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</w:pPr>
                      <w:r w:rsidRPr="00C22D9A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C22D9A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C22D9A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 w:rsidRPr="00C22D9A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ENHANCED DATA</w:t>
                      </w:r>
                      <w:r w:rsidR="00E25F67" w:rsidRPr="00C22D9A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FB3FD4" w:rsidRPr="00C22D9A">
                        <w:rPr>
                          <w:rFonts w:ascii="Aptos SemiBold" w:hAnsi="Aptos SemiBold" w:cs="Arial"/>
                          <w:b/>
                          <w:bCs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91C2BB" w14:textId="05CFAA6B" w:rsidR="00D31C6F" w:rsidRDefault="004524C6" w:rsidP="00D31C6F">
      <w:pPr>
        <w:pStyle w:val="Title"/>
        <w:spacing w:after="360"/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</w:pPr>
      <w:r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  <w:t xml:space="preserve">COMPARING </w:t>
      </w:r>
      <w:r w:rsidR="00851A86"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  <w:t>YIELD</w:t>
      </w:r>
      <w:r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  <w:t xml:space="preserve"> BETWEEN </w:t>
      </w:r>
      <w:r w:rsidR="00633897"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  <w:t xml:space="preserve">CORN </w:t>
      </w:r>
      <w:r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  <w:t xml:space="preserve">SEED </w:t>
      </w:r>
      <w:r w:rsidR="00F61557"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  <w:t>VARIETALS</w:t>
      </w:r>
    </w:p>
    <w:p w14:paraId="41D5AB6C" w14:textId="7855E148" w:rsidR="00C22D9A" w:rsidRPr="00D31C6F" w:rsidRDefault="00C22D9A" w:rsidP="00D31C6F">
      <w:pPr>
        <w:pStyle w:val="Title"/>
        <w:spacing w:afterLines="120" w:after="288"/>
        <w:rPr>
          <w:rFonts w:ascii="Aptos SemiBold" w:hAnsi="Aptos SemiBold" w:cs="Arial"/>
          <w:b w:val="0"/>
          <w:bCs w:val="0"/>
          <w:color w:val="262626" w:themeColor="text1" w:themeTint="D9"/>
          <w:szCs w:val="28"/>
        </w:rPr>
      </w:pPr>
      <w:r>
        <w:rPr>
          <w:rFonts w:ascii="Aptos SemiBold" w:hAnsi="Aptos SemiBold" w:cs="Calibri"/>
          <w:color w:val="262626" w:themeColor="text1" w:themeTint="D9"/>
          <w:sz w:val="22"/>
          <w:szCs w:val="22"/>
        </w:rPr>
        <w:t>RELEVANT JMP PLATFORMS AND STATISTICAL TECHNIQUES</w:t>
      </w:r>
    </w:p>
    <w:p w14:paraId="48F4D483" w14:textId="22FDFD6C" w:rsidR="001E6717" w:rsidRDefault="001E6717" w:rsidP="00D31C6F">
      <w:pPr>
        <w:autoSpaceDE w:val="0"/>
        <w:autoSpaceDN w:val="0"/>
        <w:adjustRightInd w:val="0"/>
        <w:spacing w:before="0" w:afterLines="40" w:after="96"/>
        <w:ind w:left="1800" w:hanging="1800"/>
        <w:rPr>
          <w:rFonts w:ascii="Aptos" w:hAnsi="Aptos" w:cs="Calibri"/>
          <w:color w:val="262626" w:themeColor="text1" w:themeTint="D9"/>
          <w:sz w:val="22"/>
          <w:szCs w:val="22"/>
        </w:rPr>
      </w:pPr>
      <w:bookmarkStart w:id="0" w:name="OLE_LINK5"/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Distribution :</w:t>
      </w:r>
      <w:proofErr w:type="gramEnd"/>
      <w:r>
        <w:rPr>
          <w:rFonts w:ascii="Aptos" w:hAnsi="Aptos" w:cs="Calibri"/>
          <w:color w:val="262626" w:themeColor="text1" w:themeTint="D9"/>
          <w:sz w:val="22"/>
          <w:szCs w:val="22"/>
        </w:rPr>
        <w:tab/>
      </w:r>
      <w:proofErr w:type="gramStart"/>
      <w:r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Histogram </w:t>
      </w:r>
      <w:r w:rsidR="002365AF">
        <w:rPr>
          <w:rFonts w:ascii="Aptos Light" w:hAnsi="Aptos Light" w:cs="Calibri"/>
          <w:color w:val="262626" w:themeColor="text1" w:themeTint="D9"/>
          <w:sz w:val="22"/>
          <w:szCs w:val="22"/>
        </w:rPr>
        <w:t>;</w:t>
      </w:r>
      <w:proofErr w:type="gramEnd"/>
      <w:r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Summary Statistics</w:t>
      </w:r>
    </w:p>
    <w:p w14:paraId="129A5F3E" w14:textId="04EFD0F6" w:rsidR="00D31C6F" w:rsidRDefault="00C22D9A" w:rsidP="00D31C6F">
      <w:pPr>
        <w:autoSpaceDE w:val="0"/>
        <w:autoSpaceDN w:val="0"/>
        <w:adjustRightInd w:val="0"/>
        <w:spacing w:before="0" w:afterLines="40" w:after="96"/>
        <w:ind w:left="1800" w:hanging="1800"/>
        <w:rPr>
          <w:rFonts w:ascii="Aptos Light" w:hAnsi="Aptos Light" w:cs="Calibri"/>
          <w:color w:val="262626" w:themeColor="text1" w:themeTint="D9"/>
          <w:sz w:val="22"/>
          <w:szCs w:val="22"/>
        </w:rPr>
      </w:pPr>
      <w:r>
        <w:rPr>
          <w:rFonts w:ascii="Aptos" w:hAnsi="Aptos" w:cs="Calibri"/>
          <w:color w:val="262626" w:themeColor="text1" w:themeTint="D9"/>
          <w:sz w:val="22"/>
          <w:szCs w:val="22"/>
        </w:rPr>
        <w:t xml:space="preserve">Graph </w:t>
      </w:r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Builder :</w:t>
      </w:r>
      <w:proofErr w:type="gramEnd"/>
      <w:r>
        <w:rPr>
          <w:rFonts w:ascii="Calibri" w:hAnsi="Calibri" w:cs="Calibri"/>
          <w:color w:val="262626" w:themeColor="text1" w:themeTint="D9"/>
          <w:sz w:val="22"/>
          <w:szCs w:val="22"/>
        </w:rPr>
        <w:tab/>
      </w:r>
      <w:bookmarkEnd w:id="0"/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Comparative </w:t>
      </w:r>
      <w:proofErr w:type="spellStart"/>
      <w:proofErr w:type="gramStart"/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>Dotplots</w:t>
      </w:r>
      <w:proofErr w:type="spellEnd"/>
      <w:r w:rsidR="00A36389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</w:t>
      </w:r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>;</w:t>
      </w:r>
      <w:proofErr w:type="gramEnd"/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</w:t>
      </w:r>
      <w:r w:rsidR="00A35D3C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Summary </w:t>
      </w:r>
      <w:proofErr w:type="gramStart"/>
      <w:r w:rsidR="00A35D3C">
        <w:rPr>
          <w:rFonts w:ascii="Aptos Light" w:hAnsi="Aptos Light" w:cs="Calibri"/>
          <w:color w:val="262626" w:themeColor="text1" w:themeTint="D9"/>
          <w:sz w:val="22"/>
          <w:szCs w:val="22"/>
        </w:rPr>
        <w:t>Statistics ;</w:t>
      </w:r>
      <w:proofErr w:type="gramEnd"/>
      <w:r w:rsidR="00A35D3C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</w:t>
      </w:r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>Confidence Intervals</w:t>
      </w:r>
      <w:r w:rsidR="00722DAD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for </w:t>
      </w:r>
      <w:proofErr w:type="gramStart"/>
      <w:r w:rsidR="00722DAD">
        <w:rPr>
          <w:rFonts w:ascii="Aptos Light" w:hAnsi="Aptos Light" w:cs="Calibri"/>
          <w:color w:val="262626" w:themeColor="text1" w:themeTint="D9"/>
          <w:sz w:val="22"/>
          <w:szCs w:val="22"/>
        </w:rPr>
        <w:t>Means</w:t>
      </w:r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</w:t>
      </w:r>
      <w:r w:rsidR="00180E5C">
        <w:rPr>
          <w:rFonts w:ascii="Aptos Light" w:hAnsi="Aptos Light" w:cs="Calibri"/>
          <w:color w:val="262626" w:themeColor="text1" w:themeTint="D9"/>
          <w:sz w:val="22"/>
          <w:szCs w:val="22"/>
        </w:rPr>
        <w:t>;</w:t>
      </w:r>
      <w:proofErr w:type="gramEnd"/>
      <w:r w:rsidR="00A35D3C">
        <w:rPr>
          <w:rFonts w:ascii="Aptos Light" w:hAnsi="Aptos Light" w:cs="Calibri"/>
          <w:color w:val="262626" w:themeColor="text1" w:themeTint="D9"/>
          <w:sz w:val="22"/>
          <w:szCs w:val="22"/>
        </w:rPr>
        <w:br/>
      </w:r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>S</w:t>
      </w:r>
      <w:r w:rsidR="00CD5B82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catterplot, </w:t>
      </w:r>
      <w:bookmarkStart w:id="1" w:name="OLE_LINK48"/>
      <w:bookmarkStart w:id="2" w:name="OLE_LINK49"/>
      <w:r w:rsidR="00CD5B82">
        <w:rPr>
          <w:rFonts w:ascii="Aptos Light" w:hAnsi="Aptos Light" w:cs="Calibri"/>
          <w:color w:val="262626" w:themeColor="text1" w:themeTint="D9"/>
          <w:sz w:val="22"/>
          <w:szCs w:val="22"/>
        </w:rPr>
        <w:t>Linear Regression</w:t>
      </w:r>
      <w:bookmarkEnd w:id="1"/>
      <w:bookmarkEnd w:id="2"/>
    </w:p>
    <w:p w14:paraId="1C6736E0" w14:textId="76031F84" w:rsidR="00851A86" w:rsidRDefault="00851A86" w:rsidP="00E37E3E">
      <w:pPr>
        <w:autoSpaceDE w:val="0"/>
        <w:autoSpaceDN w:val="0"/>
        <w:adjustRightInd w:val="0"/>
        <w:spacing w:before="0" w:afterLines="40" w:after="96"/>
        <w:ind w:left="1800" w:hanging="1800"/>
        <w:rPr>
          <w:rFonts w:ascii="Aptos" w:hAnsi="Aptos" w:cs="Calibri"/>
          <w:color w:val="262626" w:themeColor="text1" w:themeTint="D9"/>
          <w:sz w:val="22"/>
          <w:szCs w:val="22"/>
        </w:rPr>
      </w:pPr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Multivariate :</w:t>
      </w:r>
      <w:proofErr w:type="gramEnd"/>
      <w:r>
        <w:rPr>
          <w:rFonts w:ascii="Aptos" w:hAnsi="Aptos" w:cs="Calibri"/>
          <w:color w:val="262626" w:themeColor="text1" w:themeTint="D9"/>
          <w:sz w:val="22"/>
          <w:szCs w:val="22"/>
        </w:rPr>
        <w:tab/>
      </w:r>
      <w:r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Correlations and </w:t>
      </w:r>
      <w:r w:rsidR="002365AF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Matrix </w:t>
      </w:r>
      <w:r>
        <w:rPr>
          <w:rFonts w:ascii="Aptos Light" w:hAnsi="Aptos Light" w:cs="Calibri"/>
          <w:color w:val="262626" w:themeColor="text1" w:themeTint="D9"/>
          <w:sz w:val="22"/>
          <w:szCs w:val="22"/>
        </w:rPr>
        <w:t>Scatterplot</w:t>
      </w:r>
    </w:p>
    <w:p w14:paraId="042C66B9" w14:textId="58766C05" w:rsidR="00E37E3E" w:rsidRDefault="00CD5B82" w:rsidP="00E37E3E">
      <w:pPr>
        <w:autoSpaceDE w:val="0"/>
        <w:autoSpaceDN w:val="0"/>
        <w:adjustRightInd w:val="0"/>
        <w:spacing w:before="0" w:afterLines="40" w:after="96"/>
        <w:ind w:left="1800" w:hanging="1800"/>
        <w:rPr>
          <w:rFonts w:ascii="Aptos Light" w:hAnsi="Aptos Light" w:cs="Calibri"/>
          <w:color w:val="262626" w:themeColor="text1" w:themeTint="D9"/>
          <w:sz w:val="22"/>
          <w:szCs w:val="22"/>
        </w:rPr>
      </w:pPr>
      <w:r>
        <w:rPr>
          <w:rFonts w:ascii="Aptos" w:hAnsi="Aptos" w:cs="Calibri"/>
          <w:color w:val="262626" w:themeColor="text1" w:themeTint="D9"/>
          <w:sz w:val="22"/>
          <w:szCs w:val="22"/>
        </w:rPr>
        <w:t xml:space="preserve">Fit Y by </w:t>
      </w:r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X</w:t>
      </w:r>
      <w:r w:rsidR="00E37E3E">
        <w:rPr>
          <w:rFonts w:ascii="Aptos" w:hAnsi="Aptos" w:cs="Calibri"/>
          <w:color w:val="262626" w:themeColor="text1" w:themeTint="D9"/>
          <w:sz w:val="22"/>
          <w:szCs w:val="22"/>
        </w:rPr>
        <w:t xml:space="preserve"> :</w:t>
      </w:r>
      <w:proofErr w:type="gramEnd"/>
      <w:r w:rsidR="00E37E3E">
        <w:rPr>
          <w:rFonts w:ascii="Calibri" w:hAnsi="Calibri" w:cs="Calibri"/>
          <w:color w:val="262626" w:themeColor="text1" w:themeTint="D9"/>
          <w:sz w:val="22"/>
          <w:szCs w:val="22"/>
        </w:rPr>
        <w:tab/>
      </w:r>
      <w:bookmarkStart w:id="3" w:name="OLE_LINK1"/>
      <w:bookmarkStart w:id="4" w:name="OLE_LINK6"/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One Factor </w:t>
      </w:r>
      <w:proofErr w:type="gramStart"/>
      <w:r w:rsidR="00851A86">
        <w:rPr>
          <w:rFonts w:ascii="Aptos Light" w:hAnsi="Aptos Light" w:cs="Calibri"/>
          <w:color w:val="262626" w:themeColor="text1" w:themeTint="D9"/>
          <w:sz w:val="22"/>
          <w:szCs w:val="22"/>
        </w:rPr>
        <w:t>ANOVA</w:t>
      </w:r>
      <w:bookmarkEnd w:id="3"/>
      <w:bookmarkEnd w:id="4"/>
      <w:r w:rsidR="001E1014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;</w:t>
      </w:r>
      <w:proofErr w:type="gramEnd"/>
      <w:r w:rsidR="001E1014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One Variable Regression</w:t>
      </w:r>
    </w:p>
    <w:p w14:paraId="25388CF7" w14:textId="4F7779FE" w:rsidR="00851A86" w:rsidRDefault="00851A86" w:rsidP="002365AF">
      <w:pPr>
        <w:autoSpaceDE w:val="0"/>
        <w:autoSpaceDN w:val="0"/>
        <w:adjustRightInd w:val="0"/>
        <w:spacing w:before="0" w:afterLines="40" w:after="96"/>
        <w:ind w:left="1800" w:hanging="1800"/>
        <w:rPr>
          <w:rFonts w:ascii="Aptos Light" w:hAnsi="Aptos Light" w:cs="Calibri"/>
          <w:color w:val="262626" w:themeColor="text1" w:themeTint="D9"/>
          <w:sz w:val="22"/>
          <w:szCs w:val="22"/>
        </w:rPr>
      </w:pPr>
      <w:r>
        <w:rPr>
          <w:rFonts w:ascii="Aptos" w:hAnsi="Aptos" w:cs="Calibri"/>
          <w:color w:val="262626" w:themeColor="text1" w:themeTint="D9"/>
          <w:sz w:val="22"/>
          <w:szCs w:val="22"/>
        </w:rPr>
        <w:t xml:space="preserve">Fit </w:t>
      </w:r>
      <w:proofErr w:type="gramStart"/>
      <w:r>
        <w:rPr>
          <w:rFonts w:ascii="Aptos" w:hAnsi="Aptos" w:cs="Calibri"/>
          <w:color w:val="262626" w:themeColor="text1" w:themeTint="D9"/>
          <w:sz w:val="22"/>
          <w:szCs w:val="22"/>
        </w:rPr>
        <w:t>Model :</w:t>
      </w:r>
      <w:proofErr w:type="gramEnd"/>
      <w:r>
        <w:rPr>
          <w:rFonts w:ascii="Calibri" w:hAnsi="Calibri" w:cs="Calibri"/>
          <w:color w:val="262626" w:themeColor="text1" w:themeTint="D9"/>
          <w:sz w:val="22"/>
          <w:szCs w:val="22"/>
        </w:rPr>
        <w:tab/>
      </w:r>
      <w:r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Multiple Variable </w:t>
      </w:r>
      <w:proofErr w:type="gramStart"/>
      <w:r>
        <w:rPr>
          <w:rFonts w:ascii="Aptos Light" w:hAnsi="Aptos Light" w:cs="Calibri"/>
          <w:color w:val="262626" w:themeColor="text1" w:themeTint="D9"/>
          <w:sz w:val="22"/>
          <w:szCs w:val="22"/>
        </w:rPr>
        <w:t>Regression</w:t>
      </w:r>
      <w:r w:rsidR="00705B9C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;</w:t>
      </w:r>
      <w:proofErr w:type="gramEnd"/>
      <w:r w:rsidR="00705B9C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Stepwise </w:t>
      </w:r>
      <w:r w:rsidR="000F3E2E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(Forward </w:t>
      </w:r>
      <w:r w:rsidR="00AC01DD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Selection </w:t>
      </w:r>
      <w:r w:rsidR="000F3E2E">
        <w:rPr>
          <w:rFonts w:ascii="Aptos Light" w:hAnsi="Aptos Light" w:cs="Calibri"/>
          <w:color w:val="262626" w:themeColor="text1" w:themeTint="D9"/>
          <w:sz w:val="22"/>
          <w:szCs w:val="22"/>
        </w:rPr>
        <w:t>and Backward</w:t>
      </w:r>
      <w:r w:rsidR="00AC01DD">
        <w:rPr>
          <w:rFonts w:ascii="Aptos Light" w:hAnsi="Aptos Light" w:cs="Calibri"/>
          <w:color w:val="262626" w:themeColor="text1" w:themeTint="D9"/>
          <w:sz w:val="22"/>
          <w:szCs w:val="22"/>
        </w:rPr>
        <w:t xml:space="preserve"> Elimination</w:t>
      </w:r>
      <w:r w:rsidR="000F3E2E">
        <w:rPr>
          <w:rFonts w:ascii="Aptos Light" w:hAnsi="Aptos Light" w:cs="Calibri"/>
          <w:color w:val="262626" w:themeColor="text1" w:themeTint="D9"/>
          <w:sz w:val="22"/>
          <w:szCs w:val="22"/>
        </w:rPr>
        <w:t>)</w:t>
      </w:r>
    </w:p>
    <w:p w14:paraId="1698EF98" w14:textId="77777777" w:rsidR="00E37E3E" w:rsidRDefault="00E37E3E" w:rsidP="00D31C6F">
      <w:pPr>
        <w:autoSpaceDE w:val="0"/>
        <w:autoSpaceDN w:val="0"/>
        <w:adjustRightInd w:val="0"/>
        <w:spacing w:before="0" w:afterLines="40" w:after="96"/>
        <w:ind w:left="1800" w:hanging="1800"/>
        <w:rPr>
          <w:rFonts w:ascii="Aptos Light" w:hAnsi="Aptos Light" w:cs="Calibri"/>
          <w:color w:val="262626" w:themeColor="text1" w:themeTint="D9"/>
          <w:sz w:val="22"/>
          <w:szCs w:val="22"/>
        </w:rPr>
      </w:pPr>
    </w:p>
    <w:p w14:paraId="296214F7" w14:textId="03BF39FD" w:rsidR="00FD2D8D" w:rsidRPr="00C22D9A" w:rsidRDefault="00C22D9A" w:rsidP="00FD2D8D">
      <w:pPr>
        <w:pStyle w:val="Title"/>
        <w:spacing w:after="12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r>
        <w:rPr>
          <w:rFonts w:ascii="Aptos SemiBold" w:hAnsi="Aptos SemiBold" w:cs="Calibri"/>
          <w:color w:val="262626" w:themeColor="text1" w:themeTint="D9"/>
          <w:sz w:val="22"/>
          <w:szCs w:val="22"/>
        </w:rPr>
        <w:t>PROBLEM STATEMENT</w:t>
      </w:r>
    </w:p>
    <w:p w14:paraId="0F5B2D17" w14:textId="637A8EA5" w:rsidR="00E05E22" w:rsidRDefault="00BC487F" w:rsidP="00B5032A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bookmarkStart w:id="5" w:name="OLE_LINK23"/>
      <w:bookmarkStart w:id="6" w:name="OLE_LINK28"/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Agricultural companies continuously work on developing seed varietals that 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>improve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the performance of a crop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such as yield, plant health, resistance to disease and pests, temperature tolerance, among others. </w:t>
      </w:r>
    </w:p>
    <w:bookmarkEnd w:id="5"/>
    <w:bookmarkEnd w:id="6"/>
    <w:p w14:paraId="3F3246A9" w14:textId="50B1CE20" w:rsidR="00BE34FB" w:rsidRPr="00C22D9A" w:rsidRDefault="00BE34FB" w:rsidP="00BE34FB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14DDF44" w14:textId="503D7458" w:rsidR="002618D4" w:rsidRPr="00C22D9A" w:rsidRDefault="00A84C45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 w:rsidRPr="00C22D9A">
        <w:rPr>
          <w:rFonts w:ascii="Aptos Light" w:hAnsi="Aptos Light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33152" behindDoc="0" locked="0" layoutInCell="1" allowOverlap="1" wp14:anchorId="6BD325AF" wp14:editId="0501CBBC">
            <wp:simplePos x="0" y="0"/>
            <wp:positionH relativeFrom="column">
              <wp:posOffset>812377</wp:posOffset>
            </wp:positionH>
            <wp:positionV relativeFrom="paragraph">
              <wp:posOffset>141605</wp:posOffset>
            </wp:positionV>
            <wp:extent cx="3671946" cy="2445173"/>
            <wp:effectExtent l="0" t="0" r="0" b="6350"/>
            <wp:wrapNone/>
            <wp:docPr id="11899420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4202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81" b="8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946" cy="2445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2AC26" w14:textId="20CA7C1C" w:rsidR="002618D4" w:rsidRPr="00C22D9A" w:rsidRDefault="002618D4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AB71672" w14:textId="7BE53C77" w:rsidR="002618D4" w:rsidRPr="00C22D9A" w:rsidRDefault="002618D4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73102392" w14:textId="04B06943" w:rsidR="002618D4" w:rsidRDefault="002618D4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AB87261" w14:textId="77777777" w:rsidR="00B5032A" w:rsidRPr="00C22D9A" w:rsidRDefault="00B5032A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00B06B09" w14:textId="6D14E1AD" w:rsidR="002618D4" w:rsidRPr="00C22D9A" w:rsidRDefault="002618D4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23FEEB05" w14:textId="70D7047F" w:rsidR="002618D4" w:rsidRPr="00C22D9A" w:rsidRDefault="002618D4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644598B" w14:textId="597DFBD8" w:rsidR="00AD1B9F" w:rsidRPr="00C22D9A" w:rsidRDefault="00AD1B9F" w:rsidP="00FD2D8D">
      <w:pPr>
        <w:autoSpaceDE w:val="0"/>
        <w:autoSpaceDN w:val="0"/>
        <w:adjustRightInd w:val="0"/>
        <w:spacing w:before="0" w:after="8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C7AA94E" w14:textId="77777777" w:rsidR="00A84C45" w:rsidRDefault="00A84C45" w:rsidP="00BC487F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90EE8B6" w14:textId="77777777" w:rsidR="00A84C45" w:rsidRDefault="00A84C45" w:rsidP="00BC487F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61B7468E" w14:textId="77777777" w:rsidR="00A84C45" w:rsidRDefault="00A84C45" w:rsidP="00BC487F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CD9EDC8" w14:textId="77777777" w:rsidR="00A84C45" w:rsidRDefault="00A84C45" w:rsidP="00BC487F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6321F67B" w14:textId="77777777" w:rsidR="00A84C45" w:rsidRDefault="00A84C45" w:rsidP="00BC487F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ACF7B33" w14:textId="73518EB4" w:rsidR="00BC487F" w:rsidRPr="00B5032A" w:rsidRDefault="00F1722D" w:rsidP="00BC487F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>A seed breeding research team for on</w:t>
      </w:r>
      <w:r w:rsidR="00206DB8">
        <w:rPr>
          <w:rFonts w:ascii="Aptos Light" w:hAnsi="Aptos Light" w:cs="Avenir Book"/>
          <w:color w:val="262626" w:themeColor="text1" w:themeTint="D9"/>
          <w:sz w:val="22"/>
          <w:szCs w:val="22"/>
        </w:rPr>
        <w:t>e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such company</w:t>
      </w:r>
      <w:r w:rsidR="00BC487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is interested in comparing the yield between 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three </w:t>
      </w:r>
      <w:r w:rsidR="00BC487F">
        <w:rPr>
          <w:rFonts w:ascii="Aptos Light" w:hAnsi="Aptos Light" w:cs="Avenir Book"/>
          <w:color w:val="262626" w:themeColor="text1" w:themeTint="D9"/>
          <w:sz w:val="22"/>
          <w:szCs w:val="22"/>
        </w:rPr>
        <w:t>corn seed varietals</w:t>
      </w:r>
      <w:r w:rsidR="00A84C4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they produce</w:t>
      </w:r>
      <w:r w:rsidR="00BC487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(Standard, High Yield, and High Yield Plus).</w:t>
      </w:r>
    </w:p>
    <w:p w14:paraId="748ADC50" w14:textId="712B2F99" w:rsidR="00D2186F" w:rsidRDefault="008170A7" w:rsidP="00B31546">
      <w:pPr>
        <w:pStyle w:val="NormalWeb"/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Data from </w:t>
      </w:r>
      <w:r w:rsidR="00BC487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161 fields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throughout the midwestern United States was gathered. 47 fields used the Standard seed, 70 used the High Yield varietal, and 44 used the High Yield Plus varietal.</w:t>
      </w:r>
    </w:p>
    <w:p w14:paraId="0CC6B0BC" w14:textId="77777777" w:rsidR="00A84C45" w:rsidRDefault="00A84C45">
      <w:pPr>
        <w:spacing w:before="0" w:after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br w:type="page"/>
      </w:r>
    </w:p>
    <w:p w14:paraId="20827751" w14:textId="51FF7C90" w:rsidR="008170A7" w:rsidRDefault="008170A7" w:rsidP="007A134E">
      <w:pPr>
        <w:pStyle w:val="NormalWeb"/>
        <w:spacing w:before="0" w:beforeAutospacing="0" w:after="16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lastRenderedPageBreak/>
        <w:t xml:space="preserve">The primary objectives of the analysis </w:t>
      </w:r>
      <w:r w:rsidR="00A84C45">
        <w:rPr>
          <w:rFonts w:ascii="Aptos Light" w:hAnsi="Aptos Light" w:cs="Avenir Book"/>
          <w:color w:val="262626" w:themeColor="text1" w:themeTint="D9"/>
          <w:sz w:val="22"/>
          <w:szCs w:val="22"/>
        </w:rPr>
        <w:t>are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:</w:t>
      </w:r>
    </w:p>
    <w:p w14:paraId="1A208F45" w14:textId="4A8BBFF4" w:rsidR="008170A7" w:rsidRDefault="008170A7" w:rsidP="008170A7">
      <w:pPr>
        <w:pStyle w:val="NormalWeb"/>
        <w:numPr>
          <w:ilvl w:val="0"/>
          <w:numId w:val="42"/>
        </w:numPr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Determine if sufficient statistical evidence exists demonstrating differences in Yield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br/>
        <w:t xml:space="preserve">between the Seed Varietals, and to quantify those differences. </w:t>
      </w:r>
    </w:p>
    <w:p w14:paraId="2586C0B0" w14:textId="543E311D" w:rsidR="008170A7" w:rsidRDefault="008170A7" w:rsidP="008170A7">
      <w:pPr>
        <w:pStyle w:val="NormalWeb"/>
        <w:numPr>
          <w:ilvl w:val="0"/>
          <w:numId w:val="42"/>
        </w:numPr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Determine if other </w:t>
      </w:r>
      <w:r w:rsidR="005905B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growing conditions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variables (Soil Quality, Fertilizer, % Sun, Rainfall, and Number of Irrigations) have a significant effect on Yield</w:t>
      </w:r>
      <w:r w:rsidR="00B7434E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can be 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>accounted for in the estimates</w:t>
      </w:r>
      <w:r w:rsidR="00B7434E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3377E3">
        <w:rPr>
          <w:rFonts w:ascii="Aptos Light" w:hAnsi="Aptos Light" w:cs="Avenir Book"/>
          <w:color w:val="262626" w:themeColor="text1" w:themeTint="D9"/>
          <w:sz w:val="22"/>
          <w:szCs w:val="22"/>
        </w:rPr>
        <w:t>comparing</w:t>
      </w:r>
      <w:r w:rsidR="00B7434E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Yield </w:t>
      </w:r>
      <w:r w:rsidR="003377E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between </w:t>
      </w:r>
      <w:r w:rsidR="00A84C45">
        <w:rPr>
          <w:rFonts w:ascii="Aptos Light" w:hAnsi="Aptos Light" w:cs="Avenir Book"/>
          <w:color w:val="262626" w:themeColor="text1" w:themeTint="D9"/>
          <w:sz w:val="22"/>
          <w:szCs w:val="22"/>
        </w:rPr>
        <w:t>the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B7434E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Seed </w:t>
      </w:r>
      <w:r w:rsidR="00A84C45">
        <w:rPr>
          <w:rFonts w:ascii="Aptos Light" w:hAnsi="Aptos Light" w:cs="Avenir Book"/>
          <w:color w:val="262626" w:themeColor="text1" w:themeTint="D9"/>
          <w:sz w:val="22"/>
          <w:szCs w:val="22"/>
        </w:rPr>
        <w:t>Varietals</w:t>
      </w:r>
      <w:r w:rsidR="00B7434E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</w:p>
    <w:p w14:paraId="5D3C2DD5" w14:textId="4EEF1125" w:rsidR="008170A7" w:rsidRPr="00B5032A" w:rsidRDefault="008170A7" w:rsidP="008170A7">
      <w:pPr>
        <w:pStyle w:val="NormalWeb"/>
        <w:numPr>
          <w:ilvl w:val="0"/>
          <w:numId w:val="42"/>
        </w:numPr>
        <w:spacing w:before="0" w:beforeAutospacing="0" w:after="80" w:afterAutospacing="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Determine if the 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>effect th</w:t>
      </w:r>
      <w:r w:rsidR="005905B0">
        <w:rPr>
          <w:rFonts w:ascii="Aptos Light" w:hAnsi="Aptos Light" w:cs="Avenir Book"/>
          <w:color w:val="262626" w:themeColor="text1" w:themeTint="D9"/>
          <w:sz w:val="22"/>
          <w:szCs w:val="22"/>
        </w:rPr>
        <w:t>ose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other variables 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>have on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Yield is different </w:t>
      </w:r>
      <w:r w:rsidR="002365AF">
        <w:rPr>
          <w:rFonts w:ascii="Aptos Light" w:hAnsi="Aptos Light" w:cs="Avenir Book"/>
          <w:color w:val="262626" w:themeColor="text1" w:themeTint="D9"/>
          <w:sz w:val="22"/>
          <w:szCs w:val="22"/>
        </w:rPr>
        <w:t>based upon the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Seed Varietals.</w:t>
      </w:r>
    </w:p>
    <w:p w14:paraId="3B18A718" w14:textId="77777777" w:rsidR="00A84C45" w:rsidRDefault="00A84C45" w:rsidP="002365AF">
      <w:pPr>
        <w:spacing w:before="0" w:after="0"/>
        <w:rPr>
          <w:rFonts w:ascii="Aptos SemiBold" w:hAnsi="Aptos SemiBold" w:cs="Calibri"/>
          <w:color w:val="262626" w:themeColor="text1" w:themeTint="D9"/>
          <w:sz w:val="22"/>
          <w:szCs w:val="22"/>
        </w:rPr>
      </w:pPr>
    </w:p>
    <w:p w14:paraId="14126419" w14:textId="77777777" w:rsidR="00A84C45" w:rsidRDefault="00A84C45" w:rsidP="002365AF">
      <w:pPr>
        <w:spacing w:before="0" w:after="0"/>
        <w:rPr>
          <w:rFonts w:ascii="Aptos SemiBold" w:hAnsi="Aptos SemiBold" w:cs="Calibri"/>
          <w:color w:val="262626" w:themeColor="text1" w:themeTint="D9"/>
          <w:sz w:val="22"/>
          <w:szCs w:val="22"/>
        </w:rPr>
      </w:pPr>
    </w:p>
    <w:p w14:paraId="557D414F" w14:textId="3BCF202E" w:rsidR="00FD2D8D" w:rsidRPr="002365AF" w:rsidRDefault="00F239C1" w:rsidP="002365AF">
      <w:pPr>
        <w:spacing w:before="0" w:after="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r>
        <w:rPr>
          <w:rFonts w:ascii="Aptos SemiBold" w:hAnsi="Aptos SemiBold" w:cs="Calibri"/>
          <w:color w:val="262626" w:themeColor="text1" w:themeTint="D9"/>
          <w:sz w:val="22"/>
          <w:szCs w:val="22"/>
        </w:rPr>
        <w:t>DATA SET</w:t>
      </w:r>
      <w:r w:rsidR="00FD2D8D" w:rsidRPr="00543E9B">
        <w:rPr>
          <w:rFonts w:ascii="Avenir Heavy" w:hAnsi="Avenir Heavy"/>
          <w:color w:val="262626" w:themeColor="text1" w:themeTint="D9"/>
          <w:sz w:val="22"/>
          <w:szCs w:val="22"/>
        </w:rPr>
        <w:tab/>
      </w:r>
      <w:r w:rsidR="002365AF">
        <w:rPr>
          <w:rFonts w:ascii="Avenir Heavy" w:hAnsi="Avenir Heavy"/>
          <w:color w:val="262626" w:themeColor="text1" w:themeTint="D9"/>
          <w:sz w:val="22"/>
          <w:szCs w:val="22"/>
        </w:rPr>
        <w:br/>
      </w:r>
    </w:p>
    <w:p w14:paraId="413F5C86" w14:textId="06435680" w:rsidR="00FD2D8D" w:rsidRPr="00F239C1" w:rsidRDefault="004524C6" w:rsidP="00FD2D8D">
      <w:pPr>
        <w:pStyle w:val="Heading1"/>
        <w:tabs>
          <w:tab w:val="left" w:pos="1440"/>
        </w:tabs>
        <w:spacing w:before="0" w:after="80"/>
        <w:rPr>
          <w:rFonts w:ascii="Aptos" w:hAnsi="Aptos"/>
          <w:b w:val="0"/>
          <w:bCs w:val="0"/>
          <w:color w:val="262626" w:themeColor="text1" w:themeTint="D9"/>
          <w:szCs w:val="22"/>
        </w:rPr>
      </w:pPr>
      <w:r>
        <w:rPr>
          <w:rFonts w:ascii="Aptos" w:hAnsi="Aptos" w:cs="Arial"/>
          <w:b w:val="0"/>
          <w:bCs w:val="0"/>
          <w:color w:val="262626" w:themeColor="text1" w:themeTint="D9"/>
          <w:szCs w:val="22"/>
        </w:rPr>
        <w:t xml:space="preserve">Comparing </w:t>
      </w:r>
      <w:r w:rsidR="00AE61CA">
        <w:rPr>
          <w:rFonts w:ascii="Aptos" w:hAnsi="Aptos" w:cs="Arial"/>
          <w:b w:val="0"/>
          <w:bCs w:val="0"/>
          <w:color w:val="262626" w:themeColor="text1" w:themeTint="D9"/>
          <w:szCs w:val="22"/>
        </w:rPr>
        <w:t>Yield</w:t>
      </w:r>
      <w:r>
        <w:rPr>
          <w:rFonts w:ascii="Aptos" w:hAnsi="Aptos" w:cs="Arial"/>
          <w:b w:val="0"/>
          <w:bCs w:val="0"/>
          <w:color w:val="262626" w:themeColor="text1" w:themeTint="D9"/>
          <w:szCs w:val="22"/>
        </w:rPr>
        <w:t xml:space="preserve"> Between </w:t>
      </w:r>
      <w:r w:rsidR="00633897">
        <w:rPr>
          <w:rFonts w:ascii="Aptos" w:hAnsi="Aptos" w:cs="Arial"/>
          <w:b w:val="0"/>
          <w:bCs w:val="0"/>
          <w:color w:val="262626" w:themeColor="text1" w:themeTint="D9"/>
          <w:szCs w:val="22"/>
        </w:rPr>
        <w:t xml:space="preserve">Corn </w:t>
      </w:r>
      <w:r>
        <w:rPr>
          <w:rFonts w:ascii="Aptos" w:hAnsi="Aptos" w:cs="Arial"/>
          <w:b w:val="0"/>
          <w:bCs w:val="0"/>
          <w:color w:val="262626" w:themeColor="text1" w:themeTint="D9"/>
          <w:szCs w:val="22"/>
        </w:rPr>
        <w:t xml:space="preserve">Seed </w:t>
      </w:r>
      <w:proofErr w:type="spellStart"/>
      <w:r w:rsidR="00F61557">
        <w:rPr>
          <w:rFonts w:ascii="Aptos" w:hAnsi="Aptos" w:cs="Arial"/>
          <w:b w:val="0"/>
          <w:bCs w:val="0"/>
          <w:color w:val="262626" w:themeColor="text1" w:themeTint="D9"/>
          <w:szCs w:val="22"/>
        </w:rPr>
        <w:t>Varietals</w:t>
      </w:r>
      <w:r w:rsidR="00DC7463" w:rsidRPr="00F239C1">
        <w:rPr>
          <w:rFonts w:ascii="Aptos" w:hAnsi="Aptos" w:cs="Arial"/>
          <w:b w:val="0"/>
          <w:bCs w:val="0"/>
          <w:color w:val="262626" w:themeColor="text1" w:themeTint="D9"/>
          <w:szCs w:val="22"/>
        </w:rPr>
        <w:t>.</w:t>
      </w:r>
      <w:r w:rsidR="00DC7463" w:rsidRPr="00F239C1">
        <w:rPr>
          <w:rFonts w:ascii="Aptos" w:hAnsi="Aptos"/>
          <w:b w:val="0"/>
          <w:bCs w:val="0"/>
          <w:color w:val="262626" w:themeColor="text1" w:themeTint="D9"/>
          <w:szCs w:val="22"/>
        </w:rPr>
        <w:t>jmp</w:t>
      </w:r>
      <w:proofErr w:type="spellEnd"/>
    </w:p>
    <w:p w14:paraId="36CD5EF1" w14:textId="77777777" w:rsidR="00FD2D8D" w:rsidRDefault="00FD2D8D" w:rsidP="00FD2D8D">
      <w:pPr>
        <w:spacing w:before="0" w:after="0"/>
        <w:ind w:left="1980" w:hanging="19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</w:p>
    <w:p w14:paraId="7FC00A5B" w14:textId="3D7CDCA2" w:rsidR="00FD2D8D" w:rsidRPr="00482396" w:rsidRDefault="005B6254" w:rsidP="00882FE8">
      <w:pPr>
        <w:spacing w:before="0" w:after="0"/>
        <w:ind w:left="1440" w:hanging="1440"/>
        <w:rPr>
          <w:rFonts w:ascii="Avenir" w:hAnsi="Avenir" w:cs="Arial"/>
          <w:i/>
          <w:iCs/>
          <w:color w:val="262626" w:themeColor="text1" w:themeTint="D9"/>
          <w:szCs w:val="20"/>
        </w:rPr>
      </w:pPr>
      <w:r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>Yield</w:t>
      </w:r>
      <w:r w:rsidR="00FD2D8D" w:rsidRPr="00730AF3">
        <w:rPr>
          <w:rFonts w:ascii="Avenir Medium" w:hAnsi="Avenir Medium"/>
          <w:b/>
          <w:iCs/>
          <w:color w:val="262626" w:themeColor="text1" w:themeTint="D9"/>
          <w:szCs w:val="20"/>
        </w:rPr>
        <w:tab/>
      </w:r>
      <w:r>
        <w:rPr>
          <w:rFonts w:ascii="Aptos Light" w:hAnsi="Aptos Light" w:cs="Arial"/>
          <w:color w:val="262626" w:themeColor="text1" w:themeTint="D9"/>
          <w:szCs w:val="20"/>
        </w:rPr>
        <w:t>Amount of corn harvested at location (kg per hectare)</w:t>
      </w:r>
    </w:p>
    <w:p w14:paraId="055A37DA" w14:textId="343E3136" w:rsidR="00FD2D8D" w:rsidRPr="00730AF3" w:rsidRDefault="009A0FA0" w:rsidP="00882FE8">
      <w:pPr>
        <w:spacing w:before="0" w:after="0"/>
        <w:ind w:left="1440" w:hanging="1440"/>
        <w:rPr>
          <w:rFonts w:ascii="Avenir" w:hAnsi="Avenir" w:cs="Arial"/>
          <w:color w:val="262626" w:themeColor="text1" w:themeTint="D9"/>
          <w:szCs w:val="20"/>
        </w:rPr>
      </w:pPr>
      <w:bookmarkStart w:id="7" w:name="OLE_LINK62"/>
      <w:bookmarkStart w:id="8" w:name="OLE_LINK63"/>
      <w:r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 xml:space="preserve">Seed </w:t>
      </w:r>
      <w:r w:rsidR="00A84C45"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>Varietal</w:t>
      </w:r>
      <w:r w:rsidR="00FD2D8D" w:rsidRPr="00730AF3">
        <w:rPr>
          <w:rFonts w:ascii="Avenir Medium" w:hAnsi="Avenir Medium"/>
          <w:b/>
          <w:iCs/>
          <w:color w:val="262626" w:themeColor="text1" w:themeTint="D9"/>
          <w:szCs w:val="20"/>
        </w:rPr>
        <w:tab/>
      </w:r>
      <w:r>
        <w:rPr>
          <w:rFonts w:ascii="Aptos Light" w:hAnsi="Aptos Light" w:cs="Arial"/>
          <w:color w:val="262626" w:themeColor="text1" w:themeTint="D9"/>
          <w:szCs w:val="20"/>
        </w:rPr>
        <w:t xml:space="preserve">One of the three seed </w:t>
      </w:r>
      <w:r w:rsidR="00A84C45">
        <w:rPr>
          <w:rFonts w:ascii="Aptos Light" w:hAnsi="Aptos Light" w:cs="Arial"/>
          <w:color w:val="262626" w:themeColor="text1" w:themeTint="D9"/>
          <w:szCs w:val="20"/>
        </w:rPr>
        <w:t>varietals</w:t>
      </w:r>
      <w:r>
        <w:rPr>
          <w:rFonts w:ascii="Aptos Light" w:hAnsi="Aptos Light" w:cs="Arial"/>
          <w:color w:val="262626" w:themeColor="text1" w:themeTint="D9"/>
          <w:szCs w:val="20"/>
        </w:rPr>
        <w:t xml:space="preserve"> used (Standard, High Yield, High Yield Plus)</w:t>
      </w:r>
    </w:p>
    <w:p w14:paraId="3C797B32" w14:textId="631C922F" w:rsidR="00AF5920" w:rsidRPr="00A65C28" w:rsidRDefault="009A0FA0" w:rsidP="00882FE8">
      <w:pPr>
        <w:spacing w:before="0" w:after="0"/>
        <w:ind w:left="1440" w:hanging="1440"/>
        <w:rPr>
          <w:rFonts w:ascii="Aptos Light" w:hAnsi="Aptos Light" w:cs="Avenir Book"/>
          <w:color w:val="262626" w:themeColor="text1" w:themeTint="D9"/>
          <w:szCs w:val="20"/>
        </w:rPr>
      </w:pPr>
      <w:bookmarkStart w:id="9" w:name="OLE_LINK64"/>
      <w:bookmarkStart w:id="10" w:name="OLE_LINK65"/>
      <w:bookmarkStart w:id="11" w:name="OLE_LINK2"/>
      <w:bookmarkStart w:id="12" w:name="OLE_LINK3"/>
      <w:bookmarkStart w:id="13" w:name="OLE_LINK4"/>
      <w:bookmarkStart w:id="14" w:name="OLE_LINK25"/>
      <w:bookmarkStart w:id="15" w:name="OLE_LINK26"/>
      <w:bookmarkEnd w:id="7"/>
      <w:bookmarkEnd w:id="8"/>
      <w:r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>Soil Quality</w:t>
      </w:r>
      <w:r w:rsidR="00AF5920" w:rsidRPr="00730AF3">
        <w:rPr>
          <w:rFonts w:ascii="Avenir Medium" w:hAnsi="Avenir Medium"/>
          <w:b/>
          <w:iCs/>
          <w:color w:val="262626" w:themeColor="text1" w:themeTint="D9"/>
          <w:szCs w:val="20"/>
        </w:rPr>
        <w:tab/>
      </w:r>
      <w:r>
        <w:rPr>
          <w:rFonts w:ascii="Aptos Light" w:hAnsi="Aptos Light" w:cs="Arial"/>
          <w:color w:val="262626" w:themeColor="text1" w:themeTint="D9"/>
          <w:szCs w:val="20"/>
        </w:rPr>
        <w:t>Index quantifying the quality of the soil based on a variety of physical, chemical,</w:t>
      </w:r>
      <w:r>
        <w:rPr>
          <w:rFonts w:ascii="Aptos Light" w:hAnsi="Aptos Light" w:cs="Arial"/>
          <w:color w:val="262626" w:themeColor="text1" w:themeTint="D9"/>
          <w:szCs w:val="20"/>
        </w:rPr>
        <w:br/>
        <w:t>and biological characteristics (50-100)</w:t>
      </w:r>
    </w:p>
    <w:p w14:paraId="5CAC126A" w14:textId="1B29E343" w:rsidR="006D04C4" w:rsidRDefault="009A0FA0" w:rsidP="00882FE8">
      <w:pPr>
        <w:spacing w:before="0" w:after="0"/>
        <w:ind w:left="1440" w:hanging="1440"/>
        <w:rPr>
          <w:rFonts w:ascii="Aptos Light" w:hAnsi="Aptos Light" w:cs="Arial"/>
          <w:color w:val="262626" w:themeColor="text1" w:themeTint="D9"/>
          <w:szCs w:val="20"/>
        </w:rPr>
      </w:pPr>
      <w:bookmarkStart w:id="16" w:name="OLE_LINK66"/>
      <w:bookmarkStart w:id="17" w:name="OLE_LINK67"/>
      <w:bookmarkEnd w:id="9"/>
      <w:bookmarkEnd w:id="10"/>
      <w:r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>Fertilizer</w:t>
      </w:r>
      <w:r w:rsidR="006D04C4" w:rsidRPr="00730AF3">
        <w:rPr>
          <w:rFonts w:ascii="Avenir Medium" w:hAnsi="Avenir Medium"/>
          <w:b/>
          <w:iCs/>
          <w:color w:val="262626" w:themeColor="text1" w:themeTint="D9"/>
          <w:szCs w:val="20"/>
        </w:rPr>
        <w:tab/>
      </w:r>
      <w:r w:rsidR="006D04C4">
        <w:rPr>
          <w:rFonts w:ascii="Aptos Light" w:hAnsi="Aptos Light" w:cs="Arial"/>
          <w:color w:val="262626" w:themeColor="text1" w:themeTint="D9"/>
          <w:szCs w:val="20"/>
        </w:rPr>
        <w:t xml:space="preserve">Amount of </w:t>
      </w:r>
      <w:r>
        <w:rPr>
          <w:rFonts w:ascii="Aptos Light" w:hAnsi="Aptos Light" w:cs="Arial"/>
          <w:color w:val="262626" w:themeColor="text1" w:themeTint="D9"/>
          <w:szCs w:val="20"/>
        </w:rPr>
        <w:t>fertilizer used (kg per hectare)</w:t>
      </w:r>
    </w:p>
    <w:p w14:paraId="185707BD" w14:textId="41E9C547" w:rsidR="009A0FA0" w:rsidRDefault="009A0FA0" w:rsidP="00882FE8">
      <w:pPr>
        <w:spacing w:before="0" w:after="0"/>
        <w:ind w:left="1440" w:hanging="1440"/>
        <w:rPr>
          <w:rFonts w:ascii="Aptos Light" w:hAnsi="Aptos Light" w:cs="Arial"/>
          <w:color w:val="262626" w:themeColor="text1" w:themeTint="D9"/>
          <w:szCs w:val="20"/>
        </w:rPr>
      </w:pPr>
      <w:r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>% Sun</w:t>
      </w:r>
      <w:r w:rsidRPr="00730AF3">
        <w:rPr>
          <w:rFonts w:ascii="Avenir Medium" w:hAnsi="Avenir Medium"/>
          <w:b/>
          <w:iCs/>
          <w:color w:val="262626" w:themeColor="text1" w:themeTint="D9"/>
          <w:szCs w:val="20"/>
        </w:rPr>
        <w:tab/>
      </w:r>
      <w:r>
        <w:rPr>
          <w:rFonts w:ascii="Aptos Light" w:hAnsi="Aptos Light" w:cs="Arial"/>
          <w:color w:val="262626" w:themeColor="text1" w:themeTint="D9"/>
          <w:szCs w:val="20"/>
        </w:rPr>
        <w:t xml:space="preserve">Percentage of time sunlight reached ground </w:t>
      </w:r>
      <w:r w:rsidR="008E7223">
        <w:rPr>
          <w:rFonts w:ascii="Aptos Light" w:hAnsi="Aptos Light" w:cs="Arial"/>
          <w:color w:val="262626" w:themeColor="text1" w:themeTint="D9"/>
          <w:szCs w:val="20"/>
        </w:rPr>
        <w:t>during daylight hours throughout</w:t>
      </w:r>
      <w:r>
        <w:rPr>
          <w:rFonts w:ascii="Aptos Light" w:hAnsi="Aptos Light" w:cs="Arial"/>
          <w:color w:val="262626" w:themeColor="text1" w:themeTint="D9"/>
          <w:szCs w:val="20"/>
        </w:rPr>
        <w:t xml:space="preserve"> growing</w:t>
      </w:r>
      <w:r w:rsidR="00882FE8">
        <w:rPr>
          <w:rFonts w:ascii="Aptos Light" w:hAnsi="Aptos Light" w:cs="Arial"/>
          <w:color w:val="262626" w:themeColor="text1" w:themeTint="D9"/>
          <w:szCs w:val="20"/>
        </w:rPr>
        <w:t xml:space="preserve"> </w:t>
      </w:r>
      <w:r w:rsidR="008E7223">
        <w:rPr>
          <w:rFonts w:ascii="Aptos Light" w:hAnsi="Aptos Light" w:cs="Arial"/>
          <w:color w:val="262626" w:themeColor="text1" w:themeTint="D9"/>
          <w:szCs w:val="20"/>
        </w:rPr>
        <w:t>season</w:t>
      </w:r>
    </w:p>
    <w:p w14:paraId="7977A0A1" w14:textId="0109A6EB" w:rsidR="008E7223" w:rsidRDefault="008E7223" w:rsidP="00882FE8">
      <w:pPr>
        <w:spacing w:before="0" w:after="0"/>
        <w:ind w:left="1440" w:hanging="1440"/>
        <w:rPr>
          <w:rFonts w:ascii="Aptos Light" w:hAnsi="Aptos Light" w:cs="Arial"/>
          <w:color w:val="262626" w:themeColor="text1" w:themeTint="D9"/>
          <w:szCs w:val="20"/>
        </w:rPr>
      </w:pPr>
      <w:r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>Rainfall</w:t>
      </w:r>
      <w:r w:rsidRPr="00730AF3">
        <w:rPr>
          <w:rFonts w:ascii="Avenir Medium" w:hAnsi="Avenir Medium"/>
          <w:b/>
          <w:iCs/>
          <w:color w:val="262626" w:themeColor="text1" w:themeTint="D9"/>
          <w:szCs w:val="20"/>
        </w:rPr>
        <w:tab/>
      </w:r>
      <w:r>
        <w:rPr>
          <w:rFonts w:ascii="Aptos Light" w:hAnsi="Aptos Light" w:cs="Arial"/>
          <w:color w:val="262626" w:themeColor="text1" w:themeTint="D9"/>
          <w:szCs w:val="20"/>
        </w:rPr>
        <w:t>Amount of rain during growing season (mm)</w:t>
      </w:r>
    </w:p>
    <w:p w14:paraId="27738561" w14:textId="5641D0F3" w:rsidR="008E7223" w:rsidRDefault="008E7223" w:rsidP="00882FE8">
      <w:pPr>
        <w:spacing w:before="0" w:after="0"/>
        <w:ind w:left="1440" w:hanging="1440"/>
        <w:rPr>
          <w:rFonts w:ascii="Aptos Light" w:hAnsi="Aptos Light" w:cs="Arial"/>
          <w:color w:val="262626" w:themeColor="text1" w:themeTint="D9"/>
          <w:szCs w:val="20"/>
        </w:rPr>
      </w:pPr>
      <w:r>
        <w:rPr>
          <w:rStyle w:val="PlainTable31"/>
          <w:rFonts w:ascii="Aptos" w:hAnsi="Aptos"/>
          <w:b w:val="0"/>
          <w:iCs w:val="0"/>
          <w:color w:val="262626" w:themeColor="text1" w:themeTint="D9"/>
          <w:szCs w:val="20"/>
        </w:rPr>
        <w:t>Irrigations</w:t>
      </w:r>
      <w:r w:rsidRPr="00730AF3">
        <w:rPr>
          <w:rFonts w:ascii="Avenir Medium" w:hAnsi="Avenir Medium"/>
          <w:b/>
          <w:iCs/>
          <w:color w:val="262626" w:themeColor="text1" w:themeTint="D9"/>
          <w:szCs w:val="20"/>
        </w:rPr>
        <w:tab/>
      </w:r>
      <w:r>
        <w:rPr>
          <w:rFonts w:ascii="Aptos Light" w:hAnsi="Aptos Light" w:cs="Arial"/>
          <w:color w:val="262626" w:themeColor="text1" w:themeTint="D9"/>
          <w:szCs w:val="20"/>
        </w:rPr>
        <w:t>Number of irrigations applied</w:t>
      </w:r>
    </w:p>
    <w:p w14:paraId="3EF9351E" w14:textId="77777777" w:rsidR="008E7223" w:rsidRPr="00730AF3" w:rsidRDefault="008E7223" w:rsidP="009A0FA0">
      <w:pPr>
        <w:spacing w:before="0" w:after="0"/>
        <w:ind w:left="2160" w:hanging="2160"/>
        <w:rPr>
          <w:rFonts w:ascii="Avenir" w:hAnsi="Avenir" w:cs="Arial"/>
          <w:color w:val="262626" w:themeColor="text1" w:themeTint="D9"/>
          <w:szCs w:val="20"/>
        </w:rPr>
      </w:pPr>
    </w:p>
    <w:p w14:paraId="122E14FC" w14:textId="77777777" w:rsidR="00EE386E" w:rsidRDefault="00EE386E" w:rsidP="00EE386E">
      <w:pPr>
        <w:spacing w:before="0" w:after="0"/>
        <w:rPr>
          <w:rFonts w:ascii="Aptos SemiBold" w:hAnsi="Aptos SemiBold" w:cs="Calibri"/>
          <w:color w:val="262626" w:themeColor="text1" w:themeTint="D9"/>
          <w:sz w:val="22"/>
          <w:szCs w:val="22"/>
        </w:rPr>
      </w:pPr>
      <w:bookmarkStart w:id="18" w:name="OLE_LINK39"/>
      <w:bookmarkStart w:id="19" w:name="OLE_LINK40"/>
      <w:bookmarkEnd w:id="16"/>
      <w:bookmarkEnd w:id="17"/>
    </w:p>
    <w:p w14:paraId="316BE1F0" w14:textId="77777777" w:rsidR="00EE386E" w:rsidRDefault="00EE386E" w:rsidP="00EE386E">
      <w:pPr>
        <w:spacing w:before="0" w:after="0"/>
        <w:rPr>
          <w:rFonts w:ascii="Aptos SemiBold" w:hAnsi="Aptos SemiBold" w:cs="Calibri"/>
          <w:color w:val="262626" w:themeColor="text1" w:themeTint="D9"/>
          <w:sz w:val="22"/>
          <w:szCs w:val="22"/>
        </w:rPr>
      </w:pPr>
    </w:p>
    <w:p w14:paraId="60677537" w14:textId="0CE7BDE0" w:rsidR="002E2D84" w:rsidRPr="00EE386E" w:rsidRDefault="009801F6" w:rsidP="00EE386E">
      <w:pPr>
        <w:spacing w:before="0" w:after="0"/>
        <w:rPr>
          <w:rFonts w:ascii="Aptos SemiBold" w:hAnsi="Aptos SemiBold" w:cs="Calibri"/>
          <w:b/>
          <w:bCs/>
          <w:color w:val="262626" w:themeColor="text1" w:themeTint="D9"/>
          <w:sz w:val="22"/>
          <w:szCs w:val="22"/>
        </w:rPr>
      </w:pPr>
      <w:r>
        <w:rPr>
          <w:rFonts w:ascii="Aptos SemiBold" w:hAnsi="Aptos SemiBold" w:cs="Calibri"/>
          <w:color w:val="262626" w:themeColor="text1" w:themeTint="D9"/>
          <w:sz w:val="22"/>
          <w:szCs w:val="22"/>
        </w:rPr>
        <w:t xml:space="preserve">EXERCISES </w:t>
      </w:r>
    </w:p>
    <w:p w14:paraId="1FBFECED" w14:textId="0D2962F7" w:rsidR="004E7362" w:rsidRDefault="002E2D84" w:rsidP="004E7362">
      <w:pPr>
        <w:pStyle w:val="Title"/>
        <w:spacing w:after="120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  <w:bookmarkStart w:id="20" w:name="OLE_LINK7"/>
      <w:bookmarkStart w:id="21" w:name="OLE_LINK8"/>
      <w:r w:rsidRPr="009801F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The exercises consist of 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building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four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different statistical models used to </w:t>
      </w:r>
      <w:r w:rsidR="00BA3CBA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compare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and quantify 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the </w:t>
      </w:r>
      <w:r w:rsidR="00BA3CBA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differences in 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Yield</w:t>
      </w:r>
      <w:r w:rsidR="00BA3CBA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between the three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S</w:t>
      </w:r>
      <w:r w:rsidR="00BA3CBA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eed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V</w:t>
      </w:r>
      <w:r w:rsidR="00BA3CBA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arietals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. This will be done first considering only the factor Seed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Varietal</w:t>
      </w:r>
      <w:r w:rsidR="00491D07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via</w:t>
      </w:r>
      <w:r w:rsidR="001A3BD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491D07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a One-Factor Analysis of Variance (ANOVA) model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.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You’ll then create three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other models that account for the 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impact 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on Y</w:t>
      </w:r>
      <w:r w:rsidR="007D588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ield 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that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growing conditions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could</w:t>
      </w:r>
      <w:r w:rsidR="00BA3CBA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2A4B6B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also 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have</w:t>
      </w:r>
      <w:r w:rsidR="00491D07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via Multiple Variable Regression.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D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ifferent model building methodologies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will be </w:t>
      </w:r>
      <w:proofErr w:type="gramStart"/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used</w:t>
      </w:r>
      <w:proofErr w:type="gramEnd"/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and each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will result in a different set of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model terms </w:t>
      </w:r>
      <w:r w:rsidR="008274E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selected</w:t>
      </w:r>
      <w:r w:rsidR="004E7362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.</w:t>
      </w:r>
      <w:r w:rsidR="00926E8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You will compare these models </w:t>
      </w:r>
      <w:proofErr w:type="gramStart"/>
      <w:r w:rsidR="00926E8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with regard </w:t>
      </w:r>
      <w:r w:rsidR="000261D4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to</w:t>
      </w:r>
      <w:proofErr w:type="gramEnd"/>
      <w:r w:rsidR="000261D4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926E8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their perform</w:t>
      </w:r>
      <w:r w:rsidR="006259AD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ance </w:t>
      </w:r>
      <w:r w:rsidR="00926E8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in </w:t>
      </w:r>
      <w:bookmarkStart w:id="22" w:name="OLE_LINK36"/>
      <w:bookmarkStart w:id="23" w:name="OLE_LINK37"/>
      <w:r w:rsidR="00926E8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describing the data, their interpretability, and in their usefulness in addressing the fundamental objectives of the analysis.  </w:t>
      </w:r>
      <w:bookmarkEnd w:id="22"/>
      <w:bookmarkEnd w:id="23"/>
    </w:p>
    <w:p w14:paraId="6728629D" w14:textId="09D39A2E" w:rsidR="00901763" w:rsidRDefault="004E7362" w:rsidP="004E7362">
      <w:pPr>
        <w:pStyle w:val="Title"/>
        <w:spacing w:after="120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There are two concepts that </w:t>
      </w:r>
      <w:r w:rsidR="00AF215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are</w:t>
      </w: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very </w:t>
      </w:r>
      <w:r w:rsidR="00D0487E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important</w:t>
      </w: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to keep in mind when building </w:t>
      </w:r>
      <w:r w:rsidR="00D0487E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statistical </w:t>
      </w: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models. One was aptly summarized </w:t>
      </w:r>
      <w:r w:rsidR="00D0487E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in</w:t>
      </w: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a </w:t>
      </w:r>
      <w:r w:rsidR="003E689D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quote from the </w:t>
      </w: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famous statistician George Box: “</w:t>
      </w:r>
      <w:r w:rsidRPr="003E689D">
        <w:rPr>
          <w:rFonts w:ascii="Aptos Light" w:eastAsia="MS Mincho" w:hAnsi="Aptos Light" w:cs="Avenir Book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All models are </w:t>
      </w:r>
      <w:proofErr w:type="gramStart"/>
      <w:r w:rsidRPr="003E689D">
        <w:rPr>
          <w:rFonts w:ascii="Aptos Light" w:eastAsia="MS Mincho" w:hAnsi="Aptos Light" w:cs="Avenir Book"/>
          <w:b w:val="0"/>
          <w:bCs w:val="0"/>
          <w:i/>
          <w:iCs/>
          <w:color w:val="262626" w:themeColor="text1" w:themeTint="D9"/>
          <w:sz w:val="20"/>
          <w:szCs w:val="20"/>
        </w:rPr>
        <w:t>wrong</w:t>
      </w:r>
      <w:proofErr w:type="gramEnd"/>
      <w:r w:rsidRPr="003E689D">
        <w:rPr>
          <w:rFonts w:ascii="Aptos Light" w:eastAsia="MS Mincho" w:hAnsi="Aptos Light" w:cs="Avenir Book"/>
          <w:b w:val="0"/>
          <w:bCs w:val="0"/>
          <w:i/>
          <w:iCs/>
          <w:color w:val="262626" w:themeColor="text1" w:themeTint="D9"/>
          <w:sz w:val="20"/>
          <w:szCs w:val="20"/>
        </w:rPr>
        <w:t xml:space="preserve"> but some are useful</w:t>
      </w: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”.</w:t>
      </w:r>
      <w:r w:rsidR="003E689D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6106D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That is, m</w:t>
      </w:r>
      <w:r w:rsidR="003E689D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odels </w:t>
      </w:r>
      <w:r w:rsidR="006106D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should </w:t>
      </w:r>
      <w:r w:rsidR="003E689D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not </w:t>
      </w:r>
      <w:r w:rsidR="00DA4B44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be thought of as an</w:t>
      </w:r>
      <w:r w:rsidR="009E1EBF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exact mathematical </w:t>
      </w:r>
      <w:r w:rsidR="006106D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description of </w:t>
      </w:r>
      <w:r w:rsidR="00AF215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the</w:t>
      </w:r>
      <w:r w:rsidR="009E1EBF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true </w:t>
      </w:r>
      <w:r w:rsidR="00AF215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relationships between a set of variables</w:t>
      </w:r>
      <w:r w:rsidR="00DA4B44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, but </w:t>
      </w:r>
      <w:r w:rsidR="00513ED7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merely</w:t>
      </w:r>
      <w:r w:rsidR="00DA4B44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useful approximations to those relationships</w:t>
      </w:r>
      <w:r w:rsidR="006106D5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.</w:t>
      </w:r>
      <w:r w:rsidR="00815AC0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Usefulness in one application may prompt selecting one </w:t>
      </w:r>
      <w:proofErr w:type="gramStart"/>
      <w:r w:rsidR="00815AC0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particular model</w:t>
      </w:r>
      <w:proofErr w:type="gramEnd"/>
      <w:r w:rsidR="00815AC0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that describes the </w:t>
      </w:r>
      <w:proofErr w:type="gramStart"/>
      <w:r w:rsidR="00815AC0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data</w:t>
      </w:r>
      <w:proofErr w:type="gramEnd"/>
      <w:r w:rsidR="00815AC0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but a different model might be chosen for another application.</w:t>
      </w:r>
    </w:p>
    <w:p w14:paraId="627C570E" w14:textId="10E3D167" w:rsidR="00513ED7" w:rsidRDefault="006106D5" w:rsidP="00513ED7">
      <w:pPr>
        <w:pStyle w:val="Title"/>
        <w:spacing w:after="120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The other important concept in model building is the idea of model parsimony. A highly effective approach is to not use a model that is more complex than is necessary for a particular application. This concept is expressed in the quote from Albert Einstein: “</w:t>
      </w:r>
      <w:r w:rsidRPr="003E689D">
        <w:rPr>
          <w:rFonts w:ascii="Aptos Light" w:eastAsia="MS Mincho" w:hAnsi="Aptos Light" w:cs="Avenir Book"/>
          <w:b w:val="0"/>
          <w:bCs w:val="0"/>
          <w:i/>
          <w:iCs/>
          <w:color w:val="262626" w:themeColor="text1" w:themeTint="D9"/>
          <w:sz w:val="20"/>
          <w:szCs w:val="20"/>
        </w:rPr>
        <w:t>Everything should be made as simple as possible, but not simpler</w:t>
      </w: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”.</w:t>
      </w:r>
      <w:r w:rsidR="00880BF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A parsimonious model is one that accomplishes </w:t>
      </w:r>
      <w:r w:rsidR="00513ED7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a</w:t>
      </w:r>
      <w:r w:rsidR="00880BF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desired level of </w:t>
      </w:r>
      <w:r w:rsidR="00474FEA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usefulness</w:t>
      </w:r>
      <w:r w:rsidR="00880BF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513ED7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for a particular application </w:t>
      </w:r>
      <w:r w:rsidR="00880BF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with as few</w:t>
      </w:r>
      <w:r w:rsidR="0018356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</w:t>
      </w:r>
      <w:r w:rsidR="00880BF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variable</w:t>
      </w:r>
      <w:r w:rsidR="0018356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s </w:t>
      </w:r>
      <w:r w:rsidR="009E1EBF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as </w:t>
      </w:r>
      <w:r w:rsidR="0018356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possible</w:t>
      </w:r>
      <w:r w:rsidR="00880BFC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and</w:t>
      </w:r>
      <w:r w:rsidR="004C3546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 xml:space="preserve"> without unnecessary mathematical complexity</w:t>
      </w:r>
      <w:bookmarkEnd w:id="20"/>
      <w:bookmarkEnd w:id="21"/>
      <w:r w:rsidR="00920153"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t>.</w:t>
      </w:r>
    </w:p>
    <w:p w14:paraId="6DBDA747" w14:textId="572496B1" w:rsidR="006106D5" w:rsidRDefault="006106D5" w:rsidP="004E7362">
      <w:pPr>
        <w:pStyle w:val="Title"/>
        <w:spacing w:after="120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79D32316" w14:textId="277B7FAD" w:rsidR="009F1E93" w:rsidRDefault="009F1E93" w:rsidP="004E7362">
      <w:pPr>
        <w:pStyle w:val="Title"/>
        <w:spacing w:after="120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33F5EB4B" w14:textId="2420BF15" w:rsidR="009F1E93" w:rsidRDefault="00C50FDC" w:rsidP="009F1E93">
      <w:pPr>
        <w:pStyle w:val="ListParagraph"/>
        <w:numPr>
          <w:ilvl w:val="0"/>
          <w:numId w:val="40"/>
        </w:numPr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bookmarkStart w:id="24" w:name="OLE_LINK11"/>
      <w:bookmarkStart w:id="25" w:name="OLE_LINK12"/>
      <w:r>
        <w:rPr>
          <w:rFonts w:ascii="Aptos Light" w:hAnsi="Aptos Light" w:cs="Avenir Book"/>
          <w:color w:val="262626" w:themeColor="text1" w:themeTint="D9"/>
          <w:sz w:val="22"/>
          <w:szCs w:val="22"/>
        </w:rPr>
        <w:lastRenderedPageBreak/>
        <w:t xml:space="preserve">Summarize each of the numeric variables with histograms and summary statistics to </w:t>
      </w:r>
      <w:r w:rsidR="00BC512D">
        <w:rPr>
          <w:rFonts w:ascii="Aptos Light" w:hAnsi="Aptos Light" w:cs="Avenir Book"/>
          <w:color w:val="262626" w:themeColor="text1" w:themeTint="D9"/>
          <w:sz w:val="22"/>
          <w:szCs w:val="22"/>
        </w:rPr>
        <w:t>develop some initial understanding of the data</w:t>
      </w:r>
      <w:r w:rsidR="009F1E93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Are there any anomalies seen in the data such as extreme outliers?</w:t>
      </w:r>
    </w:p>
    <w:p w14:paraId="7C507016" w14:textId="4E6FC413" w:rsidR="009F1E93" w:rsidRDefault="00A36389" w:rsidP="009F1E93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7BAB668B" wp14:editId="1BE79E3F">
                <wp:simplePos x="0" y="0"/>
                <wp:positionH relativeFrom="column">
                  <wp:posOffset>399627</wp:posOffset>
                </wp:positionH>
                <wp:positionV relativeFrom="paragraph">
                  <wp:posOffset>98848</wp:posOffset>
                </wp:positionV>
                <wp:extent cx="5297170" cy="582507"/>
                <wp:effectExtent l="0" t="0" r="0" b="1905"/>
                <wp:wrapNone/>
                <wp:docPr id="1986520617" name="Rounded 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582507"/>
                        </a:xfrm>
                        <a:prstGeom prst="roundRect">
                          <a:avLst>
                            <a:gd name="adj" fmla="val 668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C2FC2D" id="Rounded Rectangle 75" o:spid="_x0000_s1026" style="position:absolute;margin-left:31.45pt;margin-top:7.8pt;width:417.1pt;height:45.8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8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989E146" wp14:editId="3A192EA0">
                <wp:simplePos x="0" y="0"/>
                <wp:positionH relativeFrom="column">
                  <wp:posOffset>460587</wp:posOffset>
                </wp:positionH>
                <wp:positionV relativeFrom="paragraph">
                  <wp:posOffset>132716</wp:posOffset>
                </wp:positionV>
                <wp:extent cx="5077460" cy="548640"/>
                <wp:effectExtent l="0" t="0" r="0" b="0"/>
                <wp:wrapNone/>
                <wp:docPr id="1357843129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DB8B4" w14:textId="2C2FC7BF" w:rsidR="009F1E93" w:rsidRDefault="009F1E93" w:rsidP="009F1E93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Analyze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&gt; </w:t>
                            </w:r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Distribution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the variables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</w:t>
                            </w:r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Yield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’ </w:t>
                            </w:r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,</w:t>
                            </w:r>
                            <w:proofErr w:type="gramEnd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bookmarkStart w:id="26" w:name="OLE_LINK54"/>
                            <w:bookmarkStart w:id="27" w:name="OLE_LINK55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‘Soil Quality</w:t>
                            </w:r>
                            <w:proofErr w:type="gramStart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‘Fertilizer</w:t>
                            </w:r>
                            <w:proofErr w:type="gramStart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‘% Sun</w:t>
                            </w:r>
                            <w:proofErr w:type="gramStart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‘Rainfall</w:t>
                            </w:r>
                            <w:proofErr w:type="gramStart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’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and ‘</w:t>
                            </w:r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Irrigations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’ </w:t>
                            </w:r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for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the </w:t>
                            </w:r>
                            <w:bookmarkEnd w:id="26"/>
                            <w:bookmarkEnd w:id="27"/>
                            <w:r w:rsidR="00A36389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 role.</w:t>
                            </w:r>
                          </w:p>
                          <w:p w14:paraId="6503A875" w14:textId="77777777" w:rsidR="009F1E93" w:rsidRDefault="009F1E93" w:rsidP="009F1E93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9E146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7" type="#_x0000_t202" style="position:absolute;margin-left:36.25pt;margin-top:10.45pt;width:399.8pt;height:43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" filled="f" stroked="f" strokeweight=".5pt">
                <v:textbox>
                  <w:txbxContent>
                    <w:p w14:paraId="50DDB8B4" w14:textId="2C2FC7BF" w:rsidR="009F1E93" w:rsidRDefault="009F1E93" w:rsidP="009F1E93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Analyze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&gt; </w:t>
                      </w:r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Distribution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the variables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</w:t>
                      </w:r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Yield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’ </w:t>
                      </w:r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,</w:t>
                      </w:r>
                      <w:proofErr w:type="gramEnd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bookmarkStart w:id="28" w:name="OLE_LINK54"/>
                      <w:bookmarkStart w:id="29" w:name="OLE_LINK55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‘Soil Quality</w:t>
                      </w:r>
                      <w:proofErr w:type="gramStart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‘Fertilizer</w:t>
                      </w:r>
                      <w:proofErr w:type="gramStart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‘% Sun</w:t>
                      </w:r>
                      <w:proofErr w:type="gramStart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‘Rainfall</w:t>
                      </w:r>
                      <w:proofErr w:type="gramStart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’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and ‘</w:t>
                      </w:r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Irrigations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’ </w:t>
                      </w:r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for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the </w:t>
                      </w:r>
                      <w:bookmarkEnd w:id="28"/>
                      <w:bookmarkEnd w:id="29"/>
                      <w:r w:rsidR="00A36389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 role.</w:t>
                      </w:r>
                    </w:p>
                    <w:p w14:paraId="6503A875" w14:textId="77777777" w:rsidR="009F1E93" w:rsidRDefault="009F1E93" w:rsidP="009F1E93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1E93"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</w:p>
    <w:p w14:paraId="3825B156" w14:textId="77777777" w:rsidR="00691F47" w:rsidRDefault="00691F47" w:rsidP="00691F4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24305C64" w14:textId="77777777" w:rsidR="00AD4488" w:rsidRDefault="00AD4488" w:rsidP="00691F4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1910FFBE" w14:textId="6DCBB7A0" w:rsidR="00691F47" w:rsidRDefault="00A36389" w:rsidP="00691F47">
      <w:pPr>
        <w:pStyle w:val="ListParagraph"/>
        <w:numPr>
          <w:ilvl w:val="0"/>
          <w:numId w:val="40"/>
        </w:numPr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Create </w:t>
      </w:r>
      <w:r w:rsidR="00075D8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comparative </w:t>
      </w:r>
      <w:proofErr w:type="spellStart"/>
      <w:r w:rsidR="00075D8F">
        <w:rPr>
          <w:rFonts w:ascii="Aptos Light" w:hAnsi="Aptos Light" w:cs="Avenir Book"/>
          <w:color w:val="262626" w:themeColor="text1" w:themeTint="D9"/>
          <w:sz w:val="22"/>
          <w:szCs w:val="22"/>
        </w:rPr>
        <w:t>dotplots</w:t>
      </w:r>
      <w:proofErr w:type="spellEnd"/>
      <w:r w:rsidR="00075D8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of the Yield for each Seed </w:t>
      </w:r>
      <w:r w:rsidR="00113D02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 w:rsidR="00075D8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Add the sample means and standard deviations for each. Add </w:t>
      </w:r>
      <w:r w:rsidR="00113D0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95% </w:t>
      </w:r>
      <w:r w:rsidR="00075D8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Confidence Intervals for the means. What is your </w:t>
      </w:r>
      <w:r w:rsidR="00113D0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initial </w:t>
      </w:r>
      <w:r w:rsidR="00075D8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assessment of the differences in Yield between the three Seed </w:t>
      </w:r>
      <w:r w:rsidR="00113D02">
        <w:rPr>
          <w:rFonts w:ascii="Aptos Light" w:hAnsi="Aptos Light" w:cs="Avenir Book"/>
          <w:color w:val="262626" w:themeColor="text1" w:themeTint="D9"/>
          <w:sz w:val="22"/>
          <w:szCs w:val="22"/>
        </w:rPr>
        <w:t>Varietals</w:t>
      </w:r>
      <w:r w:rsidR="00075D8F">
        <w:rPr>
          <w:rFonts w:ascii="Aptos Light" w:hAnsi="Aptos Light" w:cs="Avenir Book"/>
          <w:color w:val="262626" w:themeColor="text1" w:themeTint="D9"/>
          <w:sz w:val="22"/>
          <w:szCs w:val="22"/>
        </w:rPr>
        <w:t>?</w:t>
      </w:r>
    </w:p>
    <w:p w14:paraId="6AF346F4" w14:textId="0CF03F22" w:rsidR="00691F47" w:rsidRDefault="007D2E26" w:rsidP="00691F47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6968B411" wp14:editId="66D62DF0">
                <wp:simplePos x="0" y="0"/>
                <wp:positionH relativeFrom="column">
                  <wp:posOffset>386080</wp:posOffset>
                </wp:positionH>
                <wp:positionV relativeFrom="paragraph">
                  <wp:posOffset>22437</wp:posOffset>
                </wp:positionV>
                <wp:extent cx="5297170" cy="704426"/>
                <wp:effectExtent l="0" t="0" r="0" b="0"/>
                <wp:wrapNone/>
                <wp:docPr id="1599589460" name="Rounded 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04426"/>
                        </a:xfrm>
                        <a:prstGeom prst="roundRect">
                          <a:avLst>
                            <a:gd name="adj" fmla="val 532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49D772" id="Rounded Rectangle 72" o:spid="_x0000_s1026" style="position:absolute;margin-left:30.4pt;margin-top:1.75pt;width:417.1pt;height:55.45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9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  <w:r w:rsidR="003C154C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5B4A3B0" wp14:editId="7136199F">
                <wp:simplePos x="0" y="0"/>
                <wp:positionH relativeFrom="column">
                  <wp:posOffset>447040</wp:posOffset>
                </wp:positionH>
                <wp:positionV relativeFrom="paragraph">
                  <wp:posOffset>76624</wp:posOffset>
                </wp:positionV>
                <wp:extent cx="5236210" cy="650240"/>
                <wp:effectExtent l="0" t="0" r="0" b="0"/>
                <wp:wrapNone/>
                <wp:docPr id="499958332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210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F600FE" w14:textId="0C604972" w:rsidR="0087207D" w:rsidRDefault="0087207D" w:rsidP="0087207D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075D8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Graph &gt; Graph Builder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075D8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Place ‘Yield’ on the Y axis and ‘Seed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 w:rsidR="00075D8F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on the X.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9C66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Line of Fit </w:t>
                            </w:r>
                            <w:r w:rsidR="009C66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from the graph palette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3C1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     95% Confidence Intervals for the mean will be added. </w:t>
                            </w:r>
                            <w:r w:rsidR="009C66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Select to display the </w:t>
                            </w:r>
                            <w:r w:rsidR="003C154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Means and Std Devs </w:t>
                            </w:r>
                            <w:r w:rsidR="009C66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from the Line of Fit controls on the left.</w:t>
                            </w:r>
                          </w:p>
                          <w:p w14:paraId="7890BFB3" w14:textId="77777777" w:rsidR="0087207D" w:rsidRDefault="0087207D" w:rsidP="0087207D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4A3B0" id="Text Box 73" o:spid="_x0000_s1028" type="#_x0000_t202" style="position:absolute;margin-left:35.2pt;margin-top:6.05pt;width:412.3pt;height:5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" filled="f" stroked="f" strokeweight=".5pt">
                <v:textbox>
                  <w:txbxContent>
                    <w:p w14:paraId="00F600FE" w14:textId="0C604972" w:rsidR="0087207D" w:rsidRDefault="0087207D" w:rsidP="0087207D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075D8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Graph &gt; Graph Builder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075D8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Place ‘Yield’ on the Y axis and ‘Seed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 w:rsidR="00075D8F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on the X.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9C66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Line of Fit </w:t>
                      </w:r>
                      <w:r w:rsidR="009C66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from the graph palette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3C1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     95% Confidence Intervals for the mean will be added. </w:t>
                      </w:r>
                      <w:r w:rsidR="009C66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to display the </w:t>
                      </w:r>
                      <w:r w:rsidR="003C154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Means and Std Devs </w:t>
                      </w:r>
                      <w:r w:rsidR="009C66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from the Line of Fit controls on the left.</w:t>
                      </w:r>
                    </w:p>
                    <w:p w14:paraId="7890BFB3" w14:textId="77777777" w:rsidR="0087207D" w:rsidRDefault="0087207D" w:rsidP="0087207D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4488">
        <w:rPr>
          <w:rFonts w:ascii="Aptos Light" w:hAnsi="Aptos Light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40320" behindDoc="0" locked="0" layoutInCell="1" allowOverlap="1" wp14:anchorId="4A260C5A" wp14:editId="62582049">
            <wp:simplePos x="0" y="0"/>
            <wp:positionH relativeFrom="column">
              <wp:posOffset>2673985</wp:posOffset>
            </wp:positionH>
            <wp:positionV relativeFrom="paragraph">
              <wp:posOffset>349885</wp:posOffset>
            </wp:positionV>
            <wp:extent cx="177800" cy="167640"/>
            <wp:effectExtent l="0" t="0" r="0" b="0"/>
            <wp:wrapNone/>
            <wp:docPr id="881809524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745355" name="Picture 53274535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F47"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</w:p>
    <w:p w14:paraId="5E4F5642" w14:textId="5EA9D278" w:rsidR="0087207D" w:rsidRDefault="009D528A" w:rsidP="0087207D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br/>
      </w:r>
      <w:bookmarkStart w:id="30" w:name="OLE_LINK56"/>
      <w:bookmarkStart w:id="31" w:name="OLE_LINK57"/>
    </w:p>
    <w:p w14:paraId="697BE2CA" w14:textId="6696E6A2" w:rsidR="00075D8F" w:rsidRDefault="00075D8F" w:rsidP="0087207D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2F78F966" w14:textId="0355858D" w:rsidR="0087207D" w:rsidRPr="00FB052E" w:rsidRDefault="00634D05" w:rsidP="00FB052E">
      <w:pPr>
        <w:pStyle w:val="ListParagraph"/>
        <w:numPr>
          <w:ilvl w:val="0"/>
          <w:numId w:val="40"/>
        </w:numPr>
        <w:spacing w:after="120"/>
        <w:ind w:left="360"/>
        <w:rPr>
          <w:rFonts w:ascii="Aptos Light" w:eastAsia="Times New Roman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>(</w:t>
      </w:r>
      <w:r w:rsidR="00842327"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>Model 1</w:t>
      </w:r>
      <w:r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>)</w:t>
      </w:r>
      <w:r w:rsidR="00842327"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 xml:space="preserve"> </w:t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Fit </w:t>
      </w:r>
      <w:r w:rsidR="0087207D" w:rsidRPr="00691F4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 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One-Factor ANOVA Model </w:t>
      </w:r>
      <w:r w:rsidR="0033298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estimating the average Yield for each 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 w:rsidR="0087207D" w:rsidRPr="00691F4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Examine the </w:t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F-Test and 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p-value testing the equality of </w:t>
      </w:r>
      <w:r w:rsidR="00AE79F6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 </w:t>
      </w:r>
      <w:r w:rsidR="00A75446">
        <w:rPr>
          <w:rFonts w:ascii="Aptos Light" w:hAnsi="Aptos Light" w:cs="Avenir Book"/>
          <w:color w:val="262626" w:themeColor="text1" w:themeTint="D9"/>
          <w:sz w:val="22"/>
          <w:szCs w:val="22"/>
        </w:rPr>
        <w:t>average Yield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Is there statistical evidence demonstrating non-equality of </w:t>
      </w:r>
      <w:r w:rsidR="00A75446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 </w:t>
      </w:r>
      <w:r w:rsidR="00CD494A">
        <w:rPr>
          <w:rFonts w:ascii="Aptos Light" w:hAnsi="Aptos Light" w:cs="Avenir Book"/>
          <w:color w:val="262626" w:themeColor="text1" w:themeTint="D9"/>
          <w:sz w:val="22"/>
          <w:szCs w:val="22"/>
        </w:rPr>
        <w:t>means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? </w:t>
      </w:r>
      <w:bookmarkStart w:id="32" w:name="OLE_LINK32"/>
      <w:bookmarkStart w:id="33" w:name="OLE_LINK33"/>
      <w:r w:rsidR="009A3AD5">
        <w:rPr>
          <w:rFonts w:ascii="Aptos Light" w:hAnsi="Aptos Light" w:cs="Avenir Book"/>
          <w:color w:val="262626" w:themeColor="text1" w:themeTint="D9"/>
          <w:sz w:val="22"/>
          <w:szCs w:val="22"/>
        </w:rPr>
        <w:t>Provide an interpretation of each of the 95% Confidence Intervals.</w:t>
      </w:r>
      <w:bookmarkEnd w:id="32"/>
      <w:bookmarkEnd w:id="33"/>
      <w:r w:rsidR="009A3AD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>Interpret the</w:t>
      </w:r>
      <w:r w:rsidR="00E57C6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Root Mean Square Error</w:t>
      </w:r>
      <w:r w:rsidR="00E77574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(RMSE)</w:t>
      </w:r>
      <w:r w:rsidR="00E57C6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</w:t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R</w:t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  <w:vertAlign w:val="superscript"/>
        </w:rPr>
        <w:t>2</w:t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value.</w:t>
      </w:r>
      <w:r w:rsidR="009A3AD5"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Conduct </w:t>
      </w:r>
      <w:r w:rsidR="00CD494A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 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>multiple-comparison</w:t>
      </w:r>
      <w:r w:rsidR="00CD494A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A75446">
        <w:rPr>
          <w:rFonts w:ascii="Aptos Light" w:hAnsi="Aptos Light" w:cs="Avenir Book"/>
          <w:color w:val="262626" w:themeColor="text1" w:themeTint="D9"/>
          <w:sz w:val="22"/>
          <w:szCs w:val="22"/>
        </w:rPr>
        <w:t>analysis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for each pairwise </w:t>
      </w:r>
      <w:r w:rsidR="00A75446">
        <w:rPr>
          <w:rFonts w:ascii="Aptos Light" w:hAnsi="Aptos Light" w:cs="Avenir Book"/>
          <w:color w:val="262626" w:themeColor="text1" w:themeTint="D9"/>
          <w:sz w:val="22"/>
          <w:szCs w:val="22"/>
        </w:rPr>
        <w:t>difference</w:t>
      </w:r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(Standard vs High </w:t>
      </w:r>
      <w:proofErr w:type="gramStart"/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>Yield ,</w:t>
      </w:r>
      <w:proofErr w:type="gramEnd"/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Standard vs High Yield </w:t>
      </w:r>
      <w:proofErr w:type="gramStart"/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>Plus ,</w:t>
      </w:r>
      <w:proofErr w:type="gramEnd"/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High Yield vs High Yield Plus)</w:t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bookmarkStart w:id="34" w:name="OLE_LINK9"/>
      <w:bookmarkStart w:id="35" w:name="OLE_LINK10"/>
      <w:r w:rsidR="00AD4488">
        <w:rPr>
          <w:rFonts w:ascii="Aptos Light" w:hAnsi="Aptos Light" w:cs="Avenir Book"/>
          <w:color w:val="262626" w:themeColor="text1" w:themeTint="D9"/>
          <w:sz w:val="22"/>
          <w:szCs w:val="22"/>
        </w:rPr>
        <w:t>Is there significant statistical evidence (at 0.05 level) indicating that all the means are different from each other?</w:t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bookmarkEnd w:id="34"/>
      <w:bookmarkEnd w:id="35"/>
      <w:r w:rsidR="00872AEC">
        <w:rPr>
          <w:rFonts w:ascii="Aptos Light" w:hAnsi="Aptos Light" w:cs="Avenir Book"/>
          <w:color w:val="262626" w:themeColor="text1" w:themeTint="D9"/>
          <w:sz w:val="22"/>
          <w:szCs w:val="22"/>
        </w:rPr>
        <w:t>Is there significant statistical evidence at the 0.10 level?</w:t>
      </w:r>
      <w:r w:rsidR="00A1016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9A3AD5">
        <w:rPr>
          <w:rFonts w:ascii="Aptos Light" w:hAnsi="Aptos Light" w:cs="Avenir Book"/>
          <w:color w:val="262626" w:themeColor="text1" w:themeTint="D9"/>
          <w:sz w:val="22"/>
          <w:szCs w:val="22"/>
        </w:rPr>
        <w:t>Provide an interpretation of each of the 95% Confidence Intervals</w:t>
      </w:r>
      <w:r w:rsidR="00CD494A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for the pairwise differences</w:t>
      </w:r>
      <w:r w:rsidR="009A3AD5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</w:p>
    <w:p w14:paraId="76977D33" w14:textId="135A4002" w:rsidR="00FB052E" w:rsidRDefault="00FB052E" w:rsidP="00FB052E">
      <w:pPr>
        <w:pStyle w:val="ListParagraph"/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0BF8C62" wp14:editId="31B70C7C">
                <wp:simplePos x="0" y="0"/>
                <wp:positionH relativeFrom="column">
                  <wp:posOffset>460375</wp:posOffset>
                </wp:positionH>
                <wp:positionV relativeFrom="paragraph">
                  <wp:posOffset>147320</wp:posOffset>
                </wp:positionV>
                <wp:extent cx="5077460" cy="697230"/>
                <wp:effectExtent l="0" t="0" r="0" b="0"/>
                <wp:wrapNone/>
                <wp:docPr id="1460198978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697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E857F3" w14:textId="23578AB6" w:rsidR="00FB052E" w:rsidRDefault="00FB052E" w:rsidP="00FB052E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Analyze &gt; Fit Y by X. Choose ‘Yield’ for Y and ‘Seed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for X. Click OK. Under the top red triangle, select Means/ANOVA. Then select Compare Means &gt; Each Pair, Student’s t.</w:t>
                            </w:r>
                          </w:p>
                          <w:p w14:paraId="7D82DCF1" w14:textId="77777777" w:rsidR="00FB052E" w:rsidRDefault="00FB052E" w:rsidP="00FB052E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F8C62" id="_x0000_s1029" type="#_x0000_t202" style="position:absolute;left:0;text-align:left;margin-left:36.25pt;margin-top:11.6pt;width:399.8pt;height:54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" filled="f" stroked="f" strokeweight=".5pt">
                <v:textbox>
                  <w:txbxContent>
                    <w:p w14:paraId="45E857F3" w14:textId="23578AB6" w:rsidR="00FB052E" w:rsidRDefault="00FB052E" w:rsidP="00FB052E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Analyze &gt; Fit Y by X. Choose ‘Yield’ for Y and ‘Seed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for X. Click OK. Under the top red triangle, select Means/ANOVA. Then select Compare Means &gt; Each Pair, Student’s t.</w:t>
                      </w:r>
                    </w:p>
                    <w:p w14:paraId="7D82DCF1" w14:textId="77777777" w:rsidR="00FB052E" w:rsidRDefault="00FB052E" w:rsidP="00FB052E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0FB6E2AD" wp14:editId="6A6D478B">
                <wp:simplePos x="0" y="0"/>
                <wp:positionH relativeFrom="column">
                  <wp:posOffset>399627</wp:posOffset>
                </wp:positionH>
                <wp:positionV relativeFrom="paragraph">
                  <wp:posOffset>113877</wp:posOffset>
                </wp:positionV>
                <wp:extent cx="5297170" cy="833120"/>
                <wp:effectExtent l="0" t="0" r="0" b="5080"/>
                <wp:wrapNone/>
                <wp:docPr id="889337043" name="Rounded 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833120"/>
                        </a:xfrm>
                        <a:prstGeom prst="roundRect">
                          <a:avLst>
                            <a:gd name="adj" fmla="val 668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566663" id="Rounded Rectangle 75" o:spid="_x0000_s1026" style="position:absolute;margin-left:31.45pt;margin-top:8.95pt;width:417.1pt;height:65.6pt;z-index:-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8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" fillcolor="#f2f2f2 [3052]" stroked="f" strokeweight=".25pt">
                <v:stroke joinstyle="miter"/>
              </v:roundrect>
            </w:pict>
          </mc:Fallback>
        </mc:AlternateContent>
      </w:r>
    </w:p>
    <w:p w14:paraId="5DB2099F" w14:textId="082DAFF6" w:rsidR="00FB052E" w:rsidRDefault="00FB052E" w:rsidP="00FB052E">
      <w:pPr>
        <w:pStyle w:val="ListParagraph"/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64274767" w14:textId="050D80CC" w:rsidR="00FB052E" w:rsidRDefault="00FB052E" w:rsidP="00FB052E">
      <w:pPr>
        <w:pStyle w:val="ListParagraph"/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234C4B0E" w14:textId="09CFC330" w:rsidR="00FB052E" w:rsidRDefault="00FB052E" w:rsidP="00FB052E">
      <w:pPr>
        <w:pStyle w:val="ListParagraph"/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0522E07" w14:textId="027260EF" w:rsidR="00FB052E" w:rsidRDefault="00FB052E" w:rsidP="00FB052E">
      <w:pPr>
        <w:pStyle w:val="ListParagraph"/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6DE1A42B" w14:textId="77777777" w:rsidR="00FB052E" w:rsidRPr="00FB052E" w:rsidRDefault="00FB052E" w:rsidP="00FB052E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bookmarkEnd w:id="30"/>
    <w:bookmarkEnd w:id="31"/>
    <w:p w14:paraId="0E3DAD09" w14:textId="1941B4F5" w:rsidR="0087207D" w:rsidRDefault="003B7794" w:rsidP="0087207D">
      <w:pPr>
        <w:pStyle w:val="ListParagraph"/>
        <w:numPr>
          <w:ilvl w:val="0"/>
          <w:numId w:val="40"/>
        </w:numPr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Create scatterplots of Yield vs </w:t>
      </w:r>
      <w:r w:rsidR="008323C3">
        <w:rPr>
          <w:rFonts w:ascii="Aptos Light" w:hAnsi="Aptos Light" w:cs="Avenir Book"/>
          <w:color w:val="262626" w:themeColor="text1" w:themeTint="D9"/>
          <w:sz w:val="22"/>
          <w:szCs w:val="22"/>
        </w:rPr>
        <w:t>each of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the growing conditions variables</w:t>
      </w:r>
      <w:r w:rsidR="00E26084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Which variables appear to have the strongest relationship to Yield? </w:t>
      </w:r>
      <w:r w:rsidR="008323C3">
        <w:rPr>
          <w:rFonts w:ascii="Aptos Light" w:hAnsi="Aptos Light" w:cs="Avenir Book"/>
          <w:color w:val="262626" w:themeColor="text1" w:themeTint="D9"/>
          <w:sz w:val="22"/>
          <w:szCs w:val="22"/>
        </w:rPr>
        <w:t>Briefly d</w:t>
      </w:r>
      <w:r w:rsidR="00D246FE">
        <w:rPr>
          <w:rFonts w:ascii="Aptos Light" w:hAnsi="Aptos Light" w:cs="Avenir Book"/>
          <w:color w:val="262626" w:themeColor="text1" w:themeTint="D9"/>
          <w:sz w:val="22"/>
          <w:szCs w:val="22"/>
        </w:rPr>
        <w:t>escribe th</w:t>
      </w:r>
      <w:r w:rsidR="008323C3">
        <w:rPr>
          <w:rFonts w:ascii="Aptos Light" w:hAnsi="Aptos Light" w:cs="Avenir Book"/>
          <w:color w:val="262626" w:themeColor="text1" w:themeTint="D9"/>
          <w:sz w:val="22"/>
          <w:szCs w:val="22"/>
        </w:rPr>
        <w:t>ose</w:t>
      </w:r>
      <w:r w:rsidR="00D246FE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relationship</w:t>
      </w:r>
      <w:r w:rsidR="008323C3">
        <w:rPr>
          <w:rFonts w:ascii="Aptos Light" w:hAnsi="Aptos Light" w:cs="Avenir Book"/>
          <w:color w:val="262626" w:themeColor="text1" w:themeTint="D9"/>
          <w:sz w:val="22"/>
          <w:szCs w:val="22"/>
        </w:rPr>
        <w:t>s</w:t>
      </w:r>
      <w:r w:rsidR="00E26084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</w:p>
    <w:p w14:paraId="6F23E7EA" w14:textId="0CE3A5D3" w:rsidR="0087207D" w:rsidRDefault="0024004A" w:rsidP="0087207D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67716DEC" wp14:editId="3B8EF4EF">
                <wp:simplePos x="0" y="0"/>
                <wp:positionH relativeFrom="column">
                  <wp:posOffset>447040</wp:posOffset>
                </wp:positionH>
                <wp:positionV relativeFrom="paragraph">
                  <wp:posOffset>57998</wp:posOffset>
                </wp:positionV>
                <wp:extent cx="5297170" cy="1259840"/>
                <wp:effectExtent l="0" t="0" r="0" b="0"/>
                <wp:wrapNone/>
                <wp:docPr id="341270688" name="Rounded 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259840"/>
                        </a:xfrm>
                        <a:prstGeom prst="roundRect">
                          <a:avLst>
                            <a:gd name="adj" fmla="val 532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DE4EE" id="Rounded Rectangle 72" o:spid="_x0000_s1026" style="position:absolute;margin-left:35.2pt;margin-top:4.55pt;width:417.1pt;height:99.2pt;z-index:-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9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1299197" wp14:editId="542EEF39">
                <wp:simplePos x="0" y="0"/>
                <wp:positionH relativeFrom="column">
                  <wp:posOffset>508000</wp:posOffset>
                </wp:positionH>
                <wp:positionV relativeFrom="paragraph">
                  <wp:posOffset>112183</wp:posOffset>
                </wp:positionV>
                <wp:extent cx="5077460" cy="1131147"/>
                <wp:effectExtent l="0" t="0" r="0" b="0"/>
                <wp:wrapNone/>
                <wp:docPr id="394740359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1311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25553" w14:textId="26DC9AA8" w:rsidR="003B7794" w:rsidRDefault="003B7794" w:rsidP="003B7794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Graph &gt; Graph Builder. Place ‘Yield’ on the Y axis and ‘Soil Quality’ on the X.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>Select Line of Fit from the graph palette.</w:t>
                            </w:r>
                            <w:r w:rsidR="00AA1E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        </w:t>
                            </w:r>
                            <w:proofErr w:type="gramStart"/>
                            <w:r w:rsidR="00EE064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A </w:t>
                            </w:r>
                            <w:r w:rsidR="00AA1E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95</w:t>
                            </w:r>
                            <w:proofErr w:type="gramEnd"/>
                            <w:r w:rsidR="00AA1E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% Confidence Interval will be added.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  <w:t xml:space="preserve">Select </w:t>
                            </w:r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Redo &gt; Column Switcher from the top red triangle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Select ‘Soil Quality’ from the Initial Column list, and select ‘Soil Quality</w:t>
                            </w:r>
                            <w:proofErr w:type="gramStart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‘Fertilizer</w:t>
                            </w:r>
                            <w:proofErr w:type="gramStart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‘% Sun</w:t>
                            </w:r>
                            <w:proofErr w:type="gramStart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‘Rainfall</w:t>
                            </w:r>
                            <w:proofErr w:type="gramStart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D546C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‘Irrigations’ for the Replacement Columns.</w:t>
                            </w:r>
                            <w:r w:rsidR="0024004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EE064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Use the Column Switcher to view each growing condition variable on the X axis.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  <w:p w14:paraId="44F02466" w14:textId="77777777" w:rsidR="003B7794" w:rsidRDefault="003B7794" w:rsidP="003B7794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99197" id="_x0000_s1030" type="#_x0000_t202" style="position:absolute;margin-left:40pt;margin-top:8.85pt;width:399.8pt;height:89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" filled="f" stroked="f" strokeweight=".5pt">
                <v:textbox>
                  <w:txbxContent>
                    <w:p w14:paraId="4BE25553" w14:textId="26DC9AA8" w:rsidR="003B7794" w:rsidRDefault="003B7794" w:rsidP="003B7794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Graph &gt; Graph Builder. Place ‘Yield’ on the Y axis and ‘Soil Quality’ on the X.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>Select Line of Fit from the graph palette.</w:t>
                      </w:r>
                      <w:r w:rsidR="00AA1E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        </w:t>
                      </w:r>
                      <w:proofErr w:type="gramStart"/>
                      <w:r w:rsidR="00EE064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A </w:t>
                      </w:r>
                      <w:r w:rsidR="00AA1E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95</w:t>
                      </w:r>
                      <w:proofErr w:type="gramEnd"/>
                      <w:r w:rsidR="00AA1E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% Confidence Interval will be added.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  <w:t xml:space="preserve">Select </w:t>
                      </w:r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Redo &gt; Column Switcher from the top red triangle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Select ‘Soil Quality’ from the Initial Column list, and select ‘Soil Quality</w:t>
                      </w:r>
                      <w:proofErr w:type="gramStart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‘Fertilizer</w:t>
                      </w:r>
                      <w:proofErr w:type="gramStart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‘% Sun</w:t>
                      </w:r>
                      <w:proofErr w:type="gramStart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‘Rainfall</w:t>
                      </w:r>
                      <w:proofErr w:type="gramStart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D546C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‘Irrigations’ for the Replacement Columns.</w:t>
                      </w:r>
                      <w:r w:rsidR="0024004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EE064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Use the Column Switcher to view each growing condition variable on the X axis.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  <w:p w14:paraId="44F02466" w14:textId="77777777" w:rsidR="003B7794" w:rsidRDefault="003B7794" w:rsidP="003B7794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7794">
        <w:rPr>
          <w:rFonts w:ascii="Aptos Light" w:hAnsi="Aptos Light" w:cs="Avenir Book"/>
          <w:noProof/>
          <w:color w:val="262626" w:themeColor="text1" w:themeTint="D9"/>
          <w:sz w:val="22"/>
          <w:szCs w:val="22"/>
        </w:rPr>
        <w:drawing>
          <wp:anchor distT="0" distB="0" distL="114300" distR="114300" simplePos="0" relativeHeight="251645440" behindDoc="0" locked="0" layoutInCell="1" allowOverlap="1" wp14:anchorId="79098D74" wp14:editId="6FF48581">
            <wp:simplePos x="0" y="0"/>
            <wp:positionH relativeFrom="column">
              <wp:posOffset>2734945</wp:posOffset>
            </wp:positionH>
            <wp:positionV relativeFrom="paragraph">
              <wp:posOffset>381635</wp:posOffset>
            </wp:positionV>
            <wp:extent cx="177800" cy="167640"/>
            <wp:effectExtent l="0" t="0" r="0" b="0"/>
            <wp:wrapNone/>
            <wp:docPr id="741757795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745355" name="Picture 53274535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07D"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</w:p>
    <w:p w14:paraId="4F84FE4F" w14:textId="77777777" w:rsidR="0087207D" w:rsidRDefault="0087207D" w:rsidP="0087207D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53CE5C8" w14:textId="77777777" w:rsidR="003B7794" w:rsidRDefault="003B7794" w:rsidP="0087207D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bookmarkEnd w:id="24"/>
    <w:bookmarkEnd w:id="25"/>
    <w:p w14:paraId="40028A8C" w14:textId="77777777" w:rsidR="000A6954" w:rsidRDefault="000A6954" w:rsidP="000A6954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57C50D02" w14:textId="180BB406" w:rsidR="002D528D" w:rsidRDefault="00A07A45" w:rsidP="000A6954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br/>
      </w:r>
    </w:p>
    <w:p w14:paraId="3C89EA7C" w14:textId="06F949ED" w:rsidR="000A6954" w:rsidRDefault="00A07A45" w:rsidP="000A6954">
      <w:pPr>
        <w:pStyle w:val="ListParagraph"/>
        <w:numPr>
          <w:ilvl w:val="0"/>
          <w:numId w:val="40"/>
        </w:numPr>
        <w:spacing w:after="120"/>
        <w:ind w:left="36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lastRenderedPageBreak/>
        <w:t>Calculate the correlations and create scatterplots for all combinations of the growing condition variables.</w:t>
      </w:r>
      <w:r w:rsidR="002D528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6144EA">
        <w:rPr>
          <w:rFonts w:ascii="Aptos Light" w:hAnsi="Aptos Light" w:cs="Avenir Book"/>
          <w:color w:val="262626" w:themeColor="text1" w:themeTint="D9"/>
          <w:sz w:val="22"/>
          <w:szCs w:val="22"/>
        </w:rPr>
        <w:t>Which</w:t>
      </w:r>
      <w:r w:rsidR="002D528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pairs of variables </w:t>
      </w:r>
      <w:r w:rsidR="006144EA">
        <w:rPr>
          <w:rFonts w:ascii="Aptos Light" w:hAnsi="Aptos Light" w:cs="Avenir Book"/>
          <w:color w:val="262626" w:themeColor="text1" w:themeTint="D9"/>
          <w:sz w:val="22"/>
          <w:szCs w:val="22"/>
        </w:rPr>
        <w:t>are most</w:t>
      </w:r>
      <w:r w:rsidR="002D528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correlated? Provide </w:t>
      </w:r>
      <w:r w:rsidR="006144EA">
        <w:rPr>
          <w:rFonts w:ascii="Aptos Light" w:hAnsi="Aptos Light" w:cs="Avenir Book"/>
          <w:color w:val="262626" w:themeColor="text1" w:themeTint="D9"/>
          <w:sz w:val="22"/>
          <w:szCs w:val="22"/>
        </w:rPr>
        <w:t>a possible explanation</w:t>
      </w:r>
      <w:r w:rsidR="002D528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of why </w:t>
      </w:r>
      <w:r w:rsidR="006144EA">
        <w:rPr>
          <w:rFonts w:ascii="Aptos Light" w:hAnsi="Aptos Light" w:cs="Avenir Book"/>
          <w:color w:val="262626" w:themeColor="text1" w:themeTint="D9"/>
          <w:sz w:val="22"/>
          <w:szCs w:val="22"/>
        </w:rPr>
        <w:t>this might be</w:t>
      </w:r>
      <w:r w:rsidR="002D528D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  <w:r w:rsidR="00B86F3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Examine the variables ‘Rainfall’ and ‘Irrigations’. What information is missing from the ‘Irrigations’ variable that would be more useful to have</w:t>
      </w:r>
      <w:r w:rsidR="006144EA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than number of irrigations</w:t>
      </w:r>
      <w:r w:rsidR="009F3326">
        <w:rPr>
          <w:rFonts w:ascii="Aptos Light" w:hAnsi="Aptos Light" w:cs="Avenir Book"/>
          <w:color w:val="262626" w:themeColor="text1" w:themeTint="D9"/>
          <w:sz w:val="22"/>
          <w:szCs w:val="22"/>
        </w:rPr>
        <w:t>,</w:t>
      </w:r>
      <w:r w:rsidR="00B86F3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possibly allowing it to be combined with ‘Rainfall’ to form </w:t>
      </w:r>
      <w:r w:rsidR="00912D69">
        <w:rPr>
          <w:rFonts w:ascii="Aptos Light" w:hAnsi="Aptos Light" w:cs="Avenir Book"/>
          <w:color w:val="262626" w:themeColor="text1" w:themeTint="D9"/>
          <w:sz w:val="22"/>
          <w:szCs w:val="22"/>
        </w:rPr>
        <w:t>a single</w:t>
      </w:r>
      <w:r w:rsidR="00B86F3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new variable</w:t>
      </w:r>
      <w:r w:rsidR="00C130AB">
        <w:rPr>
          <w:rFonts w:ascii="Aptos Light" w:hAnsi="Aptos Light" w:cs="Avenir Book"/>
          <w:color w:val="262626" w:themeColor="text1" w:themeTint="D9"/>
          <w:sz w:val="22"/>
          <w:szCs w:val="22"/>
        </w:rPr>
        <w:t>?</w:t>
      </w:r>
    </w:p>
    <w:p w14:paraId="7C6CF1DC" w14:textId="0A77E6C5" w:rsidR="002D528D" w:rsidRDefault="00B86F35" w:rsidP="000A6954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3C1D2ED4" wp14:editId="5A488C07">
                <wp:simplePos x="0" y="0"/>
                <wp:positionH relativeFrom="column">
                  <wp:posOffset>541867</wp:posOffset>
                </wp:positionH>
                <wp:positionV relativeFrom="paragraph">
                  <wp:posOffset>120650</wp:posOffset>
                </wp:positionV>
                <wp:extent cx="5297170" cy="806027"/>
                <wp:effectExtent l="0" t="0" r="0" b="0"/>
                <wp:wrapNone/>
                <wp:docPr id="1795813648" name="Rounded 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806027"/>
                        </a:xfrm>
                        <a:prstGeom prst="roundRect">
                          <a:avLst>
                            <a:gd name="adj" fmla="val 5329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5F24C6" id="Rounded Rectangle 72" o:spid="_x0000_s1026" style="position:absolute;margin-left:42.65pt;margin-top:9.5pt;width:417.1pt;height:63.45pt;z-index:-2513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9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7352412" wp14:editId="7D4DD949">
                <wp:simplePos x="0" y="0"/>
                <wp:positionH relativeFrom="column">
                  <wp:posOffset>602827</wp:posOffset>
                </wp:positionH>
                <wp:positionV relativeFrom="paragraph">
                  <wp:posOffset>174837</wp:posOffset>
                </wp:positionV>
                <wp:extent cx="5077460" cy="704426"/>
                <wp:effectExtent l="0" t="0" r="0" b="0"/>
                <wp:wrapNone/>
                <wp:docPr id="114256248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7044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89AE7E" w14:textId="5FF27592" w:rsidR="002D528D" w:rsidRDefault="002D528D" w:rsidP="002D528D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Analyze &gt; </w:t>
                            </w:r>
                            <w:bookmarkStart w:id="36" w:name="OLE_LINK13"/>
                            <w:bookmarkStart w:id="37" w:name="OLE_LINK14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Multivariate </w:t>
                            </w:r>
                            <w:bookmarkEnd w:id="36"/>
                            <w:bookmarkEnd w:id="37"/>
                            <w:r w:rsidR="00B86F3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Methods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&gt;</w:t>
                            </w:r>
                            <w:r w:rsidR="00B86F35" w:rsidRPr="00B86F3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B86F3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Multivariate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.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bookmarkStart w:id="38" w:name="OLE_LINK15"/>
                            <w:bookmarkStart w:id="39" w:name="OLE_LINK16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‘Soil Quality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‘Fertilizer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‘% Sun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‘Rainfall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‘Irrigations’ </w:t>
                            </w:r>
                            <w:r w:rsidR="00B86F3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as the Y</w:t>
                            </w:r>
                            <w:bookmarkEnd w:id="38"/>
                            <w:bookmarkEnd w:id="39"/>
                            <w:r w:rsidR="00B86F3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variables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Select </w:t>
                            </w:r>
                            <w:r w:rsidR="00B86F3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Shaded Ellipses under the red triangle next to the Scatterplot Matrix title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  <w:p w14:paraId="71F7E8EB" w14:textId="77777777" w:rsidR="002D528D" w:rsidRDefault="002D528D" w:rsidP="002D528D">
                            <w:pPr>
                              <w:rPr>
                                <w:rFonts w:ascii="Avenir Book" w:hAnsi="Avenir Book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52412" id="_x0000_s1031" type="#_x0000_t202" style="position:absolute;margin-left:47.45pt;margin-top:13.75pt;width:399.8pt;height:55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" filled="f" stroked="f" strokeweight=".5pt">
                <v:textbox>
                  <w:txbxContent>
                    <w:p w14:paraId="3989AE7E" w14:textId="5FF27592" w:rsidR="002D528D" w:rsidRDefault="002D528D" w:rsidP="002D528D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Analyze &gt; </w:t>
                      </w:r>
                      <w:bookmarkStart w:id="40" w:name="OLE_LINK13"/>
                      <w:bookmarkStart w:id="41" w:name="OLE_LINK14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Multivariate </w:t>
                      </w:r>
                      <w:bookmarkEnd w:id="40"/>
                      <w:bookmarkEnd w:id="41"/>
                      <w:r w:rsidR="00B86F3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Methods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&gt;</w:t>
                      </w:r>
                      <w:r w:rsidR="00B86F35" w:rsidRPr="00B86F3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proofErr w:type="gramStart"/>
                      <w:r w:rsidR="00B86F3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Multivariate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.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bookmarkStart w:id="42" w:name="OLE_LINK15"/>
                      <w:bookmarkStart w:id="43" w:name="OLE_LINK16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‘Soil Quality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‘Fertilizer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‘% Sun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‘Rainfall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‘Irrigations’ </w:t>
                      </w:r>
                      <w:r w:rsidR="00B86F3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as the Y</w:t>
                      </w:r>
                      <w:bookmarkEnd w:id="42"/>
                      <w:bookmarkEnd w:id="43"/>
                      <w:r w:rsidR="00B86F3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variables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Select </w:t>
                      </w:r>
                      <w:r w:rsidR="00B86F3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Shaded Ellipses under the red triangle next to the Scatterplot Matrix title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  <w:p w14:paraId="71F7E8EB" w14:textId="77777777" w:rsidR="002D528D" w:rsidRDefault="002D528D" w:rsidP="002D528D">
                      <w:pPr>
                        <w:rPr>
                          <w:rFonts w:ascii="Avenir Book" w:hAnsi="Avenir Book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254FBD" w14:textId="526F144E" w:rsidR="002D528D" w:rsidRDefault="002D528D" w:rsidP="000A6954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6F944AAC" w14:textId="2174D495" w:rsidR="002D528D" w:rsidRDefault="002D528D" w:rsidP="000A6954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01336D6B" w14:textId="77777777" w:rsidR="002D528D" w:rsidRDefault="002D528D" w:rsidP="000A6954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BBA1167" w14:textId="199F2ECA" w:rsidR="00C35EB1" w:rsidRPr="00B86F35" w:rsidRDefault="00C35EB1" w:rsidP="00B86F35">
      <w:pPr>
        <w:spacing w:after="1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bookmarkStart w:id="44" w:name="OLE_LINK45"/>
      <w:bookmarkStart w:id="45" w:name="OLE_LINK46"/>
    </w:p>
    <w:p w14:paraId="107F64C3" w14:textId="54CC2D28" w:rsidR="009801F6" w:rsidRPr="004C2539" w:rsidRDefault="00A645C7" w:rsidP="004C2539">
      <w:pPr>
        <w:pStyle w:val="ListParagraph"/>
        <w:numPr>
          <w:ilvl w:val="0"/>
          <w:numId w:val="40"/>
        </w:numPr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Perform a simple linear regression analysis of Yield vs each of the growing condition variables</w:t>
      </w:r>
      <w:r w:rsidR="00C35EB1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Which variables have a statistically significant relationship to Yield at the 0.05 significant level?</w:t>
      </w:r>
      <w:r w:rsidR="00C35EB1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Are there any that do not have a significant relationship at the 0.05 but do at the 0.10 level?</w:t>
      </w:r>
      <w:r w:rsidR="002719A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For those variables that do not have a significant relationship</w:t>
      </w:r>
      <w:r w:rsidR="008271F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at either level,</w:t>
      </w:r>
      <w:r w:rsidR="002719A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why is </w:t>
      </w:r>
      <w:r w:rsidR="00D1405A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it </w:t>
      </w:r>
      <w:r w:rsidR="002719A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not correct to conclude that these variables don’t have any </w:t>
      </w:r>
      <w:r w:rsidR="008271FF">
        <w:rPr>
          <w:rFonts w:ascii="Aptos Light" w:hAnsi="Aptos Light" w:cs="Avenir Book"/>
          <w:color w:val="262626" w:themeColor="text1" w:themeTint="D9"/>
          <w:sz w:val="22"/>
          <w:szCs w:val="22"/>
        </w:rPr>
        <w:t>impact</w:t>
      </w:r>
      <w:r w:rsidR="002719A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at all to Yield?</w:t>
      </w:r>
      <w:r w:rsidR="00BC0521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4C2539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For those considered significant at the 0.10 level, provide an interpretation of the </w:t>
      </w:r>
      <w:r w:rsidR="00F91F01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equation, </w:t>
      </w:r>
      <w:r w:rsidR="00E77574">
        <w:rPr>
          <w:rFonts w:ascii="Aptos Light" w:hAnsi="Aptos Light" w:cs="Avenir Book"/>
          <w:color w:val="262626" w:themeColor="text1" w:themeTint="D9"/>
          <w:sz w:val="22"/>
          <w:szCs w:val="22"/>
        </w:rPr>
        <w:t>RMSE</w:t>
      </w:r>
      <w:r w:rsidR="00F91F01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, and </w:t>
      </w:r>
      <w:r w:rsidR="004C2539">
        <w:rPr>
          <w:rFonts w:ascii="Aptos Light" w:hAnsi="Aptos Light" w:cs="Avenir Book"/>
          <w:color w:val="262626" w:themeColor="text1" w:themeTint="D9"/>
          <w:sz w:val="22"/>
          <w:szCs w:val="22"/>
        </w:rPr>
        <w:t>R-Squared values.</w:t>
      </w:r>
      <w:r w:rsidR="00C35EB1" w:rsidRPr="004C2539"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</w:p>
    <w:p w14:paraId="5DAAC20A" w14:textId="00A3B149" w:rsidR="009801F6" w:rsidRDefault="00EC7BA6" w:rsidP="002E2D84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 wp14:anchorId="501021E6" wp14:editId="406F31C5">
                <wp:simplePos x="0" y="0"/>
                <wp:positionH relativeFrom="column">
                  <wp:posOffset>318347</wp:posOffset>
                </wp:positionH>
                <wp:positionV relativeFrom="paragraph">
                  <wp:posOffset>58843</wp:posOffset>
                </wp:positionV>
                <wp:extent cx="5297170" cy="1104054"/>
                <wp:effectExtent l="0" t="0" r="0" b="1270"/>
                <wp:wrapNone/>
                <wp:docPr id="1572784674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104054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CC5C8A" id="Rounded Rectangle 33" o:spid="_x0000_s1026" style="position:absolute;margin-left:25.05pt;margin-top:4.65pt;width:417.1pt;height:86.95pt;z-index:-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14BDD0B" wp14:editId="32A90646">
                <wp:simplePos x="0" y="0"/>
                <wp:positionH relativeFrom="column">
                  <wp:posOffset>399627</wp:posOffset>
                </wp:positionH>
                <wp:positionV relativeFrom="paragraph">
                  <wp:posOffset>92710</wp:posOffset>
                </wp:positionV>
                <wp:extent cx="5077460" cy="1029547"/>
                <wp:effectExtent l="0" t="0" r="0" b="0"/>
                <wp:wrapNone/>
                <wp:docPr id="127216465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10295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6B754A" w14:textId="7BBFF08D" w:rsidR="009801F6" w:rsidRPr="009801F6" w:rsidRDefault="009801F6" w:rsidP="009801F6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Analyze &gt; Fit Y by X. Choose the variable ‘</w:t>
                            </w:r>
                            <w:bookmarkStart w:id="46" w:name="OLE_LINK21"/>
                            <w:bookmarkStart w:id="47" w:name="OLE_LINK22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Yield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for the Y</w:t>
                            </w:r>
                            <w:r w:rsidR="00EC6F07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and </w:t>
                            </w:r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‘Soil Quality</w:t>
                            </w:r>
                            <w:proofErr w:type="gramStart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‘Fertilizer</w:t>
                            </w:r>
                            <w:proofErr w:type="gramStart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‘% Sun</w:t>
                            </w:r>
                            <w:proofErr w:type="gramStart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‘Rainfall</w:t>
                            </w:r>
                            <w:proofErr w:type="gramStart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‘Irrigations’ for the X. </w:t>
                            </w:r>
                            <w:bookmarkEnd w:id="46"/>
                            <w:bookmarkEnd w:id="47"/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Under the top red triangle next to each graph, select Fit Line.</w:t>
                            </w:r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  <w:r w:rsidR="00EC7BA6" w:rsidRP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Note: Holding the Command Key (Mac) </w:t>
                            </w:r>
                            <w:r w:rsid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>or</w:t>
                            </w:r>
                            <w:r w:rsidR="00EC7BA6" w:rsidRPr="00EC7BA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 w:val="18"/>
                                <w:szCs w:val="18"/>
                              </w:rPr>
                              <w:t xml:space="preserve"> Ctrl Key (Windows) while selecting an option under the red triangle for the first variable will execute that operation for all the others.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BDD0B" id="Text Box 34" o:spid="_x0000_s1032" type="#_x0000_t202" style="position:absolute;margin-left:31.45pt;margin-top:7.3pt;width:399.8pt;height:81.0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" filled="f" stroked="f" strokeweight=".5pt">
                <v:textbox>
                  <w:txbxContent>
                    <w:p w14:paraId="176B754A" w14:textId="7BBFF08D" w:rsidR="009801F6" w:rsidRPr="009801F6" w:rsidRDefault="009801F6" w:rsidP="009801F6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Analyze &gt; Fit Y by X. Choose the variable ‘</w:t>
                      </w:r>
                      <w:bookmarkStart w:id="48" w:name="OLE_LINK21"/>
                      <w:bookmarkStart w:id="49" w:name="OLE_LINK22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Yield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for the Y</w:t>
                      </w:r>
                      <w:r w:rsidR="00EC6F07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and </w:t>
                      </w:r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‘Soil Quality</w:t>
                      </w:r>
                      <w:proofErr w:type="gramStart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‘Fertilizer</w:t>
                      </w:r>
                      <w:proofErr w:type="gramStart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‘% Sun</w:t>
                      </w:r>
                      <w:proofErr w:type="gramStart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‘Rainfall</w:t>
                      </w:r>
                      <w:proofErr w:type="gramStart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‘Irrigations’ for the X. </w:t>
                      </w:r>
                      <w:bookmarkEnd w:id="48"/>
                      <w:bookmarkEnd w:id="49"/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Under the top red triangle next to each graph, select Fit Line.</w:t>
                      </w:r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  <w:r w:rsidR="00EC7BA6" w:rsidRP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 xml:space="preserve">Note: Holding the Command Key (Mac) </w:t>
                      </w:r>
                      <w:r w:rsid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>or</w:t>
                      </w:r>
                      <w:r w:rsidR="00EC7BA6" w:rsidRPr="00EC7BA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 w:val="18"/>
                          <w:szCs w:val="18"/>
                        </w:rPr>
                        <w:t xml:space="preserve"> Ctrl Key (Windows) while selecting an option under the red triangle for the first variable will execute that operation for all the others.</w:t>
                      </w:r>
                    </w:p>
                  </w:txbxContent>
                </v:textbox>
              </v:shape>
            </w:pict>
          </mc:Fallback>
        </mc:AlternateContent>
      </w:r>
    </w:p>
    <w:p w14:paraId="7B8810CE" w14:textId="2DD9E800" w:rsidR="00C35EB1" w:rsidRDefault="00C35EB1" w:rsidP="00C35EB1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bookmarkEnd w:id="44"/>
    <w:bookmarkEnd w:id="45"/>
    <w:p w14:paraId="44CA3416" w14:textId="1EF67AC3" w:rsidR="00C35EB1" w:rsidRDefault="0002085A" w:rsidP="00C35EB1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  <w:r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  <w:br/>
      </w:r>
      <w:bookmarkStart w:id="50" w:name="OLE_LINK58"/>
      <w:bookmarkStart w:id="51" w:name="OLE_LINK59"/>
    </w:p>
    <w:p w14:paraId="3651725E" w14:textId="77777777" w:rsidR="00EC7BA6" w:rsidRPr="009801F6" w:rsidRDefault="00EC7BA6" w:rsidP="00C35EB1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  <w:bookmarkStart w:id="52" w:name="OLE_LINK19"/>
      <w:bookmarkStart w:id="53" w:name="OLE_LINK20"/>
    </w:p>
    <w:p w14:paraId="4F9B3F13" w14:textId="737C511D" w:rsidR="00E750A4" w:rsidRDefault="00D1405A" w:rsidP="00E750A4">
      <w:pPr>
        <w:pStyle w:val="ListParagraph"/>
        <w:numPr>
          <w:ilvl w:val="0"/>
          <w:numId w:val="40"/>
        </w:numPr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 w:rsidRPr="00434217"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 xml:space="preserve">Model </w:t>
      </w:r>
      <w:r w:rsidR="003D695C"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>2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Create a multiple regression model </w:t>
      </w:r>
      <w:r w:rsidR="001E316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for Yield </w:t>
      </w:r>
      <w:r w:rsidR="00AA373E">
        <w:rPr>
          <w:rFonts w:ascii="Aptos Light" w:hAnsi="Aptos Light" w:cs="Avenir Book"/>
          <w:color w:val="262626" w:themeColor="text1" w:themeTint="D9"/>
          <w:sz w:val="22"/>
          <w:szCs w:val="22"/>
        </w:rPr>
        <w:t>using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the variable 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</w:t>
      </w:r>
      <w:r w:rsidR="001E316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only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those variables you identified in Exercise 6 as significant</w:t>
      </w:r>
      <w:r w:rsidR="001E316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for the explanatory variables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The final model will be the result of removing </w:t>
      </w:r>
      <w:r w:rsidR="00AA373E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any terms not considered to be significant in a </w:t>
      </w:r>
      <w:r w:rsidR="00C27DE6">
        <w:rPr>
          <w:rFonts w:ascii="Aptos Light" w:hAnsi="Aptos Light" w:cs="Avenir Book"/>
          <w:color w:val="262626" w:themeColor="text1" w:themeTint="D9"/>
          <w:sz w:val="22"/>
          <w:szCs w:val="22"/>
        </w:rPr>
        <w:t>in a multiple variable regression that is accounting for the other variables</w:t>
      </w:r>
      <w:r w:rsidR="00DA4B44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</w:p>
    <w:p w14:paraId="646D1D61" w14:textId="77777777" w:rsidR="00E750A4" w:rsidRDefault="00E750A4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bookmarkStart w:id="54" w:name="OLE_LINK30"/>
      <w:bookmarkStart w:id="55" w:name="OLE_LINK31"/>
    </w:p>
    <w:p w14:paraId="5B3A9BB9" w14:textId="1E01AD9D" w:rsidR="00E750A4" w:rsidRPr="00E750A4" w:rsidRDefault="00E750A4" w:rsidP="00E750A4">
      <w:pPr>
        <w:pStyle w:val="ListParagraph"/>
        <w:numPr>
          <w:ilvl w:val="1"/>
          <w:numId w:val="40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Initial model.</w:t>
      </w:r>
    </w:p>
    <w:p w14:paraId="5FEAB6B9" w14:textId="140F2BB3" w:rsidR="00C35EB1" w:rsidRDefault="00C35EB1" w:rsidP="00C35EB1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A70CC3F" w14:textId="0547440A" w:rsidR="00C35EB1" w:rsidRDefault="00AA373E" w:rsidP="00C35EB1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2C8CACBD" wp14:editId="2295526B">
                <wp:simplePos x="0" y="0"/>
                <wp:positionH relativeFrom="column">
                  <wp:posOffset>318347</wp:posOffset>
                </wp:positionH>
                <wp:positionV relativeFrom="paragraph">
                  <wp:posOffset>16299</wp:posOffset>
                </wp:positionV>
                <wp:extent cx="5297170" cy="799254"/>
                <wp:effectExtent l="0" t="0" r="0" b="1270"/>
                <wp:wrapNone/>
                <wp:docPr id="853832115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99254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335ECF" id="Rounded Rectangle 33" o:spid="_x0000_s1026" style="position:absolute;margin-left:25.05pt;margin-top:1.3pt;width:417.1pt;height:62.95pt;z-index:-2513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" fillcolor="#f2f2f2 [3052]" stroked="f" strokeweight=".25pt">
                <v:stroke joinstyle="miter"/>
              </v:roundrect>
            </w:pict>
          </mc:Fallback>
        </mc:AlternateContent>
      </w:r>
      <w:r w:rsidR="00585D07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7C4EA3" wp14:editId="746D5DB3">
                <wp:simplePos x="0" y="0"/>
                <wp:positionH relativeFrom="column">
                  <wp:posOffset>399627</wp:posOffset>
                </wp:positionH>
                <wp:positionV relativeFrom="paragraph">
                  <wp:posOffset>36619</wp:posOffset>
                </wp:positionV>
                <wp:extent cx="5077460" cy="738294"/>
                <wp:effectExtent l="0" t="0" r="0" b="0"/>
                <wp:wrapNone/>
                <wp:docPr id="2071315419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7382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ADD0F4" w14:textId="7B45824C" w:rsidR="00D1405A" w:rsidRPr="009801F6" w:rsidRDefault="00D1405A" w:rsidP="00D1405A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Analyze &gt; Fit </w:t>
                            </w:r>
                            <w:r w:rsidR="00E750A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Mod</w:t>
                            </w:r>
                            <w:r w:rsidR="00E33C6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e</w:t>
                            </w:r>
                            <w:r w:rsidR="00E750A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l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Choose the variable ‘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Yield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for the Y</w:t>
                            </w:r>
                            <w:r w:rsidR="00E750A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Choose Minimal Report under Emphasis. Highlight the variables ‘Seed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 w:rsidR="00E750A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and those you identified in Exercise 6 as having a significant effect</w:t>
                            </w:r>
                            <w:r w:rsidR="00F23A0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at the 0.10 level</w:t>
                            </w:r>
                            <w:r w:rsidR="00E750A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Click Run.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C4EA3" id="_x0000_s1033" type="#_x0000_t202" style="position:absolute;margin-left:31.45pt;margin-top:2.9pt;width:399.8pt;height:58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" filled="f" stroked="f" strokeweight=".5pt">
                <v:textbox>
                  <w:txbxContent>
                    <w:p w14:paraId="42ADD0F4" w14:textId="7B45824C" w:rsidR="00D1405A" w:rsidRPr="009801F6" w:rsidRDefault="00D1405A" w:rsidP="00D1405A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Analyze &gt; Fit </w:t>
                      </w:r>
                      <w:r w:rsidR="00E750A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Mod</w:t>
                      </w:r>
                      <w:r w:rsidR="00E33C6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e</w:t>
                      </w:r>
                      <w:r w:rsidR="00E750A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l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Choose the variable ‘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Yield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for the Y</w:t>
                      </w:r>
                      <w:r w:rsidR="00E750A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Choose Minimal Report under Emphasis. Highlight the variables ‘Seed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 w:rsidR="00E750A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and those you identified in Exercise 6 as having a significant effect</w:t>
                      </w:r>
                      <w:r w:rsidR="00F23A0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at the 0.10 level</w:t>
                      </w:r>
                      <w:r w:rsidR="00E750A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Click Run.</w:t>
                      </w:r>
                    </w:p>
                  </w:txbxContent>
                </v:textbox>
              </v:shape>
            </w:pict>
          </mc:Fallback>
        </mc:AlternateContent>
      </w:r>
    </w:p>
    <w:p w14:paraId="7B5D8742" w14:textId="5CAA5968" w:rsidR="009E15FF" w:rsidRDefault="009E15FF" w:rsidP="009E15FF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bookmarkEnd w:id="54"/>
    <w:bookmarkEnd w:id="55"/>
    <w:p w14:paraId="038587C4" w14:textId="77777777" w:rsidR="00D1405A" w:rsidRDefault="00D1405A" w:rsidP="009E15FF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3D8F545E" w14:textId="77777777" w:rsidR="00E750A4" w:rsidRDefault="00E750A4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DD8A16F" w14:textId="77777777" w:rsidR="00E33C66" w:rsidRDefault="00E33C66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3A2E0BB" w14:textId="77777777" w:rsidR="00E33C66" w:rsidRDefault="00E33C66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2A79463" w14:textId="77777777" w:rsidR="00E33C66" w:rsidRDefault="00E33C66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C7B3B72" w14:textId="77777777" w:rsidR="00E33C66" w:rsidRDefault="00E33C66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0E681A1" w14:textId="77777777" w:rsidR="00E33C66" w:rsidRDefault="00E33C66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2DA25D9" w14:textId="77777777" w:rsidR="00E33C66" w:rsidRDefault="00E33C66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6AE619E6" w14:textId="77777777" w:rsidR="00E33C66" w:rsidRDefault="00E33C66" w:rsidP="00E750A4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3EA45FE8" w14:textId="35DE59AC" w:rsidR="00E750A4" w:rsidRPr="00E750A4" w:rsidRDefault="00E750A4" w:rsidP="00E750A4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Reducing the model.</w:t>
      </w:r>
    </w:p>
    <w:p w14:paraId="4300253E" w14:textId="77777777" w:rsidR="00E750A4" w:rsidRDefault="00E750A4" w:rsidP="00E750A4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7A18CD1" w14:textId="1BCE8E93" w:rsidR="00E750A4" w:rsidRDefault="001150F5" w:rsidP="00E750A4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68B1174D" wp14:editId="246168BD">
                <wp:simplePos x="0" y="0"/>
                <wp:positionH relativeFrom="column">
                  <wp:posOffset>318347</wp:posOffset>
                </wp:positionH>
                <wp:positionV relativeFrom="paragraph">
                  <wp:posOffset>13758</wp:posOffset>
                </wp:positionV>
                <wp:extent cx="5297170" cy="582295"/>
                <wp:effectExtent l="0" t="0" r="0" b="1905"/>
                <wp:wrapNone/>
                <wp:docPr id="2012601299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582295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7EF716" id="Rounded Rectangle 33" o:spid="_x0000_s1026" style="position:absolute;margin-left:25.05pt;margin-top:1.1pt;width:417.1pt;height:45.85pt;z-index:-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C4FBCC5" wp14:editId="303CE851">
                <wp:simplePos x="0" y="0"/>
                <wp:positionH relativeFrom="column">
                  <wp:posOffset>399627</wp:posOffset>
                </wp:positionH>
                <wp:positionV relativeFrom="paragraph">
                  <wp:posOffset>34078</wp:posOffset>
                </wp:positionV>
                <wp:extent cx="5077460" cy="562187"/>
                <wp:effectExtent l="0" t="0" r="0" b="0"/>
                <wp:wrapNone/>
                <wp:docPr id="18816499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62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B015E" w14:textId="45958D6F" w:rsidR="00E750A4" w:rsidRPr="009801F6" w:rsidRDefault="00E750A4" w:rsidP="00E750A4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E33C6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Examine the </w:t>
                            </w:r>
                            <w:r w:rsidR="00F177A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p-values in the </w:t>
                            </w:r>
                            <w:r w:rsidR="00E33C6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Effect Summary table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F177A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Remove </w:t>
                            </w:r>
                            <w:r w:rsidR="001150F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any terms with a non-significant p-values (at the 0.10 level)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F177A5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FBCC5" id="_x0000_s1034" type="#_x0000_t202" style="position:absolute;margin-left:31.45pt;margin-top:2.7pt;width:399.8pt;height:4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" filled="f" stroked="f" strokeweight=".5pt">
                <v:textbox>
                  <w:txbxContent>
                    <w:p w14:paraId="280B015E" w14:textId="45958D6F" w:rsidR="00E750A4" w:rsidRPr="009801F6" w:rsidRDefault="00E750A4" w:rsidP="00E750A4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E33C6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Examine the </w:t>
                      </w:r>
                      <w:r w:rsidR="00F177A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p-values in the </w:t>
                      </w:r>
                      <w:r w:rsidR="00E33C6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Effect Summary table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F177A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Remove </w:t>
                      </w:r>
                      <w:r w:rsidR="001150F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any terms with a non-significant p-values (at the 0.10 level)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F177A5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BA43134" w14:textId="77777777" w:rsidR="00E750A4" w:rsidRDefault="00E750A4" w:rsidP="00E750A4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4450F831" w14:textId="77777777" w:rsidR="00F177A5" w:rsidRPr="001150F5" w:rsidRDefault="00F177A5" w:rsidP="001150F5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714E45E4" w14:textId="2AF7C845" w:rsidR="00F177A5" w:rsidRPr="00E750A4" w:rsidRDefault="00AB425A" w:rsidP="00F177A5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Display the equation for the model (numeric formula and visualizations).</w:t>
      </w:r>
      <w:r w:rsidR="005A27E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Can you provide a simple interpretation of the effect each variable has on Yield using this equation</w:t>
      </w:r>
      <w:r w:rsidR="006A482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C97E7B">
        <w:rPr>
          <w:rFonts w:ascii="Aptos Light" w:hAnsi="Aptos Light" w:cs="Avenir Book"/>
          <w:color w:val="262626" w:themeColor="text1" w:themeTint="D9"/>
          <w:sz w:val="22"/>
          <w:szCs w:val="22"/>
        </w:rPr>
        <w:t>and/</w:t>
      </w:r>
      <w:r w:rsidR="006A4822">
        <w:rPr>
          <w:rFonts w:ascii="Aptos Light" w:hAnsi="Aptos Light" w:cs="Avenir Book"/>
          <w:color w:val="262626" w:themeColor="text1" w:themeTint="D9"/>
          <w:sz w:val="22"/>
          <w:szCs w:val="22"/>
        </w:rPr>
        <w:t>or the visualizations?</w:t>
      </w:r>
    </w:p>
    <w:p w14:paraId="62DC30B7" w14:textId="77777777" w:rsidR="00F177A5" w:rsidRDefault="00F177A5" w:rsidP="00F177A5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445C41B" w14:textId="71DB742A" w:rsidR="00F177A5" w:rsidRDefault="00AB425A" w:rsidP="00F177A5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4076D169" wp14:editId="229E89FD">
                <wp:simplePos x="0" y="0"/>
                <wp:positionH relativeFrom="column">
                  <wp:posOffset>318347</wp:posOffset>
                </wp:positionH>
                <wp:positionV relativeFrom="paragraph">
                  <wp:posOffset>14817</wp:posOffset>
                </wp:positionV>
                <wp:extent cx="5297170" cy="616373"/>
                <wp:effectExtent l="0" t="0" r="0" b="6350"/>
                <wp:wrapNone/>
                <wp:docPr id="184787266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16373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72F7F8" id="Rounded Rectangle 33" o:spid="_x0000_s1026" style="position:absolute;margin-left:25.05pt;margin-top:1.15pt;width:417.1pt;height:48.55pt;z-index:-2513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594E2E0" wp14:editId="7AF4D6B1">
                <wp:simplePos x="0" y="0"/>
                <wp:positionH relativeFrom="column">
                  <wp:posOffset>399627</wp:posOffset>
                </wp:positionH>
                <wp:positionV relativeFrom="paragraph">
                  <wp:posOffset>35137</wp:posOffset>
                </wp:positionV>
                <wp:extent cx="5077460" cy="562186"/>
                <wp:effectExtent l="0" t="0" r="0" b="0"/>
                <wp:wrapNone/>
                <wp:docPr id="1153908363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621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CC6AC8" w14:textId="05652352" w:rsidR="00F177A5" w:rsidRPr="009801F6" w:rsidRDefault="00F177A5" w:rsidP="00F177A5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AB425A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Estimates &gt; Show Predicted Expression under top red triangle. Select Factor Profiling &gt; Profiler, and Factor Profiling &gt; Surface Profiler under the top red triangle.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4E2E0" id="_x0000_s1035" type="#_x0000_t202" style="position:absolute;margin-left:31.45pt;margin-top:2.75pt;width:399.8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" filled="f" stroked="f" strokeweight=".5pt">
                <v:textbox>
                  <w:txbxContent>
                    <w:p w14:paraId="49CC6AC8" w14:textId="05652352" w:rsidR="00F177A5" w:rsidRPr="009801F6" w:rsidRDefault="00F177A5" w:rsidP="00F177A5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AB425A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Estimates &gt; Show Predicted Expression under top red triangle. Select Factor Profiling &gt; Profiler, and Factor Profiling &gt; Surface Profiler under the top red triangle.</w:t>
                      </w:r>
                    </w:p>
                  </w:txbxContent>
                </v:textbox>
              </v:shape>
            </w:pict>
          </mc:Fallback>
        </mc:AlternateContent>
      </w:r>
    </w:p>
    <w:p w14:paraId="738121AA" w14:textId="77777777" w:rsidR="00F177A5" w:rsidRDefault="00F177A5" w:rsidP="00F177A5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425C377F" w14:textId="77777777" w:rsidR="00AB425A" w:rsidRPr="005A27EB" w:rsidRDefault="00AB425A" w:rsidP="005A27E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bookmarkStart w:id="56" w:name="OLE_LINK17"/>
      <w:bookmarkStart w:id="57" w:name="OLE_LINK18"/>
    </w:p>
    <w:p w14:paraId="66C9D9D4" w14:textId="662ED172" w:rsidR="00AB425A" w:rsidRPr="00E750A4" w:rsidRDefault="00AB425A" w:rsidP="004C7C2B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Examine the model’s fit</w:t>
      </w:r>
      <w:r w:rsidR="00545D16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explanation of the variation in the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data via </w:t>
      </w:r>
      <w:r w:rsidR="00545D16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 </w:t>
      </w:r>
      <w:r w:rsidR="006036B8">
        <w:rPr>
          <w:rFonts w:ascii="Aptos Light" w:hAnsi="Aptos Light" w:cs="Avenir Book"/>
          <w:color w:val="262626" w:themeColor="text1" w:themeTint="D9"/>
          <w:sz w:val="22"/>
          <w:szCs w:val="22"/>
        </w:rPr>
        <w:t>Actual vs Predicted plot</w:t>
      </w:r>
      <w:r w:rsidR="00E77574">
        <w:rPr>
          <w:rFonts w:ascii="Aptos Light" w:hAnsi="Aptos Light" w:cs="Avenir Book"/>
          <w:color w:val="262626" w:themeColor="text1" w:themeTint="D9"/>
          <w:sz w:val="22"/>
          <w:szCs w:val="22"/>
        </w:rPr>
        <w:t>, the RMSE,</w:t>
      </w:r>
      <w:r w:rsidR="00545D16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R-Squared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  <w:r w:rsidR="005A27E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Interpret </w:t>
      </w:r>
      <w:r w:rsidR="00E77574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these values </w:t>
      </w:r>
      <w:r w:rsidR="005A27EB">
        <w:rPr>
          <w:rFonts w:ascii="Aptos Light" w:hAnsi="Aptos Light" w:cs="Avenir Book"/>
          <w:color w:val="262626" w:themeColor="text1" w:themeTint="D9"/>
          <w:sz w:val="22"/>
          <w:szCs w:val="22"/>
        </w:rPr>
        <w:t>and compare to the One-Factor ANOVA model you created in Exercise 3</w:t>
      </w:r>
      <w:r w:rsidR="00D5536E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(Model 1)</w:t>
      </w:r>
      <w:r w:rsidR="005A27EB">
        <w:rPr>
          <w:rFonts w:ascii="Aptos Light" w:hAnsi="Aptos Light" w:cs="Avenir Book"/>
          <w:color w:val="262626" w:themeColor="text1" w:themeTint="D9"/>
          <w:sz w:val="22"/>
          <w:szCs w:val="22"/>
        </w:rPr>
        <w:t>. How much additional variation in Yield is this multiple variable regression model able to describe?</w:t>
      </w:r>
    </w:p>
    <w:p w14:paraId="68B679EC" w14:textId="77777777" w:rsidR="00AB425A" w:rsidRDefault="00AB425A" w:rsidP="00AB425A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B703FC1" w14:textId="60DE7A15" w:rsidR="00AB425A" w:rsidRDefault="00161CD8" w:rsidP="00AB425A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0FAA2662" wp14:editId="2859C8FF">
                <wp:simplePos x="0" y="0"/>
                <wp:positionH relativeFrom="column">
                  <wp:posOffset>318347</wp:posOffset>
                </wp:positionH>
                <wp:positionV relativeFrom="paragraph">
                  <wp:posOffset>13335</wp:posOffset>
                </wp:positionV>
                <wp:extent cx="5297170" cy="528320"/>
                <wp:effectExtent l="0" t="0" r="0" b="5080"/>
                <wp:wrapNone/>
                <wp:docPr id="1642845948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528320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0EA60A" id="Rounded Rectangle 33" o:spid="_x0000_s1026" style="position:absolute;margin-left:25.05pt;margin-top:1.05pt;width:417.1pt;height:41.6pt;z-index:-25134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A1E1525" wp14:editId="0970C5AB">
                <wp:simplePos x="0" y="0"/>
                <wp:positionH relativeFrom="column">
                  <wp:posOffset>399627</wp:posOffset>
                </wp:positionH>
                <wp:positionV relativeFrom="paragraph">
                  <wp:posOffset>33655</wp:posOffset>
                </wp:positionV>
                <wp:extent cx="5077460" cy="440267"/>
                <wp:effectExtent l="0" t="0" r="0" b="0"/>
                <wp:wrapNone/>
                <wp:docPr id="1488032821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440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81AA58" w14:textId="3B158881" w:rsidR="00AB425A" w:rsidRPr="009801F6" w:rsidRDefault="00AB425A" w:rsidP="00AB425A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Select </w:t>
                            </w:r>
                            <w:r w:rsidR="005A27E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Row Diagnostics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&gt; </w:t>
                            </w:r>
                            <w:r w:rsidR="005A27E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Plot Actual by Predicted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under top red triangle.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E1525" id="_x0000_s1036" type="#_x0000_t202" style="position:absolute;margin-left:31.45pt;margin-top:2.65pt;width:399.8pt;height:34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" filled="f" stroked="f" strokeweight=".5pt">
                <v:textbox>
                  <w:txbxContent>
                    <w:p w14:paraId="0E81AA58" w14:textId="3B158881" w:rsidR="00AB425A" w:rsidRPr="009801F6" w:rsidRDefault="00AB425A" w:rsidP="00AB425A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</w:t>
                      </w:r>
                      <w:r w:rsidR="005A27E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Row Diagnostics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&gt; </w:t>
                      </w:r>
                      <w:r w:rsidR="005A27E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Plot Actual by Predicted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under top red triangle. </w:t>
                      </w:r>
                    </w:p>
                  </w:txbxContent>
                </v:textbox>
              </v:shape>
            </w:pict>
          </mc:Fallback>
        </mc:AlternateContent>
      </w:r>
    </w:p>
    <w:p w14:paraId="5C4AB3F7" w14:textId="77777777" w:rsidR="00AB425A" w:rsidRDefault="00AB425A" w:rsidP="00AB425A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14EDB8B" w14:textId="77777777" w:rsidR="004C7C2B" w:rsidRDefault="004C7C2B" w:rsidP="004C7C2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9491553" w14:textId="614E91A6" w:rsidR="004C7C2B" w:rsidRDefault="008C7A7E" w:rsidP="004C7C2B">
      <w:pPr>
        <w:pStyle w:val="ListParagraph"/>
        <w:numPr>
          <w:ilvl w:val="0"/>
          <w:numId w:val="47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Conduct a set of statistical tests comparing each </w:t>
      </w:r>
      <w:r w:rsidR="00E77574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pairwise difference of the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three 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s</w:t>
      </w:r>
      <w:r w:rsidR="0037725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r w:rsidR="000A1E8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Compare </w:t>
      </w:r>
      <w:r w:rsidR="0037725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 p-values to </w:t>
      </w:r>
      <w:r w:rsidR="000A1E8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 results for the multiple comparison analysis using </w:t>
      </w:r>
      <w:r w:rsidR="00F469B6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this model to </w:t>
      </w:r>
      <w:r w:rsidR="00F20D7F">
        <w:rPr>
          <w:rFonts w:ascii="Aptos Light" w:hAnsi="Aptos Light" w:cs="Avenir Book"/>
          <w:color w:val="262626" w:themeColor="text1" w:themeTint="D9"/>
          <w:sz w:val="22"/>
          <w:szCs w:val="22"/>
        </w:rPr>
        <w:t>Model 1</w:t>
      </w:r>
      <w:r w:rsidR="000A1E8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? </w:t>
      </w:r>
      <w:r w:rsidR="006E66C6">
        <w:rPr>
          <w:rFonts w:ascii="Aptos Light" w:hAnsi="Aptos Light" w:cs="Avenir Book"/>
          <w:color w:val="262626" w:themeColor="text1" w:themeTint="D9"/>
          <w:sz w:val="22"/>
          <w:szCs w:val="22"/>
        </w:rPr>
        <w:t>Have you been able to reach any new conclusions using a model that now accounts for the effect of t</w:t>
      </w:r>
      <w:r w:rsidR="00E77574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he </w:t>
      </w:r>
      <w:r w:rsidR="006E66C6">
        <w:rPr>
          <w:rFonts w:ascii="Aptos Light" w:hAnsi="Aptos Light" w:cs="Avenir Book"/>
          <w:color w:val="262626" w:themeColor="text1" w:themeTint="D9"/>
          <w:sz w:val="22"/>
          <w:szCs w:val="22"/>
        </w:rPr>
        <w:t>growing condition variables?</w:t>
      </w:r>
      <w:r w:rsidR="0037725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Examine the Confidence Intervals for the means of each group as well as for each pairwise comparison</w:t>
      </w:r>
      <w:r w:rsidR="00D575F9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Explain why these intervals are </w:t>
      </w:r>
      <w:r w:rsidR="006E66C6">
        <w:rPr>
          <w:rFonts w:ascii="Aptos Light" w:hAnsi="Aptos Light" w:cs="Avenir Book"/>
          <w:color w:val="262626" w:themeColor="text1" w:themeTint="D9"/>
          <w:sz w:val="22"/>
          <w:szCs w:val="22"/>
        </w:rPr>
        <w:t>narrower</w:t>
      </w:r>
      <w:r w:rsidR="00D575F9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than those from Exercise 3.</w:t>
      </w:r>
    </w:p>
    <w:p w14:paraId="13C3E2FA" w14:textId="77777777" w:rsidR="004C7C2B" w:rsidRDefault="004C7C2B" w:rsidP="004C7C2B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CE75D3F" w14:textId="440D5196" w:rsidR="004C7C2B" w:rsidRDefault="004C7C2B" w:rsidP="004C7C2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9DC8A7F" wp14:editId="0BCFF597">
                <wp:simplePos x="0" y="0"/>
                <wp:positionH relativeFrom="column">
                  <wp:posOffset>399415</wp:posOffset>
                </wp:positionH>
                <wp:positionV relativeFrom="paragraph">
                  <wp:posOffset>35560</wp:posOffset>
                </wp:positionV>
                <wp:extent cx="5077460" cy="704215"/>
                <wp:effectExtent l="0" t="0" r="0" b="0"/>
                <wp:wrapNone/>
                <wp:docPr id="54741228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704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064C8" w14:textId="42A2A46D" w:rsidR="004C7C2B" w:rsidRDefault="004C7C2B" w:rsidP="004C7C2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Select </w:t>
                            </w:r>
                            <w:r w:rsidR="00377258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Model Comparisons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under top red triangle. </w:t>
                            </w:r>
                            <w:r w:rsidR="005F64B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Ensure the variable chosen for the analysis is 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 w:rsidR="005F64B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377258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to Show Least Squares Means Plot and All Pairwise Comparisons – Student’s t.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C8A7F" id="Text Box 23" o:spid="_x0000_s1037" type="#_x0000_t202" style="position:absolute;margin-left:31.45pt;margin-top:2.8pt;width:399.8pt;height:55.4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" filled="f" stroked="f" strokeweight=".5pt">
                <v:textbox>
                  <w:txbxContent>
                    <w:p w14:paraId="1C5064C8" w14:textId="42A2A46D" w:rsidR="004C7C2B" w:rsidRDefault="004C7C2B" w:rsidP="004C7C2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Select </w:t>
                      </w:r>
                      <w:r w:rsidR="00377258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Model Comparisons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under top red triangle. </w:t>
                      </w:r>
                      <w:r w:rsidR="005F64B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Ensure the variable chosen for the analysis is 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 w:rsidR="005F64B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377258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to Show Least Squares Means Plot and All Pairwise Comparisons – Student’s 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1" locked="0" layoutInCell="1" allowOverlap="1" wp14:anchorId="4CBA25FE" wp14:editId="725BAC19">
                <wp:simplePos x="0" y="0"/>
                <wp:positionH relativeFrom="column">
                  <wp:posOffset>318135</wp:posOffset>
                </wp:positionH>
                <wp:positionV relativeFrom="paragraph">
                  <wp:posOffset>15240</wp:posOffset>
                </wp:positionV>
                <wp:extent cx="5297170" cy="758825"/>
                <wp:effectExtent l="0" t="0" r="0" b="3175"/>
                <wp:wrapNone/>
                <wp:docPr id="676800466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58190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FB34A" id="Rounded Rectangle 22" o:spid="_x0000_s1026" style="position:absolute;margin-left:25.05pt;margin-top:1.2pt;width:417.1pt;height:5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" fillcolor="#f2f2f2 [3052]" stroked="f" strokeweight=".25pt">
                <v:stroke joinstyle="miter"/>
              </v:roundrect>
            </w:pict>
          </mc:Fallback>
        </mc:AlternateContent>
      </w:r>
    </w:p>
    <w:p w14:paraId="32F11E38" w14:textId="77777777" w:rsidR="004C7C2B" w:rsidRDefault="004C7C2B" w:rsidP="004C7C2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bookmarkEnd w:id="52"/>
    <w:bookmarkEnd w:id="53"/>
    <w:p w14:paraId="6C4A7ACD" w14:textId="77777777" w:rsidR="00EA50CE" w:rsidRDefault="00EA50CE" w:rsidP="004C7C2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143A5421" w14:textId="77777777" w:rsidR="00C97E7B" w:rsidRDefault="00C97E7B" w:rsidP="00C97E7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bookmarkStart w:id="58" w:name="OLE_LINK24"/>
      <w:bookmarkStart w:id="59" w:name="OLE_LINK27"/>
    </w:p>
    <w:p w14:paraId="1CBA202D" w14:textId="10EE9112" w:rsidR="00C97E7B" w:rsidRDefault="00BD23C7" w:rsidP="00C97E7B">
      <w:pPr>
        <w:pStyle w:val="ListParagraph"/>
        <w:numPr>
          <w:ilvl w:val="0"/>
          <w:numId w:val="56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bookmarkStart w:id="60" w:name="OLE_LINK34"/>
      <w:bookmarkStart w:id="61" w:name="OLE_LINK35"/>
      <w:r>
        <w:rPr>
          <w:rFonts w:ascii="Aptos Light" w:hAnsi="Aptos Light" w:cs="Avenir Book"/>
          <w:color w:val="262626" w:themeColor="text1" w:themeTint="D9"/>
          <w:sz w:val="22"/>
          <w:szCs w:val="22"/>
        </w:rPr>
        <w:lastRenderedPageBreak/>
        <w:t>Evaluate the assumptions of homogeneity of variance and normal distribution of the model’s error term.</w:t>
      </w:r>
      <w:r w:rsidR="00C97E7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Is there any cause for concern? Are there any unusual and/or highly influential data values?</w:t>
      </w:r>
    </w:p>
    <w:p w14:paraId="2B711BF1" w14:textId="77777777" w:rsidR="00C97E7B" w:rsidRDefault="00C97E7B" w:rsidP="00C97E7B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2D49ABDE" w14:textId="16792133" w:rsidR="00C97E7B" w:rsidRDefault="00D800A3" w:rsidP="00C97E7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853E417" wp14:editId="43927B43">
                <wp:simplePos x="0" y="0"/>
                <wp:positionH relativeFrom="column">
                  <wp:posOffset>447040</wp:posOffset>
                </wp:positionH>
                <wp:positionV relativeFrom="paragraph">
                  <wp:posOffset>72391</wp:posOffset>
                </wp:positionV>
                <wp:extent cx="5077460" cy="548640"/>
                <wp:effectExtent l="0" t="0" r="0" b="0"/>
                <wp:wrapNone/>
                <wp:docPr id="427271119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F6F92" w14:textId="76308D77" w:rsidR="00C75C8F" w:rsidRPr="009801F6" w:rsidRDefault="00C75C8F" w:rsidP="00C75C8F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Under the top red triangle, select ‘Plot Residuals by Predicted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 and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‘Plot Residual by Normal Quantile’ in the Row Diagnostics sub menu. 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3E417" id="_x0000_s1038" type="#_x0000_t202" style="position:absolute;margin-left:35.2pt;margin-top:5.7pt;width:399.8pt;height:43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" filled="f" stroked="f" strokeweight=".5pt">
                <v:textbox>
                  <w:txbxContent>
                    <w:p w14:paraId="580F6F92" w14:textId="76308D77" w:rsidR="00C75C8F" w:rsidRPr="009801F6" w:rsidRDefault="00C75C8F" w:rsidP="00C75C8F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Under the top red triangle, select ‘Plot Residuals by Predicted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 and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‘Plot Residual by Normal Quantile’ in the Row Diagnostics sub menu.  </w:t>
                      </w:r>
                    </w:p>
                  </w:txbxContent>
                </v:textbox>
              </v:shape>
            </w:pict>
          </mc:Fallback>
        </mc:AlternateContent>
      </w:r>
      <w:r w:rsidR="00C75C8F"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7C7A9195" wp14:editId="3FFB57ED">
                <wp:simplePos x="0" y="0"/>
                <wp:positionH relativeFrom="column">
                  <wp:posOffset>318347</wp:posOffset>
                </wp:positionH>
                <wp:positionV relativeFrom="paragraph">
                  <wp:posOffset>18203</wp:posOffset>
                </wp:positionV>
                <wp:extent cx="5297170" cy="663787"/>
                <wp:effectExtent l="0" t="0" r="0" b="0"/>
                <wp:wrapNone/>
                <wp:docPr id="140543190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63787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F716FC" id="Rounded Rectangle 22" o:spid="_x0000_s1026" style="position:absolute;margin-left:25.05pt;margin-top:1.45pt;width:417.1pt;height:52.2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" fillcolor="#f2f2f2 [3052]" stroked="f" strokeweight=".25pt">
                <v:stroke joinstyle="miter"/>
              </v:roundrect>
            </w:pict>
          </mc:Fallback>
        </mc:AlternateContent>
      </w:r>
    </w:p>
    <w:p w14:paraId="7E5329C7" w14:textId="77777777" w:rsidR="00C97E7B" w:rsidRDefault="00C97E7B" w:rsidP="00C97E7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bookmarkEnd w:id="60"/>
    <w:bookmarkEnd w:id="61"/>
    <w:p w14:paraId="3E602AE7" w14:textId="77777777" w:rsidR="00434217" w:rsidRDefault="00434217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2D6962BB" w14:textId="77777777" w:rsidR="00C75C8F" w:rsidRPr="009801F6" w:rsidRDefault="00C75C8F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A5AADEC" w14:textId="48911811" w:rsidR="00434217" w:rsidRDefault="00434217" w:rsidP="00434217">
      <w:pPr>
        <w:pStyle w:val="ListParagraph"/>
        <w:numPr>
          <w:ilvl w:val="0"/>
          <w:numId w:val="40"/>
        </w:numPr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 w:rsidRPr="00434217"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 xml:space="preserve">Model </w:t>
      </w:r>
      <w:r w:rsidR="000957CE"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>3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Create a multiple regression model starting off with 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all the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main effects and two-factor interactions of </w:t>
      </w:r>
      <w:r w:rsidR="00761E2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 w:rsidR="00761E2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all the 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growing conditions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variables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 final model will be the result of 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performing </w:t>
      </w:r>
      <w:r w:rsidR="00D74FF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Stepwise 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>Backward Elimination</w:t>
      </w:r>
      <w:r w:rsidR="00D74FF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using an 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automated tool in JMP that </w:t>
      </w:r>
      <w:r w:rsidR="00E61A72">
        <w:rPr>
          <w:rFonts w:ascii="Aptos Light" w:hAnsi="Aptos Light" w:cs="Avenir Book"/>
          <w:color w:val="262626" w:themeColor="text1" w:themeTint="D9"/>
          <w:sz w:val="22"/>
          <w:szCs w:val="22"/>
        </w:rPr>
        <w:t>removes</w:t>
      </w:r>
      <w:r w:rsidR="00761E2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insignificant </w:t>
      </w:r>
      <w:r w:rsidR="00E61A72">
        <w:rPr>
          <w:rFonts w:ascii="Aptos Light" w:hAnsi="Aptos Light" w:cs="Avenir Book"/>
          <w:color w:val="262626" w:themeColor="text1" w:themeTint="D9"/>
          <w:sz w:val="22"/>
          <w:szCs w:val="22"/>
        </w:rPr>
        <w:t>terms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based upon a p-value criteria </w:t>
      </w:r>
      <w:r w:rsidR="00C33F94">
        <w:rPr>
          <w:rFonts w:ascii="Aptos Light" w:hAnsi="Aptos Light" w:cs="Avenir Book"/>
          <w:color w:val="262626" w:themeColor="text1" w:themeTint="D9"/>
          <w:sz w:val="22"/>
          <w:szCs w:val="22"/>
        </w:rPr>
        <w:t>you’ll</w:t>
      </w:r>
      <w:r w:rsidR="00DB31C7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specify.</w:t>
      </w:r>
    </w:p>
    <w:p w14:paraId="53CEED95" w14:textId="77777777" w:rsidR="00434217" w:rsidRDefault="00434217" w:rsidP="00434217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47D4578" w14:textId="4023BEEF" w:rsidR="00434217" w:rsidRPr="00E750A4" w:rsidRDefault="00754787" w:rsidP="00434217">
      <w:pPr>
        <w:pStyle w:val="ListParagraph"/>
        <w:numPr>
          <w:ilvl w:val="1"/>
          <w:numId w:val="40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Launch Stepwise platform</w:t>
      </w:r>
      <w:r w:rsidR="00434217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</w:p>
    <w:p w14:paraId="14DEEC5B" w14:textId="77777777" w:rsidR="00434217" w:rsidRDefault="00434217" w:rsidP="00434217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471E17C7" w14:textId="77C3C382" w:rsidR="00434217" w:rsidRDefault="00B378D0" w:rsidP="00434217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1CE4B4B" wp14:editId="16E32B39">
                <wp:simplePos x="0" y="0"/>
                <wp:positionH relativeFrom="column">
                  <wp:posOffset>318347</wp:posOffset>
                </wp:positionH>
                <wp:positionV relativeFrom="paragraph">
                  <wp:posOffset>16087</wp:posOffset>
                </wp:positionV>
                <wp:extent cx="5297170" cy="914400"/>
                <wp:effectExtent l="0" t="0" r="0" b="0"/>
                <wp:wrapNone/>
                <wp:docPr id="1077318244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914400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21CE73" id="Rounded Rectangle 33" o:spid="_x0000_s1026" style="position:absolute;margin-left:25.05pt;margin-top:1.25pt;width:417.1pt;height:1in;z-index:-2513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0E78A1" wp14:editId="22D117ED">
                <wp:simplePos x="0" y="0"/>
                <wp:positionH relativeFrom="column">
                  <wp:posOffset>399627</wp:posOffset>
                </wp:positionH>
                <wp:positionV relativeFrom="paragraph">
                  <wp:posOffset>36407</wp:posOffset>
                </wp:positionV>
                <wp:extent cx="5077460" cy="833120"/>
                <wp:effectExtent l="0" t="0" r="0" b="0"/>
                <wp:wrapNone/>
                <wp:docPr id="527330378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833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54371" w14:textId="0B7B25B9" w:rsidR="00434217" w:rsidRPr="009801F6" w:rsidRDefault="00434217" w:rsidP="00434217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Analyze &gt; Fit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Model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Choose the variable ‘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Yield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for the Y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Highlight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‘Seed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 w:rsidR="00496BB1"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</w:t>
                            </w:r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, ‘Soil Quality</w:t>
                            </w:r>
                            <w:proofErr w:type="gramStart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‘Fertilizer</w:t>
                            </w:r>
                            <w:proofErr w:type="gramStart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‘% Sun</w:t>
                            </w:r>
                            <w:proofErr w:type="gramStart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‘Rainfall</w:t>
                            </w:r>
                            <w:proofErr w:type="gramStart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r w:rsidR="00754787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and</w:t>
                            </w:r>
                            <w:proofErr w:type="gramEnd"/>
                            <w:r w:rsidR="00496BB1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‘Irrigations’ </w:t>
                            </w:r>
                            <w:r w:rsidR="00754787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and select Factorial to Degree under the Macro drop down menu. This will specify a model will all the main effects and possible two-factor interactions. Under Personality, choose Stepwise.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Click Run.</w:t>
                            </w:r>
                            <w:r w:rsidR="00754787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78A1" id="_x0000_s1039" type="#_x0000_t202" style="position:absolute;margin-left:31.45pt;margin-top:2.85pt;width:399.8pt;height:6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" filled="f" stroked="f" strokeweight=".5pt">
                <v:textbox>
                  <w:txbxContent>
                    <w:p w14:paraId="33854371" w14:textId="0B7B25B9" w:rsidR="00434217" w:rsidRPr="009801F6" w:rsidRDefault="00434217" w:rsidP="00434217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Analyze &gt; Fit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Model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Choose the variable ‘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Yield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for the Y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Highlight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‘Seed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 w:rsidR="00496BB1"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</w:t>
                      </w:r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, ‘Soil Quality</w:t>
                      </w:r>
                      <w:proofErr w:type="gramStart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‘Fertilizer</w:t>
                      </w:r>
                      <w:proofErr w:type="gramStart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‘% Sun</w:t>
                      </w:r>
                      <w:proofErr w:type="gramStart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‘Rainfall</w:t>
                      </w:r>
                      <w:proofErr w:type="gramStart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r w:rsidR="00754787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and</w:t>
                      </w:r>
                      <w:proofErr w:type="gramEnd"/>
                      <w:r w:rsidR="00496BB1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‘Irrigations’ </w:t>
                      </w:r>
                      <w:r w:rsidR="00754787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and select Factorial to Degree under the Macro drop down menu. This will specify a model will all the main effects and possible two-factor interactions. Under Personality, choose Stepwise.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Click Run.</w:t>
                      </w:r>
                      <w:r w:rsidR="00754787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8831A63" w14:textId="77777777" w:rsidR="00434217" w:rsidRDefault="00434217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89833CA" w14:textId="77777777" w:rsidR="00434217" w:rsidRDefault="00434217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42B20EF5" w14:textId="77777777" w:rsidR="00434217" w:rsidRPr="00B378D0" w:rsidRDefault="00434217" w:rsidP="00B378D0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99D5231" w14:textId="7FAD384E" w:rsidR="00754787" w:rsidRPr="00E750A4" w:rsidRDefault="00754787" w:rsidP="00754787">
      <w:pPr>
        <w:pStyle w:val="ListParagraph"/>
        <w:numPr>
          <w:ilvl w:val="1"/>
          <w:numId w:val="40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Reduce </w:t>
      </w:r>
      <w:r w:rsidR="00D0007A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 </w:t>
      </w:r>
      <w:r w:rsidR="002B4B73">
        <w:rPr>
          <w:rFonts w:ascii="Aptos Light" w:hAnsi="Aptos Light" w:cs="Avenir Book"/>
          <w:color w:val="262626" w:themeColor="text1" w:themeTint="D9"/>
          <w:sz w:val="22"/>
          <w:szCs w:val="22"/>
        </w:rPr>
        <w:t>m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odel.</w:t>
      </w:r>
    </w:p>
    <w:p w14:paraId="1C7D94F6" w14:textId="77777777" w:rsidR="00434217" w:rsidRDefault="00434217" w:rsidP="00434217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8C862B5" w14:textId="69E90916" w:rsidR="00434217" w:rsidRDefault="00B378D0" w:rsidP="00434217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5A2ECAF" wp14:editId="3D7C549A">
                <wp:simplePos x="0" y="0"/>
                <wp:positionH relativeFrom="column">
                  <wp:posOffset>318347</wp:posOffset>
                </wp:positionH>
                <wp:positionV relativeFrom="paragraph">
                  <wp:posOffset>12700</wp:posOffset>
                </wp:positionV>
                <wp:extent cx="5297170" cy="1131147"/>
                <wp:effectExtent l="0" t="0" r="0" b="0"/>
                <wp:wrapNone/>
                <wp:docPr id="234214497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131147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01D9FF" id="Rounded Rectangle 33" o:spid="_x0000_s1026" style="position:absolute;margin-left:25.05pt;margin-top:1pt;width:417.1pt;height:89.05pt;z-index:-2513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" fillcolor="#f2f2f2 [3052]" stroked="f" strokeweight=".25pt">
                <v:stroke joinstyle="miter"/>
              </v:roundrect>
            </w:pict>
          </mc:Fallback>
        </mc:AlternateContent>
      </w:r>
      <w:r w:rsidR="003D695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72AE39" wp14:editId="18B32B4B">
                <wp:simplePos x="0" y="0"/>
                <wp:positionH relativeFrom="column">
                  <wp:posOffset>399627</wp:posOffset>
                </wp:positionH>
                <wp:positionV relativeFrom="paragraph">
                  <wp:posOffset>30691</wp:posOffset>
                </wp:positionV>
                <wp:extent cx="5124450" cy="961813"/>
                <wp:effectExtent l="0" t="0" r="0" b="0"/>
                <wp:wrapNone/>
                <wp:docPr id="31831784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0" cy="9618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A2DDB" w14:textId="5531BEC6" w:rsidR="00434217" w:rsidRPr="009801F6" w:rsidRDefault="00434217" w:rsidP="00434217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B378D0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In the Stepwise report, select Enter All. </w:t>
                            </w:r>
                            <w:r w:rsidR="00D74F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All the possible model terms should </w:t>
                            </w:r>
                            <w:proofErr w:type="gramStart"/>
                            <w:r w:rsidR="00D74F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be have</w:t>
                            </w:r>
                            <w:proofErr w:type="gramEnd"/>
                            <w:r w:rsidR="00D74F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 check mark. 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Choose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p-value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Threshold for the Stopping Rule. Set the Prob to Leave at 0.10.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Backward for the Direction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Click the Step button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The two-factor interaction with the highest p-value will be removed</w:t>
                            </w:r>
                            <w:r w:rsidR="00D74FF3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first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Continue to click the Step button until it stops removing model terms.</w:t>
                            </w:r>
                            <w:r w:rsidR="003D695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Note: You can also choose Go and it will automate </w:t>
                            </w:r>
                            <w:r w:rsidR="003D695C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the full</w:t>
                            </w:r>
                            <w:r w:rsidR="001F07AB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reduction procedure.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2AE39" id="_x0000_s1040" type="#_x0000_t202" style="position:absolute;margin-left:31.45pt;margin-top:2.4pt;width:403.5pt;height:7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" filled="f" stroked="f" strokeweight=".5pt">
                <v:textbox>
                  <w:txbxContent>
                    <w:p w14:paraId="328A2DDB" w14:textId="5531BEC6" w:rsidR="00434217" w:rsidRPr="009801F6" w:rsidRDefault="00434217" w:rsidP="00434217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B378D0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In the Stepwise report, select Enter All. </w:t>
                      </w:r>
                      <w:r w:rsidR="00D74F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All the possible model terms should </w:t>
                      </w:r>
                      <w:proofErr w:type="gramStart"/>
                      <w:r w:rsidR="00D74F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be have</w:t>
                      </w:r>
                      <w:proofErr w:type="gramEnd"/>
                      <w:r w:rsidR="00D74F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 check mark. 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Choose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p-value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Threshold for the Stopping Rule. Set the Prob to Leave at 0.10.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Backward for the Direction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Click the Step button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The two-factor interaction with the highest p-value will be removed</w:t>
                      </w:r>
                      <w:r w:rsidR="00D74FF3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first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Continue to click the Step button until it stops removing model terms.</w:t>
                      </w:r>
                      <w:r w:rsidR="003D695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Note: You can also choose Go and it will automate </w:t>
                      </w:r>
                      <w:r w:rsidR="003D695C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the full</w:t>
                      </w:r>
                      <w:r w:rsidR="001F07AB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reduction procedure. </w:t>
                      </w:r>
                    </w:p>
                  </w:txbxContent>
                </v:textbox>
              </v:shape>
            </w:pict>
          </mc:Fallback>
        </mc:AlternateContent>
      </w:r>
    </w:p>
    <w:p w14:paraId="5A7F7C37" w14:textId="77777777" w:rsidR="00434217" w:rsidRDefault="00434217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67CD283D" w14:textId="77777777" w:rsidR="00434217" w:rsidRDefault="00434217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7401E4F" w14:textId="77777777" w:rsidR="00434217" w:rsidRDefault="00434217" w:rsidP="000800AF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75A2DE4" w14:textId="77777777" w:rsidR="00B378D0" w:rsidRDefault="00B378D0" w:rsidP="000800AF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202196F0" w14:textId="1D84712A" w:rsidR="000800AF" w:rsidRDefault="002B4B73" w:rsidP="000800AF">
      <w:pPr>
        <w:pStyle w:val="ListParagraph"/>
        <w:numPr>
          <w:ilvl w:val="1"/>
          <w:numId w:val="40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Create</w:t>
      </w:r>
      <w:r w:rsidR="000800A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the final m</w:t>
      </w:r>
      <w:r w:rsidR="000800AF">
        <w:rPr>
          <w:rFonts w:ascii="Aptos Light" w:hAnsi="Aptos Light" w:cs="Avenir Book"/>
          <w:color w:val="262626" w:themeColor="text1" w:themeTint="D9"/>
          <w:sz w:val="22"/>
          <w:szCs w:val="22"/>
        </w:rPr>
        <w:t>odel.</w:t>
      </w:r>
    </w:p>
    <w:p w14:paraId="30FD60C8" w14:textId="77777777" w:rsidR="002B4B73" w:rsidRDefault="002B4B73" w:rsidP="002B4B73">
      <w:pPr>
        <w:pStyle w:val="ListParagraph"/>
        <w:spacing w:after="120"/>
        <w:ind w:left="90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36FCCFC9" w14:textId="4F970317" w:rsidR="002B4B73" w:rsidRPr="00E750A4" w:rsidRDefault="005113C4" w:rsidP="002B4B73">
      <w:pPr>
        <w:pStyle w:val="ListParagraph"/>
        <w:spacing w:after="120"/>
        <w:ind w:left="90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5994555F" wp14:editId="16CEA1A9">
                <wp:simplePos x="0" y="0"/>
                <wp:positionH relativeFrom="column">
                  <wp:posOffset>365760</wp:posOffset>
                </wp:positionH>
                <wp:positionV relativeFrom="paragraph">
                  <wp:posOffset>47625</wp:posOffset>
                </wp:positionV>
                <wp:extent cx="5297170" cy="758613"/>
                <wp:effectExtent l="0" t="0" r="0" b="3810"/>
                <wp:wrapNone/>
                <wp:docPr id="1893636154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58613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A52224" id="Rounded Rectangle 33" o:spid="_x0000_s1026" style="position:absolute;margin-left:28.8pt;margin-top:3.75pt;width:417.1pt;height:59.75pt;z-index:-25132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" fillcolor="#f2f2f2 [3052]" stroked="f" strokeweight=".25pt">
                <v:stroke joinstyle="miter"/>
              </v:roundrect>
            </w:pict>
          </mc:Fallback>
        </mc:AlternateContent>
      </w:r>
      <w:r w:rsidR="007E55AE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10A7437" wp14:editId="1C0BDF1C">
                <wp:simplePos x="0" y="0"/>
                <wp:positionH relativeFrom="column">
                  <wp:posOffset>447040</wp:posOffset>
                </wp:positionH>
                <wp:positionV relativeFrom="paragraph">
                  <wp:posOffset>67945</wp:posOffset>
                </wp:positionV>
                <wp:extent cx="5077460" cy="663787"/>
                <wp:effectExtent l="0" t="0" r="0" b="0"/>
                <wp:wrapNone/>
                <wp:docPr id="1570330437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663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2CC12F" w14:textId="5F3397AC" w:rsidR="002B4B73" w:rsidRPr="009801F6" w:rsidRDefault="002B4B73" w:rsidP="002B4B73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Select </w:t>
                            </w:r>
                            <w:r w:rsidR="007E55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Make Model. You’ll be brought to the Fit Model platform with only the selected variables in the Model Effect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 w:rsidR="008D20D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window. Choose Minimal Report under Emphasis drop down.</w:t>
                            </w:r>
                            <w:r w:rsidR="005113C4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Click Run.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A7437" id="_x0000_s1041" type="#_x0000_t202" style="position:absolute;left:0;text-align:left;margin-left:35.2pt;margin-top:5.35pt;width:399.8pt;height:52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" filled="f" stroked="f" strokeweight=".5pt">
                <v:textbox>
                  <w:txbxContent>
                    <w:p w14:paraId="652CC12F" w14:textId="5F3397AC" w:rsidR="002B4B73" w:rsidRPr="009801F6" w:rsidRDefault="002B4B73" w:rsidP="002B4B73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</w:t>
                      </w:r>
                      <w:r w:rsidR="007E55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Make Model. You’ll be brought to the Fit Model platform with only the selected variables in the Model Effect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 w:rsidR="008D20D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window. Choose Minimal Report under Emphasis drop down.</w:t>
                      </w:r>
                      <w:r w:rsidR="005113C4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Click Run.</w:t>
                      </w:r>
                    </w:p>
                  </w:txbxContent>
                </v:textbox>
              </v:shape>
            </w:pict>
          </mc:Fallback>
        </mc:AlternateContent>
      </w:r>
    </w:p>
    <w:p w14:paraId="4906ACD7" w14:textId="456EFEDC" w:rsidR="000800AF" w:rsidRDefault="000800AF" w:rsidP="000800AF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9583447" w14:textId="77777777" w:rsidR="002B4B73" w:rsidRDefault="002B4B73" w:rsidP="000800AF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934FD2A" w14:textId="77777777" w:rsidR="007E55AE" w:rsidRDefault="007E55AE" w:rsidP="000800AF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429FA2A" w14:textId="77777777" w:rsidR="005113C4" w:rsidRPr="000800AF" w:rsidRDefault="005113C4" w:rsidP="000800AF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1D77AAA" w14:textId="339ACE9C" w:rsidR="00434217" w:rsidRPr="00E750A4" w:rsidRDefault="00434217" w:rsidP="00434217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lastRenderedPageBreak/>
        <w:t>Display the equation for the model (numeric formula and visualizations). Can you provide a simple interpretation of the effect each variable has on Yield using th</w:t>
      </w:r>
      <w:r w:rsidR="00603C21">
        <w:rPr>
          <w:rFonts w:ascii="Aptos Light" w:hAnsi="Aptos Light" w:cs="Avenir Book"/>
          <w:color w:val="262626" w:themeColor="text1" w:themeTint="D9"/>
          <w:sz w:val="22"/>
          <w:szCs w:val="22"/>
        </w:rPr>
        <w:t>e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equation </w:t>
      </w:r>
      <w:r w:rsidR="00603C21">
        <w:rPr>
          <w:rFonts w:ascii="Aptos Light" w:hAnsi="Aptos Light" w:cs="Avenir Book"/>
          <w:color w:val="262626" w:themeColor="text1" w:themeTint="D9"/>
          <w:sz w:val="22"/>
          <w:szCs w:val="22"/>
        </w:rPr>
        <w:t>and/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or visualizations?</w:t>
      </w:r>
    </w:p>
    <w:p w14:paraId="0289ADEB" w14:textId="77777777" w:rsidR="00434217" w:rsidRDefault="00434217" w:rsidP="00434217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76E1C1E5" w14:textId="77777777" w:rsidR="00434217" w:rsidRDefault="00434217" w:rsidP="00434217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70F88FCE" wp14:editId="0AB1B3EC">
                <wp:simplePos x="0" y="0"/>
                <wp:positionH relativeFrom="column">
                  <wp:posOffset>318347</wp:posOffset>
                </wp:positionH>
                <wp:positionV relativeFrom="paragraph">
                  <wp:posOffset>14817</wp:posOffset>
                </wp:positionV>
                <wp:extent cx="5297170" cy="616373"/>
                <wp:effectExtent l="0" t="0" r="0" b="6350"/>
                <wp:wrapNone/>
                <wp:docPr id="94976387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16373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1BDD14" id="Rounded Rectangle 33" o:spid="_x0000_s1026" style="position:absolute;margin-left:25.05pt;margin-top:1.15pt;width:417.1pt;height:48.55pt;z-index:-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E500F5E" wp14:editId="406A708D">
                <wp:simplePos x="0" y="0"/>
                <wp:positionH relativeFrom="column">
                  <wp:posOffset>399627</wp:posOffset>
                </wp:positionH>
                <wp:positionV relativeFrom="paragraph">
                  <wp:posOffset>35137</wp:posOffset>
                </wp:positionV>
                <wp:extent cx="5077460" cy="562186"/>
                <wp:effectExtent l="0" t="0" r="0" b="0"/>
                <wp:wrapNone/>
                <wp:docPr id="1392453989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621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4A348D" w14:textId="77777777" w:rsidR="00434217" w:rsidRPr="009801F6" w:rsidRDefault="00434217" w:rsidP="00434217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Estimates &gt; Show Predicted Expression under top red triangle. Select Factor Profiling &gt; Profiler, and Factor Profiling &gt; Surface Profiler under the top red triangle.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00F5E" id="_x0000_s1042" type="#_x0000_t202" style="position:absolute;margin-left:31.45pt;margin-top:2.75pt;width:399.8pt;height:4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" filled="f" stroked="f" strokeweight=".5pt">
                <v:textbox>
                  <w:txbxContent>
                    <w:p w14:paraId="064A348D" w14:textId="77777777" w:rsidR="00434217" w:rsidRPr="009801F6" w:rsidRDefault="00434217" w:rsidP="00434217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Estimates &gt; Show Predicted Expression under top red triangle. Select Factor Profiling &gt; Profiler, and Factor Profiling &gt; Surface Profiler under the top red triangle.</w:t>
                      </w:r>
                    </w:p>
                  </w:txbxContent>
                </v:textbox>
              </v:shape>
            </w:pict>
          </mc:Fallback>
        </mc:AlternateContent>
      </w:r>
    </w:p>
    <w:p w14:paraId="4DD870DE" w14:textId="77777777" w:rsidR="00434217" w:rsidRDefault="00434217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36EDD07" w14:textId="77777777" w:rsidR="00434217" w:rsidRPr="005A27EB" w:rsidRDefault="00434217" w:rsidP="00434217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F2209FE" w14:textId="67060FB0" w:rsidR="00434217" w:rsidRPr="00E750A4" w:rsidRDefault="00434217" w:rsidP="00434217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Examine the model’s fit and explanation of the variation in the data via the Actual vs Predicted plot</w:t>
      </w:r>
      <w:r w:rsidR="008B3368">
        <w:rPr>
          <w:rFonts w:ascii="Aptos Light" w:hAnsi="Aptos Light" w:cs="Avenir Book"/>
          <w:color w:val="262626" w:themeColor="text1" w:themeTint="D9"/>
          <w:sz w:val="22"/>
          <w:szCs w:val="22"/>
        </w:rPr>
        <w:t>, RMSE,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R-Squared. Interpret the</w:t>
      </w:r>
      <w:r w:rsidR="008B336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se values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and compare </w:t>
      </w:r>
      <w:r w:rsidR="008B336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them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to </w:t>
      </w:r>
      <w:r w:rsidR="009F3E8D">
        <w:rPr>
          <w:rFonts w:ascii="Aptos Light" w:hAnsi="Aptos Light" w:cs="Avenir Book"/>
          <w:color w:val="262626" w:themeColor="text1" w:themeTint="D9"/>
          <w:sz w:val="22"/>
          <w:szCs w:val="22"/>
        </w:rPr>
        <w:t>the model in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Exercise </w:t>
      </w:r>
      <w:r w:rsidR="009F3E8D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7 (Model </w:t>
      </w:r>
      <w:r w:rsidR="00784FB9">
        <w:rPr>
          <w:rFonts w:ascii="Aptos Light" w:hAnsi="Aptos Light" w:cs="Avenir Book"/>
          <w:color w:val="262626" w:themeColor="text1" w:themeTint="D9"/>
          <w:sz w:val="22"/>
          <w:szCs w:val="22"/>
        </w:rPr>
        <w:t>2</w:t>
      </w:r>
      <w:r w:rsidR="009F3E8D">
        <w:rPr>
          <w:rFonts w:ascii="Aptos Light" w:hAnsi="Aptos Light" w:cs="Avenir Book"/>
          <w:color w:val="262626" w:themeColor="text1" w:themeTint="D9"/>
          <w:sz w:val="22"/>
          <w:szCs w:val="22"/>
        </w:rPr>
        <w:t>)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How much additional variation in Yield is this </w:t>
      </w:r>
      <w:r w:rsidR="008D5AC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more complex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model able to describe?</w:t>
      </w:r>
      <w:r w:rsidR="00CA1BE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Do you believe the additional variation this model </w:t>
      </w:r>
      <w:r w:rsidR="00565884">
        <w:rPr>
          <w:rFonts w:ascii="Aptos Light" w:hAnsi="Aptos Light" w:cs="Avenir Book"/>
          <w:color w:val="262626" w:themeColor="text1" w:themeTint="D9"/>
          <w:sz w:val="22"/>
          <w:szCs w:val="22"/>
        </w:rPr>
        <w:t>is describing</w:t>
      </w:r>
      <w:r w:rsidR="00CA1BE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justifies the added complexity?</w:t>
      </w:r>
    </w:p>
    <w:p w14:paraId="67E634CE" w14:textId="77777777" w:rsidR="00434217" w:rsidRDefault="00434217" w:rsidP="00434217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2FB6F00" w14:textId="77777777" w:rsidR="00117A9B" w:rsidRDefault="00117A9B" w:rsidP="00434217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584B362" w14:textId="0D4DEF7A" w:rsidR="00434217" w:rsidRDefault="009B3040" w:rsidP="00434217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E6C9E2C" wp14:editId="2C10C328">
                <wp:simplePos x="0" y="0"/>
                <wp:positionH relativeFrom="column">
                  <wp:posOffset>318347</wp:posOffset>
                </wp:positionH>
                <wp:positionV relativeFrom="paragraph">
                  <wp:posOffset>18203</wp:posOffset>
                </wp:positionV>
                <wp:extent cx="5297170" cy="460587"/>
                <wp:effectExtent l="0" t="0" r="0" b="0"/>
                <wp:wrapNone/>
                <wp:docPr id="1446653891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460587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A1E3CF" id="Rounded Rectangle 33" o:spid="_x0000_s1026" style="position:absolute;margin-left:25.05pt;margin-top:1.45pt;width:417.1pt;height:36.25pt;z-index:-25133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12873D" wp14:editId="585BA142">
                <wp:simplePos x="0" y="0"/>
                <wp:positionH relativeFrom="column">
                  <wp:posOffset>399627</wp:posOffset>
                </wp:positionH>
                <wp:positionV relativeFrom="paragraph">
                  <wp:posOffset>38524</wp:posOffset>
                </wp:positionV>
                <wp:extent cx="5077460" cy="392854"/>
                <wp:effectExtent l="0" t="0" r="0" b="0"/>
                <wp:wrapNone/>
                <wp:docPr id="1675733486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392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DC856" w14:textId="532CB815" w:rsidR="00434217" w:rsidRPr="009801F6" w:rsidRDefault="00434217" w:rsidP="00434217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Select Row Diagnostics &gt; Plot Actual by Predicted under top red triangle.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2873D" id="_x0000_s1043" type="#_x0000_t202" style="position:absolute;margin-left:31.45pt;margin-top:3.05pt;width:399.8pt;height:3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" filled="f" stroked="f" strokeweight=".5pt">
                <v:textbox>
                  <w:txbxContent>
                    <w:p w14:paraId="7F8DC856" w14:textId="532CB815" w:rsidR="00434217" w:rsidRPr="009801F6" w:rsidRDefault="00434217" w:rsidP="00434217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Row Diagnostics &gt; Plot Actual by Predicted under top red triangle. </w:t>
                      </w:r>
                    </w:p>
                  </w:txbxContent>
                </v:textbox>
              </v:shape>
            </w:pict>
          </mc:Fallback>
        </mc:AlternateContent>
      </w:r>
    </w:p>
    <w:p w14:paraId="3215606B" w14:textId="77777777" w:rsidR="00434217" w:rsidRDefault="00434217" w:rsidP="00434217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B484FB0" w14:textId="77777777" w:rsidR="00FD6460" w:rsidRPr="005A27EB" w:rsidRDefault="00FD6460" w:rsidP="00FD6460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77CF3DD0" w14:textId="352E06AE" w:rsidR="00434217" w:rsidRPr="00117A9B" w:rsidRDefault="00117A9B" w:rsidP="00117A9B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Examine the Confidence Intervals for the average Yield for each 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compare to those from Model 2. Are they much different? </w:t>
      </w:r>
      <w:r w:rsidR="00434217" w:rsidRPr="00FD646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Conduct a set of statistical tests comparing each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pairwise difference</w:t>
      </w:r>
      <w:r w:rsidR="00434217" w:rsidRPr="00FD646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Compare the p-values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and 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>Confidence Intervals for these comparisons</w:t>
      </w:r>
      <w:r w:rsidR="00434217"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to </w:t>
      </w:r>
      <w:r w:rsidR="006F12FF"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>Model 2</w:t>
      </w:r>
      <w:r w:rsidR="007A4A9A"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Are they much different? Do you feel this model has had a significant impact on the ability to compare and estimate the Yield between the three 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>s?</w:t>
      </w:r>
    </w:p>
    <w:p w14:paraId="64835403" w14:textId="7A0DDEB9" w:rsidR="00434217" w:rsidRDefault="00BA7B15" w:rsidP="00434217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0C6F0FD" wp14:editId="61EBFB8E">
                <wp:simplePos x="0" y="0"/>
                <wp:positionH relativeFrom="column">
                  <wp:posOffset>429260</wp:posOffset>
                </wp:positionH>
                <wp:positionV relativeFrom="paragraph">
                  <wp:posOffset>205105</wp:posOffset>
                </wp:positionV>
                <wp:extent cx="5077460" cy="704215"/>
                <wp:effectExtent l="0" t="0" r="0" b="0"/>
                <wp:wrapNone/>
                <wp:docPr id="401714247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704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8EC932" w14:textId="03B6BF0A" w:rsidR="005F64BB" w:rsidRDefault="005F64BB" w:rsidP="005F64B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Select Model Comparisons under top red triangle. Ensure the variable chosen for the analysis is 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Select to Show Least Squares Means Plot and All Pairwise Comparisons – Student’s t.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6F0FD" id="_x0000_s1044" type="#_x0000_t202" style="position:absolute;margin-left:33.8pt;margin-top:16.15pt;width:399.8pt;height:55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" filled="f" stroked="f" strokeweight=".5pt">
                <v:textbox>
                  <w:txbxContent>
                    <w:p w14:paraId="398EC932" w14:textId="03B6BF0A" w:rsidR="005F64BB" w:rsidRDefault="005F64BB" w:rsidP="005F64B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Select Model Comparisons under top red triangle. Ensure the variable chosen for the analysis is 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Select to Show Least Squares Means Plot and All Pairwise Comparisons – Student’s 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9B11926" wp14:editId="1800633E">
                <wp:simplePos x="0" y="0"/>
                <wp:positionH relativeFrom="column">
                  <wp:posOffset>347980</wp:posOffset>
                </wp:positionH>
                <wp:positionV relativeFrom="paragraph">
                  <wp:posOffset>184997</wp:posOffset>
                </wp:positionV>
                <wp:extent cx="5297170" cy="758825"/>
                <wp:effectExtent l="0" t="0" r="0" b="3175"/>
                <wp:wrapNone/>
                <wp:docPr id="1282593699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58825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951F30" id="Rounded Rectangle 22" o:spid="_x0000_s1026" style="position:absolute;margin-left:27.4pt;margin-top:14.55pt;width:417.1pt;height:59.75pt;z-index:-25130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</w:p>
    <w:p w14:paraId="1D3AF63F" w14:textId="77777777" w:rsidR="00434217" w:rsidRDefault="00434217" w:rsidP="0043421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bookmarkEnd w:id="11"/>
    <w:bookmarkEnd w:id="12"/>
    <w:bookmarkEnd w:id="13"/>
    <w:bookmarkEnd w:id="14"/>
    <w:bookmarkEnd w:id="15"/>
    <w:bookmarkEnd w:id="18"/>
    <w:bookmarkEnd w:id="19"/>
    <w:bookmarkEnd w:id="50"/>
    <w:bookmarkEnd w:id="51"/>
    <w:bookmarkEnd w:id="56"/>
    <w:bookmarkEnd w:id="57"/>
    <w:bookmarkEnd w:id="58"/>
    <w:bookmarkEnd w:id="59"/>
    <w:p w14:paraId="28749673" w14:textId="77777777" w:rsidR="00A5538C" w:rsidRDefault="00A5538C" w:rsidP="00A5538C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54659E57" w14:textId="77777777" w:rsidR="00BA7B15" w:rsidRDefault="00BA7B15" w:rsidP="00A5538C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6ECD14F1" w14:textId="77777777" w:rsidR="00BD18B7" w:rsidRDefault="00BD18B7" w:rsidP="00BD18B7">
      <w:pPr>
        <w:pStyle w:val="ListParagraph"/>
        <w:numPr>
          <w:ilvl w:val="0"/>
          <w:numId w:val="58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Evaluate the assumptions of homogeneity of variance and normal distribution of the model’s error term. Is there any cause for concern? Are there any unusual and/or highly influential data values?</w:t>
      </w:r>
    </w:p>
    <w:p w14:paraId="4CA948A7" w14:textId="77777777" w:rsidR="00BD18B7" w:rsidRDefault="00BD18B7" w:rsidP="00BD18B7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555061D" w14:textId="3B396E60" w:rsidR="00BD18B7" w:rsidRDefault="00BD18B7" w:rsidP="00BD18B7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E5482F7" wp14:editId="5A038899">
                <wp:simplePos x="0" y="0"/>
                <wp:positionH relativeFrom="column">
                  <wp:posOffset>447040</wp:posOffset>
                </wp:positionH>
                <wp:positionV relativeFrom="paragraph">
                  <wp:posOffset>91017</wp:posOffset>
                </wp:positionV>
                <wp:extent cx="5077460" cy="467360"/>
                <wp:effectExtent l="0" t="0" r="0" b="0"/>
                <wp:wrapNone/>
                <wp:docPr id="420774606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22E0A" w14:textId="1D8357C4" w:rsidR="00BD18B7" w:rsidRPr="009801F6" w:rsidRDefault="00BD18B7" w:rsidP="00BD18B7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Under the top red triangle, select ‘Plot Residuals by Predicted’ and ‘Plot Residual by Normal Quantile’ in the Row Diagnostics sub menu. 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482F7" id="_x0000_s1045" type="#_x0000_t202" style="position:absolute;margin-left:35.2pt;margin-top:7.15pt;width:399.8pt;height:36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" filled="f" stroked="f" strokeweight=".5pt">
                <v:textbox>
                  <w:txbxContent>
                    <w:p w14:paraId="3EA22E0A" w14:textId="1D8357C4" w:rsidR="00BD18B7" w:rsidRPr="009801F6" w:rsidRDefault="00BD18B7" w:rsidP="00BD18B7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Under the top red triangle, select ‘Plot Residuals by Predicted’ and ‘Plot Residual by Normal Quantile’ in the Row Diagnostics sub menu.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7710F871" wp14:editId="254C1D96">
                <wp:simplePos x="0" y="0"/>
                <wp:positionH relativeFrom="column">
                  <wp:posOffset>318347</wp:posOffset>
                </wp:positionH>
                <wp:positionV relativeFrom="paragraph">
                  <wp:posOffset>18203</wp:posOffset>
                </wp:positionV>
                <wp:extent cx="5297170" cy="663787"/>
                <wp:effectExtent l="0" t="0" r="0" b="0"/>
                <wp:wrapNone/>
                <wp:docPr id="1700996299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63787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73437" id="Rounded Rectangle 22" o:spid="_x0000_s1026" style="position:absolute;margin-left:25.05pt;margin-top:1.45pt;width:417.1pt;height:52.25pt;z-index:-2513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" fillcolor="#f2f2f2 [3052]" stroked="f" strokeweight=".25pt">
                <v:stroke joinstyle="miter"/>
              </v:roundrect>
            </w:pict>
          </mc:Fallback>
        </mc:AlternateContent>
      </w:r>
    </w:p>
    <w:p w14:paraId="79D83909" w14:textId="77777777" w:rsidR="00BD18B7" w:rsidRDefault="00BD18B7" w:rsidP="00BD18B7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13DE5B6" w14:textId="3F9DBCDC" w:rsidR="00031F6B" w:rsidRDefault="00031F6B">
      <w:pPr>
        <w:spacing w:before="0" w:after="0"/>
        <w:rPr>
          <w:rFonts w:ascii="Aptos Light" w:eastAsia="MS Mincho" w:hAnsi="Aptos Light" w:cs="Avenir Book"/>
          <w:color w:val="262626" w:themeColor="text1" w:themeTint="D9"/>
          <w:szCs w:val="20"/>
        </w:rPr>
      </w:pPr>
      <w:r>
        <w:rPr>
          <w:rFonts w:ascii="Aptos Light" w:eastAsia="MS Mincho" w:hAnsi="Aptos Light" w:cs="Avenir Book"/>
          <w:b/>
          <w:bCs/>
          <w:color w:val="262626" w:themeColor="text1" w:themeTint="D9"/>
          <w:szCs w:val="20"/>
        </w:rPr>
        <w:br w:type="page"/>
      </w:r>
    </w:p>
    <w:p w14:paraId="3F1CB424" w14:textId="77777777" w:rsidR="00031F6B" w:rsidRPr="009801F6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4B37A337" w14:textId="482C9B94" w:rsidR="00031F6B" w:rsidRDefault="00031F6B" w:rsidP="00031F6B">
      <w:pPr>
        <w:pStyle w:val="ListParagraph"/>
        <w:numPr>
          <w:ilvl w:val="0"/>
          <w:numId w:val="40"/>
        </w:numPr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 w:rsidRPr="00434217"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 xml:space="preserve">Model </w:t>
      </w:r>
      <w:r>
        <w:rPr>
          <w:rFonts w:ascii="Aptos Light" w:hAnsi="Aptos Light" w:cs="Avenir Book"/>
          <w:b/>
          <w:bCs/>
          <w:color w:val="262626" w:themeColor="text1" w:themeTint="D9"/>
          <w:sz w:val="22"/>
          <w:szCs w:val="22"/>
        </w:rPr>
        <w:t>4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. Create a multiple regression model using the method of Forward Selection. This method starts with no terms in the model. It automates the process of testing all possible main effects and two-factor interactions and adds the one that is the most significant</w:t>
      </w:r>
      <w:r w:rsidR="00795FE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provided it satisfy a p-value criteria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r w:rsidR="00795FEF">
        <w:rPr>
          <w:rFonts w:ascii="Aptos Light" w:hAnsi="Aptos Light" w:cs="Avenir Book"/>
          <w:color w:val="262626" w:themeColor="text1" w:themeTint="D9"/>
          <w:sz w:val="22"/>
          <w:szCs w:val="22"/>
        </w:rPr>
        <w:t>With that term in the model, the process then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795FEF">
        <w:rPr>
          <w:rFonts w:ascii="Aptos Light" w:hAnsi="Aptos Light" w:cs="Avenir Book"/>
          <w:color w:val="262626" w:themeColor="text1" w:themeTint="D9"/>
          <w:sz w:val="22"/>
          <w:szCs w:val="22"/>
        </w:rPr>
        <w:t>searches to find another term that is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most significant and adds that. The process continues until there are no more terms that can be added to the model based upon a p-value criteria.</w:t>
      </w:r>
    </w:p>
    <w:p w14:paraId="307D6287" w14:textId="77777777" w:rsidR="00031F6B" w:rsidRDefault="00031F6B" w:rsidP="00031F6B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5399DF2" w14:textId="77777777" w:rsidR="00031F6B" w:rsidRPr="00E750A4" w:rsidRDefault="00031F6B" w:rsidP="00031F6B">
      <w:pPr>
        <w:pStyle w:val="ListParagraph"/>
        <w:numPr>
          <w:ilvl w:val="1"/>
          <w:numId w:val="40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Launch Stepwise platform.</w:t>
      </w:r>
    </w:p>
    <w:p w14:paraId="1E6D4301" w14:textId="77777777" w:rsidR="00031F6B" w:rsidRDefault="00031F6B" w:rsidP="00031F6B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0B03B07" w14:textId="1205BAF7" w:rsidR="00031F6B" w:rsidRDefault="00120F0B" w:rsidP="00031F6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7C7FD462" wp14:editId="4F33C197">
                <wp:simplePos x="0" y="0"/>
                <wp:positionH relativeFrom="column">
                  <wp:posOffset>318347</wp:posOffset>
                </wp:positionH>
                <wp:positionV relativeFrom="paragraph">
                  <wp:posOffset>10372</wp:posOffset>
                </wp:positionV>
                <wp:extent cx="5297170" cy="887095"/>
                <wp:effectExtent l="0" t="0" r="0" b="1905"/>
                <wp:wrapNone/>
                <wp:docPr id="1976813534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887095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B7EC5" id="Rounded Rectangle 33" o:spid="_x0000_s1026" style="position:absolute;margin-left:25.05pt;margin-top:.8pt;width:417.1pt;height:69.85pt;z-index:-25129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AFC0441" wp14:editId="15A57ADD">
                <wp:simplePos x="0" y="0"/>
                <wp:positionH relativeFrom="column">
                  <wp:posOffset>399627</wp:posOffset>
                </wp:positionH>
                <wp:positionV relativeFrom="paragraph">
                  <wp:posOffset>30692</wp:posOffset>
                </wp:positionV>
                <wp:extent cx="5077460" cy="866986"/>
                <wp:effectExtent l="0" t="0" r="0" b="0"/>
                <wp:wrapNone/>
                <wp:docPr id="1393392766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8669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34129A" w14:textId="532048B1" w:rsidR="00031F6B" w:rsidRPr="009801F6" w:rsidRDefault="00031F6B" w:rsidP="00031F6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Analyze &gt; Fit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Model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Choose the variable ‘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Yield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for the Y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Highlight ‘Seed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, ‘Soil Quality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‘Fertilizer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‘% Sun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‘Rainfall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 w:rsidR="00470AA8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and ‘Irrigations’ and select Factorial to Degree under the Macro drop down menu.</w:t>
                            </w:r>
                            <w:r w:rsidR="00470AA8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Under Personality, choose Stepwise. Click Run.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C0441" id="_x0000_s1046" type="#_x0000_t202" style="position:absolute;margin-left:31.45pt;margin-top:2.4pt;width:399.8pt;height:68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" filled="f" stroked="f" strokeweight=".5pt">
                <v:textbox>
                  <w:txbxContent>
                    <w:p w14:paraId="4934129A" w14:textId="532048B1" w:rsidR="00031F6B" w:rsidRPr="009801F6" w:rsidRDefault="00031F6B" w:rsidP="00031F6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Analyze &gt; Fit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Model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Choose the variable ‘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Yield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for the Y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Highlight ‘Seed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, ‘Soil Quality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‘Fertilizer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‘% Sun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‘Rainfall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 w:rsidR="00470AA8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and ‘Irrigations’ and select Factorial to Degree under the Macro drop down menu.</w:t>
                      </w:r>
                      <w:r w:rsidR="00470AA8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Under Personality, choose Stepwise. Click Run.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3D56830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7585C35F" w14:textId="0E2BEE77" w:rsidR="00031F6B" w:rsidRPr="00754787" w:rsidRDefault="00705698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</w:p>
    <w:p w14:paraId="27A51969" w14:textId="77777777" w:rsidR="00031F6B" w:rsidRDefault="00031F6B" w:rsidP="00031F6B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B72721E" w14:textId="64EF16E7" w:rsidR="00031F6B" w:rsidRPr="00705698" w:rsidRDefault="004B3791" w:rsidP="00705698">
      <w:pPr>
        <w:pStyle w:val="ListParagraph"/>
        <w:numPr>
          <w:ilvl w:val="1"/>
          <w:numId w:val="40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Build</w:t>
      </w:r>
      <w:r w:rsidR="00031F6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the model.</w:t>
      </w:r>
    </w:p>
    <w:p w14:paraId="5090CF79" w14:textId="77777777" w:rsidR="00031F6B" w:rsidRDefault="00031F6B" w:rsidP="00031F6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B9264A5" wp14:editId="4A2BD9EB">
                <wp:simplePos x="0" y="0"/>
                <wp:positionH relativeFrom="column">
                  <wp:posOffset>399627</wp:posOffset>
                </wp:positionH>
                <wp:positionV relativeFrom="paragraph">
                  <wp:posOffset>30691</wp:posOffset>
                </wp:positionV>
                <wp:extent cx="5124450" cy="961813"/>
                <wp:effectExtent l="0" t="0" r="0" b="0"/>
                <wp:wrapNone/>
                <wp:docPr id="1735159583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0" cy="9618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A839F" w14:textId="7C19CE11" w:rsidR="00031F6B" w:rsidRPr="009801F6" w:rsidRDefault="00031F6B" w:rsidP="00031F6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Choose p-value Threshold for the Stopping Rule. Set the Prob to </w:t>
                            </w:r>
                            <w:r w:rsidR="00B378D0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Enter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at 0.10. Select </w:t>
                            </w:r>
                            <w:r w:rsidR="00B378D0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Forward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for the Direction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Click the Step button. The </w:t>
                            </w:r>
                            <w:r w:rsidR="0010008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term with the lowest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p-value </w:t>
                            </w:r>
                            <w:r w:rsidR="00734B3D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(provided &lt;0.10)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will be </w:t>
                            </w:r>
                            <w:r w:rsidR="0010008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added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. Continue to click the Step button until it stops </w:t>
                            </w:r>
                            <w:r w:rsidR="0010008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adding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model terms. Note: You can also choose Go and it will automate the full </w:t>
                            </w:r>
                            <w:r w:rsidR="0010008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forward selection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proce</w:t>
                            </w:r>
                            <w:r w:rsidR="0010008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ss.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264A5" id="_x0000_s1047" type="#_x0000_t202" style="position:absolute;margin-left:31.45pt;margin-top:2.4pt;width:403.5pt;height:75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" filled="f" stroked="f" strokeweight=".5pt">
                <v:textbox>
                  <w:txbxContent>
                    <w:p w14:paraId="6DBA839F" w14:textId="7C19CE11" w:rsidR="00031F6B" w:rsidRPr="009801F6" w:rsidRDefault="00031F6B" w:rsidP="00031F6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Choose p-value Threshold for the Stopping Rule. Set the Prob to </w:t>
                      </w:r>
                      <w:r w:rsidR="00B378D0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Enter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at 0.10. Select </w:t>
                      </w:r>
                      <w:r w:rsidR="00B378D0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Forward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for the Direction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Click the Step button. The </w:t>
                      </w:r>
                      <w:r w:rsidR="0010008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term with the lowest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p-value </w:t>
                      </w:r>
                      <w:r w:rsidR="00734B3D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(provided &lt;0.10)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will be </w:t>
                      </w:r>
                      <w:r w:rsidR="0010008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added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. Continue to click the Step button until it stops </w:t>
                      </w:r>
                      <w:r w:rsidR="0010008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adding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model terms. Note: You can also choose Go and it will automate the full </w:t>
                      </w:r>
                      <w:r w:rsidR="0010008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forward selection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proce</w:t>
                      </w:r>
                      <w:r w:rsidR="0010008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ss.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0F53ED42" wp14:editId="21C1AB22">
                <wp:simplePos x="0" y="0"/>
                <wp:positionH relativeFrom="column">
                  <wp:posOffset>318347</wp:posOffset>
                </wp:positionH>
                <wp:positionV relativeFrom="paragraph">
                  <wp:posOffset>10372</wp:posOffset>
                </wp:positionV>
                <wp:extent cx="5297170" cy="1070186"/>
                <wp:effectExtent l="0" t="0" r="0" b="0"/>
                <wp:wrapNone/>
                <wp:docPr id="117561418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1070186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5E17B9" id="Rounded Rectangle 33" o:spid="_x0000_s1026" style="position:absolute;margin-left:25.05pt;margin-top:.8pt;width:417.1pt;height:84.25pt;z-index:-2512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" fillcolor="#f2f2f2 [3052]" stroked="f" strokeweight=".25pt">
                <v:stroke joinstyle="miter"/>
              </v:roundrect>
            </w:pict>
          </mc:Fallback>
        </mc:AlternateContent>
      </w:r>
    </w:p>
    <w:p w14:paraId="5E744858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2E084DAF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F98F3C4" w14:textId="5A21E3CA" w:rsidR="00031F6B" w:rsidRDefault="00A915B8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</w:p>
    <w:p w14:paraId="79CC5ABA" w14:textId="77777777" w:rsidR="00031F6B" w:rsidRDefault="00031F6B" w:rsidP="00031F6B">
      <w:pPr>
        <w:pStyle w:val="ListParagraph"/>
        <w:numPr>
          <w:ilvl w:val="1"/>
          <w:numId w:val="40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Create the final model.</w:t>
      </w:r>
    </w:p>
    <w:p w14:paraId="2FC17813" w14:textId="77777777" w:rsidR="00031F6B" w:rsidRDefault="00031F6B" w:rsidP="00031F6B">
      <w:pPr>
        <w:pStyle w:val="ListParagraph"/>
        <w:spacing w:after="120"/>
        <w:ind w:left="90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2C2836F6" w14:textId="77777777" w:rsidR="00031F6B" w:rsidRPr="00E750A4" w:rsidRDefault="00031F6B" w:rsidP="00031F6B">
      <w:pPr>
        <w:pStyle w:val="ListParagraph"/>
        <w:spacing w:after="120"/>
        <w:ind w:left="90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1DCF0CFF" wp14:editId="2B325DB7">
                <wp:simplePos x="0" y="0"/>
                <wp:positionH relativeFrom="column">
                  <wp:posOffset>365760</wp:posOffset>
                </wp:positionH>
                <wp:positionV relativeFrom="paragraph">
                  <wp:posOffset>47625</wp:posOffset>
                </wp:positionV>
                <wp:extent cx="5297170" cy="758613"/>
                <wp:effectExtent l="0" t="0" r="0" b="3810"/>
                <wp:wrapNone/>
                <wp:docPr id="423221406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58613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E1E85" id="Rounded Rectangle 33" o:spid="_x0000_s1026" style="position:absolute;margin-left:28.8pt;margin-top:3.75pt;width:417.1pt;height:59.75pt;z-index:-25129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6420F78" wp14:editId="6F584E33">
                <wp:simplePos x="0" y="0"/>
                <wp:positionH relativeFrom="column">
                  <wp:posOffset>447040</wp:posOffset>
                </wp:positionH>
                <wp:positionV relativeFrom="paragraph">
                  <wp:posOffset>67945</wp:posOffset>
                </wp:positionV>
                <wp:extent cx="5077460" cy="663787"/>
                <wp:effectExtent l="0" t="0" r="0" b="0"/>
                <wp:wrapNone/>
                <wp:docPr id="295221838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6637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85742" w14:textId="77777777" w:rsidR="00031F6B" w:rsidRPr="009801F6" w:rsidRDefault="00031F6B" w:rsidP="00031F6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Make Model. You’ll be brought to the Fit Model platform with only the selected variables in the Model Effect window. Choose Minimal Report under Emphasis drop down. Click Run.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0F78" id="_x0000_s1048" type="#_x0000_t202" style="position:absolute;left:0;text-align:left;margin-left:35.2pt;margin-top:5.35pt;width:399.8pt;height:52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" filled="f" stroked="f" strokeweight=".5pt">
                <v:textbox>
                  <w:txbxContent>
                    <w:p w14:paraId="27585742" w14:textId="77777777" w:rsidR="00031F6B" w:rsidRPr="009801F6" w:rsidRDefault="00031F6B" w:rsidP="00031F6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Make Model. You’ll be brought to the Fit Model platform with only the selected variables in the Model Effect window. Choose Minimal Report under Emphasis drop down. Click Run.</w:t>
                      </w:r>
                    </w:p>
                  </w:txbxContent>
                </v:textbox>
              </v:shape>
            </w:pict>
          </mc:Fallback>
        </mc:AlternateContent>
      </w:r>
    </w:p>
    <w:p w14:paraId="1DD14ED7" w14:textId="77777777" w:rsidR="00031F6B" w:rsidRDefault="00031F6B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01CA4EEC" w14:textId="77777777" w:rsidR="00031F6B" w:rsidRDefault="00031F6B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9426BC8" w14:textId="77777777" w:rsidR="00031F6B" w:rsidRDefault="00031F6B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142DAC68" w14:textId="77777777" w:rsidR="00031F6B" w:rsidRPr="000800AF" w:rsidRDefault="00031F6B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373BC69B" w14:textId="56C293AC" w:rsidR="00031F6B" w:rsidRPr="00E750A4" w:rsidRDefault="00031F6B" w:rsidP="00031F6B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Display the equation for the model (numeric formula and visualizations). Can you provide a simple interpretation of the effect each variable has on Yield using the equation and/or visualizations?</w:t>
      </w:r>
      <w:r w:rsidR="00D939D1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Is this model simpler or more complex than Model</w:t>
      </w:r>
      <w:r w:rsidR="00B95BAB">
        <w:rPr>
          <w:rFonts w:ascii="Aptos Light" w:hAnsi="Aptos Light" w:cs="Avenir Book"/>
          <w:color w:val="262626" w:themeColor="text1" w:themeTint="D9"/>
          <w:sz w:val="22"/>
          <w:szCs w:val="22"/>
        </w:rPr>
        <w:t>s 2 and 3?</w:t>
      </w:r>
    </w:p>
    <w:p w14:paraId="0B3F0453" w14:textId="77777777" w:rsidR="00031F6B" w:rsidRDefault="00031F6B" w:rsidP="00031F6B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0B9599BB" w14:textId="77777777" w:rsidR="00031F6B" w:rsidRDefault="00031F6B" w:rsidP="00031F6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29BCF20A" wp14:editId="509E38AE">
                <wp:simplePos x="0" y="0"/>
                <wp:positionH relativeFrom="column">
                  <wp:posOffset>318347</wp:posOffset>
                </wp:positionH>
                <wp:positionV relativeFrom="paragraph">
                  <wp:posOffset>14817</wp:posOffset>
                </wp:positionV>
                <wp:extent cx="5297170" cy="616373"/>
                <wp:effectExtent l="0" t="0" r="0" b="6350"/>
                <wp:wrapNone/>
                <wp:docPr id="3133505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16373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D4714C" id="Rounded Rectangle 33" o:spid="_x0000_s1026" style="position:absolute;margin-left:25.05pt;margin-top:1.15pt;width:417.1pt;height:48.55pt;z-index:-25129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0F15D40" wp14:editId="26934BA0">
                <wp:simplePos x="0" y="0"/>
                <wp:positionH relativeFrom="column">
                  <wp:posOffset>399627</wp:posOffset>
                </wp:positionH>
                <wp:positionV relativeFrom="paragraph">
                  <wp:posOffset>35137</wp:posOffset>
                </wp:positionV>
                <wp:extent cx="5077460" cy="562186"/>
                <wp:effectExtent l="0" t="0" r="0" b="0"/>
                <wp:wrapNone/>
                <wp:docPr id="1045926143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5621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8596B" w14:textId="77777777" w:rsidR="00031F6B" w:rsidRPr="009801F6" w:rsidRDefault="00031F6B" w:rsidP="00031F6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Select Estimates &gt; Show Predicted Expression under top red triangle. Select Factor Profiling &gt; Profiler, and Factor Profiling &gt; Surface Profiler under the top red triangle.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15D40" id="_x0000_s1049" type="#_x0000_t202" style="position:absolute;margin-left:31.45pt;margin-top:2.75pt;width:399.8pt;height:44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" filled="f" stroked="f" strokeweight=".5pt">
                <v:textbox>
                  <w:txbxContent>
                    <w:p w14:paraId="0318596B" w14:textId="77777777" w:rsidR="00031F6B" w:rsidRPr="009801F6" w:rsidRDefault="00031F6B" w:rsidP="00031F6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Select Estimates &gt; Show Predicted Expression under top red triangle. Select Factor Profiling &gt; Profiler, and Factor Profiling &gt; Surface Profiler under the top red triangle.</w:t>
                      </w:r>
                    </w:p>
                  </w:txbxContent>
                </v:textbox>
              </v:shape>
            </w:pict>
          </mc:Fallback>
        </mc:AlternateContent>
      </w:r>
    </w:p>
    <w:p w14:paraId="0537498B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350D0C39" w14:textId="77777777" w:rsidR="00031F6B" w:rsidRPr="005A27EB" w:rsidRDefault="00031F6B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509ABF6C" w14:textId="33E7868A" w:rsidR="00031F6B" w:rsidRPr="00E750A4" w:rsidRDefault="00031F6B" w:rsidP="00031F6B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Examine the model’s fit and explanation of the variation in the data via the Actual vs Predicted plot</w:t>
      </w:r>
      <w:r w:rsidR="00C319D9">
        <w:rPr>
          <w:rFonts w:ascii="Aptos Light" w:hAnsi="Aptos Light" w:cs="Avenir Book"/>
          <w:color w:val="262626" w:themeColor="text1" w:themeTint="D9"/>
          <w:sz w:val="22"/>
          <w:szCs w:val="22"/>
        </w:rPr>
        <w:t>, RMSE,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R-Squared. Interpret </w:t>
      </w:r>
      <w:r w:rsidR="00C319D9">
        <w:rPr>
          <w:rFonts w:ascii="Aptos Light" w:hAnsi="Aptos Light" w:cs="Avenir Book"/>
          <w:color w:val="262626" w:themeColor="text1" w:themeTint="D9"/>
          <w:sz w:val="22"/>
          <w:szCs w:val="22"/>
        </w:rPr>
        <w:t>these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value</w:t>
      </w:r>
      <w:r w:rsidR="00C319D9">
        <w:rPr>
          <w:rFonts w:ascii="Aptos Light" w:hAnsi="Aptos Light" w:cs="Avenir Book"/>
          <w:color w:val="262626" w:themeColor="text1" w:themeTint="D9"/>
          <w:sz w:val="22"/>
          <w:szCs w:val="22"/>
        </w:rPr>
        <w:t>s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compare to Model</w:t>
      </w:r>
      <w:r w:rsidR="00175FFF">
        <w:rPr>
          <w:rFonts w:ascii="Aptos Light" w:hAnsi="Aptos Light" w:cs="Avenir Book"/>
          <w:color w:val="262626" w:themeColor="text1" w:themeTint="D9"/>
          <w:sz w:val="22"/>
          <w:szCs w:val="22"/>
        </w:rPr>
        <w:t>s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2</w:t>
      </w:r>
      <w:r w:rsidR="00175FF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3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r w:rsidR="00175FFF">
        <w:rPr>
          <w:rFonts w:ascii="Aptos Light" w:hAnsi="Aptos Light" w:cs="Avenir Book"/>
          <w:color w:val="262626" w:themeColor="text1" w:themeTint="D9"/>
          <w:sz w:val="22"/>
          <w:szCs w:val="22"/>
        </w:rPr>
        <w:t>Are they much different?</w:t>
      </w:r>
    </w:p>
    <w:p w14:paraId="4DD0E26F" w14:textId="77777777" w:rsidR="00031F6B" w:rsidRPr="00C319D9" w:rsidRDefault="00031F6B" w:rsidP="00C319D9">
      <w:pPr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618BAB4B" w14:textId="77777777" w:rsidR="00031F6B" w:rsidRDefault="00031F6B" w:rsidP="00031F6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7BC8F7C3" wp14:editId="67D5EE58">
                <wp:simplePos x="0" y="0"/>
                <wp:positionH relativeFrom="column">
                  <wp:posOffset>318347</wp:posOffset>
                </wp:positionH>
                <wp:positionV relativeFrom="paragraph">
                  <wp:posOffset>18203</wp:posOffset>
                </wp:positionV>
                <wp:extent cx="5297170" cy="460587"/>
                <wp:effectExtent l="0" t="0" r="0" b="0"/>
                <wp:wrapNone/>
                <wp:docPr id="1702000811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460587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E87F84" id="Rounded Rectangle 33" o:spid="_x0000_s1026" style="position:absolute;margin-left:25.05pt;margin-top:1.45pt;width:417.1pt;height:36.25pt;z-index:-25129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525A593" wp14:editId="604DB8B0">
                <wp:simplePos x="0" y="0"/>
                <wp:positionH relativeFrom="column">
                  <wp:posOffset>399627</wp:posOffset>
                </wp:positionH>
                <wp:positionV relativeFrom="paragraph">
                  <wp:posOffset>38524</wp:posOffset>
                </wp:positionV>
                <wp:extent cx="5077460" cy="392854"/>
                <wp:effectExtent l="0" t="0" r="0" b="0"/>
                <wp:wrapNone/>
                <wp:docPr id="268458425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392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2B1A90" w14:textId="77777777" w:rsidR="00031F6B" w:rsidRPr="009801F6" w:rsidRDefault="00031F6B" w:rsidP="00031F6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Select Row Diagnostics &gt; Plot Actual by Predicted under top red triangle.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5A593" id="_x0000_s1050" type="#_x0000_t202" style="position:absolute;margin-left:31.45pt;margin-top:3.05pt;width:399.8pt;height:30.9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" filled="f" stroked="f" strokeweight=".5pt">
                <v:textbox>
                  <w:txbxContent>
                    <w:p w14:paraId="582B1A90" w14:textId="77777777" w:rsidR="00031F6B" w:rsidRPr="009801F6" w:rsidRDefault="00031F6B" w:rsidP="00031F6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Select Row Diagnostics &gt; Plot Actual by Predicted under top red triangle. </w:t>
                      </w:r>
                    </w:p>
                  </w:txbxContent>
                </v:textbox>
              </v:shape>
            </w:pict>
          </mc:Fallback>
        </mc:AlternateContent>
      </w:r>
    </w:p>
    <w:p w14:paraId="46373676" w14:textId="77777777" w:rsidR="00031F6B" w:rsidRDefault="00031F6B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4F311B04" w14:textId="77777777" w:rsidR="00031F6B" w:rsidRPr="005A27EB" w:rsidRDefault="00031F6B" w:rsidP="00031F6B">
      <w:pPr>
        <w:spacing w:after="120"/>
        <w:ind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29E6539A" w14:textId="6BE55AA3" w:rsidR="00031F6B" w:rsidRPr="00117A9B" w:rsidRDefault="00031F6B" w:rsidP="00031F6B">
      <w:pPr>
        <w:pStyle w:val="ListParagraph"/>
        <w:numPr>
          <w:ilvl w:val="0"/>
          <w:numId w:val="43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Examine the Confidence Intervals for the average Yield for each 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compare to those from Model</w:t>
      </w:r>
      <w:r w:rsidR="00175FFF">
        <w:rPr>
          <w:rFonts w:ascii="Aptos Light" w:hAnsi="Aptos Light" w:cs="Avenir Book"/>
          <w:color w:val="262626" w:themeColor="text1" w:themeTint="D9"/>
          <w:sz w:val="22"/>
          <w:szCs w:val="22"/>
        </w:rPr>
        <w:t>s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2</w:t>
      </w:r>
      <w:r w:rsidR="00175FF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3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Are they much different? </w:t>
      </w:r>
      <w:r w:rsidRPr="00FD646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Conduct a set of statistical tests comparing each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pairwise difference</w:t>
      </w:r>
      <w:r w:rsidRPr="00FD6460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Compare the p-values </w:t>
      </w:r>
      <w:r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and 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>Confidence Intervals for these comparisons to</w:t>
      </w:r>
      <w:r w:rsidR="00C319D9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those from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Model</w:t>
      </w:r>
      <w:r w:rsidR="00175FF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s 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>2</w:t>
      </w:r>
      <w:r w:rsidR="00175FFF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and 3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Are they much different? Do you feel this model has had a significant impact on the ability to compare and estimate the Yield between the three Seed </w:t>
      </w:r>
      <w:r w:rsidR="003454AE">
        <w:rPr>
          <w:rFonts w:ascii="Aptos Light" w:hAnsi="Aptos Light" w:cs="Avenir Book"/>
          <w:color w:val="262626" w:themeColor="text1" w:themeTint="D9"/>
          <w:sz w:val="22"/>
          <w:szCs w:val="22"/>
        </w:rPr>
        <w:t>Varietal</w:t>
      </w:r>
      <w:r w:rsidRPr="00280483">
        <w:rPr>
          <w:rFonts w:ascii="Aptos Light" w:hAnsi="Aptos Light" w:cs="Avenir Book"/>
          <w:color w:val="262626" w:themeColor="text1" w:themeTint="D9"/>
          <w:sz w:val="22"/>
          <w:szCs w:val="22"/>
        </w:rPr>
        <w:t>s?</w:t>
      </w:r>
    </w:p>
    <w:p w14:paraId="04220B0C" w14:textId="77777777" w:rsidR="00031F6B" w:rsidRDefault="00031F6B" w:rsidP="00031F6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0B3324C" wp14:editId="159D58D7">
                <wp:simplePos x="0" y="0"/>
                <wp:positionH relativeFrom="column">
                  <wp:posOffset>429260</wp:posOffset>
                </wp:positionH>
                <wp:positionV relativeFrom="paragraph">
                  <wp:posOffset>205105</wp:posOffset>
                </wp:positionV>
                <wp:extent cx="5077460" cy="704215"/>
                <wp:effectExtent l="0" t="0" r="0" b="0"/>
                <wp:wrapNone/>
                <wp:docPr id="1753465104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704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6E51A" w14:textId="472490AC" w:rsidR="00031F6B" w:rsidRDefault="00031F6B" w:rsidP="00031F6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Select Model Comparisons under top red triangle. Ensure the variable chosen for the analysis is Seed </w:t>
                            </w:r>
                            <w:r w:rsidR="003454AE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Varietal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. Select to Show Least Squares Means Plot and All Pairwise Comparisons – Student’s t.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324C" id="_x0000_s1051" type="#_x0000_t202" style="position:absolute;margin-left:33.8pt;margin-top:16.15pt;width:399.8pt;height:55.4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" filled="f" stroked="f" strokeweight=".5pt">
                <v:textbox>
                  <w:txbxContent>
                    <w:p w14:paraId="08A6E51A" w14:textId="472490AC" w:rsidR="00031F6B" w:rsidRDefault="00031F6B" w:rsidP="00031F6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Select Model Comparisons under top red triangle. Ensure the variable chosen for the analysis is Seed </w:t>
                      </w:r>
                      <w:r w:rsidR="003454AE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Varietal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. Select to Show Least Squares Means Plot and All Pairwise Comparisons – Student’s 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1" locked="0" layoutInCell="1" allowOverlap="1" wp14:anchorId="5065F1AB" wp14:editId="71F5047C">
                <wp:simplePos x="0" y="0"/>
                <wp:positionH relativeFrom="column">
                  <wp:posOffset>347980</wp:posOffset>
                </wp:positionH>
                <wp:positionV relativeFrom="paragraph">
                  <wp:posOffset>184997</wp:posOffset>
                </wp:positionV>
                <wp:extent cx="5297170" cy="758825"/>
                <wp:effectExtent l="0" t="0" r="0" b="3175"/>
                <wp:wrapNone/>
                <wp:docPr id="2127132709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758825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BD9DAB" id="Rounded Rectangle 22" o:spid="_x0000_s1026" style="position:absolute;margin-left:27.4pt;margin-top:14.55pt;width:417.1pt;height:59.75pt;z-index:-25128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" fillcolor="#f2f2f2 [3052]" stroked="f" strokeweight=".25pt">
                <v:stroke joinstyle="miter"/>
              </v:roundrect>
            </w:pict>
          </mc:Fallback>
        </mc:AlternateContent>
      </w:r>
    </w:p>
    <w:p w14:paraId="290E8581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2D247DE8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6BFEF12A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2E76C7D4" w14:textId="77777777" w:rsidR="00031F6B" w:rsidRDefault="00031F6B" w:rsidP="00031F6B">
      <w:pPr>
        <w:pStyle w:val="ListParagraph"/>
        <w:numPr>
          <w:ilvl w:val="0"/>
          <w:numId w:val="58"/>
        </w:numPr>
        <w:spacing w:after="120"/>
        <w:ind w:left="900" w:right="720" w:hanging="27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Evaluate the assumptions of homogeneity of variance and normal distribution of the model’s error term. Is there any cause for concern? Are there any unusual and/or highly influential data values?</w:t>
      </w:r>
    </w:p>
    <w:p w14:paraId="1DDCD554" w14:textId="77777777" w:rsidR="00031F6B" w:rsidRDefault="00031F6B" w:rsidP="00031F6B">
      <w:pPr>
        <w:pStyle w:val="ListParagraph"/>
        <w:spacing w:after="120"/>
        <w:ind w:right="7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BF0ABAB" w14:textId="77777777" w:rsidR="00031F6B" w:rsidRDefault="00031F6B" w:rsidP="00031F6B">
      <w:pPr>
        <w:pStyle w:val="Title"/>
        <w:rPr>
          <w:rFonts w:ascii="Avenir Book" w:eastAsia="MS Mincho" w:hAnsi="Avenir Book" w:cs="Avenir Book"/>
          <w:b w:val="0"/>
          <w:bCs w:val="0"/>
          <w:color w:val="262626" w:themeColor="text1" w:themeTint="D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FBA014E" wp14:editId="7DD0FBB4">
                <wp:simplePos x="0" y="0"/>
                <wp:positionH relativeFrom="column">
                  <wp:posOffset>447040</wp:posOffset>
                </wp:positionH>
                <wp:positionV relativeFrom="paragraph">
                  <wp:posOffset>91017</wp:posOffset>
                </wp:positionV>
                <wp:extent cx="5077460" cy="467360"/>
                <wp:effectExtent l="0" t="0" r="0" b="0"/>
                <wp:wrapNone/>
                <wp:docPr id="7130448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746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0A1B93" w14:textId="77777777" w:rsidR="00031F6B" w:rsidRPr="009801F6" w:rsidRDefault="00031F6B" w:rsidP="00031F6B">
                            <w:pP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</w:pPr>
                            <w:r w:rsidRPr="009801F6">
                              <w:rPr>
                                <w:rFonts w:ascii="Aptos" w:hAnsi="Aptos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Instructions:</w:t>
                            </w:r>
                            <w:r w:rsidRPr="009801F6"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Under the top red triangle, select ‘Plot Actual by Predicted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‘Plot Residuals by Predicted</w:t>
                            </w:r>
                            <w:proofErr w:type="gramStart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>’ ,</w:t>
                            </w:r>
                            <w:proofErr w:type="gramEnd"/>
                            <w:r>
                              <w:rPr>
                                <w:rFonts w:ascii="Aptos Light" w:hAnsi="Aptos Light" w:cs="Avenir Book"/>
                                <w:i/>
                                <w:iCs/>
                                <w:color w:val="3B3838" w:themeColor="background2" w:themeShade="40"/>
                                <w:szCs w:val="20"/>
                              </w:rPr>
                              <w:t xml:space="preserve"> and ‘Plot Residual by Normal Quantile’ in the Row Diagnostics sub menu. 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014E" id="_x0000_s1052" type="#_x0000_t202" style="position:absolute;margin-left:35.2pt;margin-top:7.15pt;width:399.8pt;height:36.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" filled="f" stroked="f" strokeweight=".5pt">
                <v:textbox>
                  <w:txbxContent>
                    <w:p w14:paraId="460A1B93" w14:textId="77777777" w:rsidR="00031F6B" w:rsidRPr="009801F6" w:rsidRDefault="00031F6B" w:rsidP="00031F6B">
                      <w:pP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</w:pPr>
                      <w:r w:rsidRPr="009801F6">
                        <w:rPr>
                          <w:rFonts w:ascii="Aptos" w:hAnsi="Aptos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Instructions:</w:t>
                      </w:r>
                      <w:r w:rsidRPr="009801F6"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</w:t>
                      </w:r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Under the top red triangle, select ‘Plot Actual by Predicted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‘Plot Residuals by Predicted</w:t>
                      </w:r>
                      <w:proofErr w:type="gramStart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>’ ,</w:t>
                      </w:r>
                      <w:proofErr w:type="gramEnd"/>
                      <w:r>
                        <w:rPr>
                          <w:rFonts w:ascii="Aptos Light" w:hAnsi="Aptos Light" w:cs="Avenir Book"/>
                          <w:i/>
                          <w:iCs/>
                          <w:color w:val="3B3838" w:themeColor="background2" w:themeShade="40"/>
                          <w:szCs w:val="20"/>
                        </w:rPr>
                        <w:t xml:space="preserve"> and ‘Plot Residual by Normal Quantile’ in the Row Diagnostics sub menu.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55551795" wp14:editId="3C769E40">
                <wp:simplePos x="0" y="0"/>
                <wp:positionH relativeFrom="column">
                  <wp:posOffset>318347</wp:posOffset>
                </wp:positionH>
                <wp:positionV relativeFrom="paragraph">
                  <wp:posOffset>18203</wp:posOffset>
                </wp:positionV>
                <wp:extent cx="5297170" cy="663787"/>
                <wp:effectExtent l="0" t="0" r="0" b="0"/>
                <wp:wrapNone/>
                <wp:docPr id="1554451368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7170" cy="663787"/>
                        </a:xfrm>
                        <a:prstGeom prst="roundRect">
                          <a:avLst>
                            <a:gd name="adj" fmla="val 5235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E20C59" id="Rounded Rectangle 22" o:spid="_x0000_s1026" style="position:absolute;margin-left:25.05pt;margin-top:1.45pt;width:417.1pt;height:52.25pt;z-index:-25128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4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" fillcolor="#f2f2f2 [3052]" stroked="f" strokeweight=".25pt">
                <v:stroke joinstyle="miter"/>
              </v:roundrect>
            </w:pict>
          </mc:Fallback>
        </mc:AlternateContent>
      </w:r>
    </w:p>
    <w:p w14:paraId="1AF682C9" w14:textId="77777777" w:rsidR="00031F6B" w:rsidRDefault="00031F6B" w:rsidP="00031F6B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2163117A" w14:textId="77777777" w:rsidR="00BD18B7" w:rsidRDefault="00BD18B7" w:rsidP="00A5538C">
      <w:pPr>
        <w:pStyle w:val="Title"/>
        <w:rPr>
          <w:rFonts w:ascii="Aptos Light" w:eastAsia="MS Mincho" w:hAnsi="Aptos Light" w:cs="Avenir Book"/>
          <w:b w:val="0"/>
          <w:bCs w:val="0"/>
          <w:color w:val="262626" w:themeColor="text1" w:themeTint="D9"/>
          <w:sz w:val="20"/>
          <w:szCs w:val="20"/>
        </w:rPr>
      </w:pPr>
    </w:p>
    <w:p w14:paraId="01B0632E" w14:textId="203BE1F0" w:rsidR="00BD18B7" w:rsidRPr="00D1766B" w:rsidRDefault="00D1766B" w:rsidP="00D1766B">
      <w:pPr>
        <w:pStyle w:val="ListParagraph"/>
        <w:numPr>
          <w:ilvl w:val="0"/>
          <w:numId w:val="40"/>
        </w:numPr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>
        <w:rPr>
          <w:rFonts w:ascii="Aptos Light" w:hAnsi="Aptos Light" w:cs="Avenir Book"/>
          <w:color w:val="262626" w:themeColor="text1" w:themeTint="D9"/>
          <w:sz w:val="22"/>
          <w:szCs w:val="22"/>
        </w:rPr>
        <w:t>Co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>mpar</w:t>
      </w:r>
      <w:r w:rsidR="00715905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e 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>the</w:t>
      </w:r>
      <w:r w:rsidR="00327B79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performance </w:t>
      </w:r>
      <w:r w:rsidR="00CE34B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and usefulness </w:t>
      </w:r>
      <w:r w:rsidR="00327B79">
        <w:rPr>
          <w:rFonts w:ascii="Aptos Light" w:hAnsi="Aptos Light" w:cs="Avenir Book"/>
          <w:color w:val="262626" w:themeColor="text1" w:themeTint="D9"/>
          <w:sz w:val="22"/>
          <w:szCs w:val="22"/>
        </w:rPr>
        <w:t>of the four models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(i.e., </w:t>
      </w:r>
      <w:r w:rsidR="00E05FA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how </w:t>
      </w:r>
      <w:r w:rsidR="00327B79">
        <w:rPr>
          <w:rFonts w:ascii="Aptos Light" w:hAnsi="Aptos Light" w:cs="Avenir Book"/>
          <w:color w:val="262626" w:themeColor="text1" w:themeTint="D9"/>
          <w:sz w:val="22"/>
          <w:szCs w:val="22"/>
        </w:rPr>
        <w:t>well</w:t>
      </w:r>
      <w:r w:rsidR="00E05FA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327B79">
        <w:rPr>
          <w:rFonts w:ascii="Aptos Light" w:hAnsi="Aptos Light" w:cs="Avenir Book"/>
          <w:color w:val="262626" w:themeColor="text1" w:themeTint="D9"/>
          <w:sz w:val="22"/>
          <w:szCs w:val="22"/>
        </w:rPr>
        <w:t>they</w:t>
      </w:r>
      <w:r w:rsidR="00E05FA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>address the objectives of the analysis, the amount of</w:t>
      </w:r>
      <w:r w:rsidR="00E05FA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variation in Yield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327B79">
        <w:rPr>
          <w:rFonts w:ascii="Aptos Light" w:hAnsi="Aptos Light" w:cs="Avenir Book"/>
          <w:color w:val="262626" w:themeColor="text1" w:themeTint="D9"/>
          <w:sz w:val="22"/>
          <w:szCs w:val="22"/>
        </w:rPr>
        <w:t>they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327B79">
        <w:rPr>
          <w:rFonts w:ascii="Aptos Light" w:hAnsi="Aptos Light" w:cs="Avenir Book"/>
          <w:color w:val="262626" w:themeColor="text1" w:themeTint="D9"/>
          <w:sz w:val="22"/>
          <w:szCs w:val="22"/>
        </w:rPr>
        <w:t>describe</w:t>
      </w:r>
      <w:r w:rsidR="00E05FA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, 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>their</w:t>
      </w:r>
      <w:r w:rsidR="00E05FA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interpretability, 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and </w:t>
      </w:r>
      <w:r w:rsidR="00E05FA2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overall </w:t>
      </w:r>
      <w:r w:rsidR="00145F6B">
        <w:rPr>
          <w:rFonts w:ascii="Aptos Light" w:hAnsi="Aptos Light" w:cs="Avenir Book"/>
          <w:color w:val="262626" w:themeColor="text1" w:themeTint="D9"/>
          <w:sz w:val="22"/>
          <w:szCs w:val="22"/>
        </w:rPr>
        <w:t>information learned)</w:t>
      </w:r>
      <w:r w:rsidR="004A447F">
        <w:rPr>
          <w:rFonts w:ascii="Aptos Light" w:hAnsi="Aptos Light" w:cs="Avenir Book"/>
          <w:color w:val="262626" w:themeColor="text1" w:themeTint="D9"/>
          <w:sz w:val="20"/>
          <w:szCs w:val="20"/>
        </w:rPr>
        <w:t xml:space="preserve">.  </w:t>
      </w:r>
    </w:p>
    <w:p w14:paraId="42EC9AE6" w14:textId="77777777" w:rsidR="00BD18B7" w:rsidRPr="00596DE5" w:rsidRDefault="00BD18B7" w:rsidP="00596DE5">
      <w:pPr>
        <w:pStyle w:val="ListParagraph"/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</w:p>
    <w:p w14:paraId="252017D8" w14:textId="23AC30CC" w:rsidR="00BF3241" w:rsidRPr="000B6ED8" w:rsidRDefault="00CE34B2" w:rsidP="0006307B">
      <w:pPr>
        <w:pStyle w:val="ListParagraph"/>
        <w:numPr>
          <w:ilvl w:val="0"/>
          <w:numId w:val="40"/>
        </w:numPr>
        <w:spacing w:after="120"/>
        <w:ind w:left="360" w:right="720"/>
        <w:rPr>
          <w:rFonts w:ascii="Aptos Light" w:hAnsi="Aptos Light" w:cs="Avenir Book"/>
          <w:color w:val="262626" w:themeColor="text1" w:themeTint="D9"/>
          <w:sz w:val="22"/>
          <w:szCs w:val="22"/>
        </w:rPr>
      </w:pPr>
      <w:r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Create </w:t>
      </w:r>
      <w:r w:rsidR="00A86ADA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 brief report of 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>2</w:t>
      </w:r>
      <w:r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-3 </w:t>
      </w:r>
      <w:r w:rsidR="00942973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>Power Point slides summarizing your analysis results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explicitly addressing the primary objectives of the analysis</w:t>
      </w:r>
      <w:r w:rsidR="00942973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Note: Include no more than </w:t>
      </w:r>
      <w:r w:rsidR="000B6ED8">
        <w:rPr>
          <w:rFonts w:ascii="Aptos Light" w:hAnsi="Aptos Light" w:cs="Avenir Book"/>
          <w:color w:val="262626" w:themeColor="text1" w:themeTint="D9"/>
          <w:sz w:val="22"/>
          <w:szCs w:val="22"/>
        </w:rPr>
        <w:t>three graphs</w:t>
      </w:r>
      <w:r w:rsidR="00942973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, 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a few tables of key numerical results, and </w:t>
      </w:r>
      <w:r w:rsidR="000B6ED8">
        <w:rPr>
          <w:rFonts w:ascii="Aptos Light" w:hAnsi="Aptos Light" w:cs="Avenir Book"/>
          <w:color w:val="262626" w:themeColor="text1" w:themeTint="D9"/>
          <w:sz w:val="22"/>
          <w:szCs w:val="22"/>
        </w:rPr>
        <w:t>a few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7B2271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>bullet points on each slide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. Also include some recommendations for further studies and other data </w:t>
      </w:r>
      <w:r w:rsidR="007302CE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that could be 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>collect</w:t>
      </w:r>
      <w:r w:rsidR="007302CE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>ed</w:t>
      </w:r>
      <w:r w:rsidR="0008747F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>.</w:t>
      </w:r>
      <w:r w:rsidR="000B6ED8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t xml:space="preserve"> </w:t>
      </w:r>
      <w:r w:rsidR="00BF3241" w:rsidRPr="000B6ED8">
        <w:rPr>
          <w:rFonts w:ascii="Aptos Light" w:hAnsi="Aptos Light" w:cs="Avenir Book"/>
          <w:color w:val="262626" w:themeColor="text1" w:themeTint="D9"/>
          <w:sz w:val="22"/>
          <w:szCs w:val="22"/>
        </w:rPr>
        <w:br/>
      </w:r>
    </w:p>
    <w:p w14:paraId="44CC3B61" w14:textId="78AF64B9" w:rsidR="009E1C78" w:rsidRPr="00F45ACB" w:rsidRDefault="009E1C78" w:rsidP="00A5538C">
      <w:pPr>
        <w:spacing w:after="120"/>
      </w:pPr>
    </w:p>
    <w:sectPr w:rsidR="009E1C78" w:rsidRPr="00F45ACB" w:rsidSect="00EE4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A6BE0" w14:textId="77777777" w:rsidR="00AA6252" w:rsidRDefault="00AA6252">
      <w:r>
        <w:separator/>
      </w:r>
    </w:p>
  </w:endnote>
  <w:endnote w:type="continuationSeparator" w:id="0">
    <w:p w14:paraId="6651C960" w14:textId="77777777" w:rsidR="00AA6252" w:rsidRDefault="00AA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1592217415" name="Picture 15922174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4AF06FE7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706489">
                            <w:rPr>
                              <w:sz w:val="18"/>
                              <w:szCs w:val="18"/>
                              <w:lang w:val="en-US"/>
                            </w:rPr>
                            <w:t>July</w:t>
                          </w:r>
                          <w:r w:rsidR="00E25F67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 w:rsidR="00706489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706489">
                            <w:rPr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3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4AF06FE7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706489">
                      <w:rPr>
                        <w:sz w:val="18"/>
                        <w:szCs w:val="18"/>
                        <w:lang w:val="en-US"/>
                      </w:rPr>
                      <w:t>July</w:t>
                    </w:r>
                    <w:r w:rsidR="00E25F67">
                      <w:rPr>
                        <w:sz w:val="18"/>
                        <w:szCs w:val="18"/>
                        <w:lang w:val="en-US"/>
                      </w:rPr>
                      <w:t xml:space="preserve"> 202</w:t>
                    </w:r>
                    <w:r w:rsidR="00706489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706489">
                      <w:rPr>
                        <w:sz w:val="18"/>
                        <w:szCs w:val="18"/>
                        <w:lang w:val="en-US"/>
                      </w:rPr>
                      <w:t>5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98AED" w14:textId="77777777" w:rsidR="00AA6252" w:rsidRDefault="00AA6252">
      <w:r>
        <w:separator/>
      </w:r>
    </w:p>
  </w:footnote>
  <w:footnote w:type="continuationSeparator" w:id="0">
    <w:p w14:paraId="1D7575B1" w14:textId="77777777" w:rsidR="00AA6252" w:rsidRDefault="00AA6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56F17" w14:textId="77777777" w:rsidR="00F25361" w:rsidRDefault="00F253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27FA4" w14:textId="77777777" w:rsidR="00F25361" w:rsidRDefault="00F253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95AFA"/>
    <w:multiLevelType w:val="hybridMultilevel"/>
    <w:tmpl w:val="5F48E2D0"/>
    <w:lvl w:ilvl="0" w:tplc="8B0E2C1A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F7418E"/>
    <w:multiLevelType w:val="hybridMultilevel"/>
    <w:tmpl w:val="E1A29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E4B0F87"/>
    <w:multiLevelType w:val="hybridMultilevel"/>
    <w:tmpl w:val="C2E685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569F1"/>
    <w:multiLevelType w:val="multilevel"/>
    <w:tmpl w:val="2B48D050"/>
    <w:styleLink w:val="CurrentList2"/>
    <w:lvl w:ilvl="0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B6117C"/>
    <w:multiLevelType w:val="multilevel"/>
    <w:tmpl w:val="C23AD006"/>
    <w:styleLink w:val="CurrentList5"/>
    <w:lvl w:ilvl="0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A874BD"/>
    <w:multiLevelType w:val="multilevel"/>
    <w:tmpl w:val="E0E44E50"/>
    <w:styleLink w:val="CurrentList7"/>
    <w:lvl w:ilvl="0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05B73"/>
    <w:multiLevelType w:val="hybridMultilevel"/>
    <w:tmpl w:val="9BD236D8"/>
    <w:lvl w:ilvl="0" w:tplc="F0860244">
      <w:start w:val="8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9235E4"/>
    <w:multiLevelType w:val="hybridMultilevel"/>
    <w:tmpl w:val="7AC2E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464B9"/>
    <w:multiLevelType w:val="hybridMultilevel"/>
    <w:tmpl w:val="20E8DCAA"/>
    <w:lvl w:ilvl="0" w:tplc="FFFFFFFF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874BF"/>
    <w:multiLevelType w:val="hybridMultilevel"/>
    <w:tmpl w:val="1B4A48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E66FF3"/>
    <w:multiLevelType w:val="multilevel"/>
    <w:tmpl w:val="27BA6C90"/>
    <w:styleLink w:val="CurrentList1"/>
    <w:lvl w:ilvl="0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D959C3"/>
    <w:multiLevelType w:val="hybridMultilevel"/>
    <w:tmpl w:val="B6904B2C"/>
    <w:lvl w:ilvl="0" w:tplc="43464A94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25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5B1CD2"/>
    <w:multiLevelType w:val="hybridMultilevel"/>
    <w:tmpl w:val="0324E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2D9307C"/>
    <w:multiLevelType w:val="multilevel"/>
    <w:tmpl w:val="B9BA907E"/>
    <w:styleLink w:val="CurrentList4"/>
    <w:lvl w:ilvl="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544789D"/>
    <w:multiLevelType w:val="multilevel"/>
    <w:tmpl w:val="10F49D1A"/>
    <w:styleLink w:val="CurrentList6"/>
    <w:lvl w:ilvl="0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212004"/>
    <w:multiLevelType w:val="hybridMultilevel"/>
    <w:tmpl w:val="050C18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7584D9D"/>
    <w:multiLevelType w:val="hybridMultilevel"/>
    <w:tmpl w:val="8F66B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601F7A"/>
    <w:multiLevelType w:val="hybridMultilevel"/>
    <w:tmpl w:val="9BD236D8"/>
    <w:lvl w:ilvl="0" w:tplc="FFFFFFFF">
      <w:start w:val="8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4C1F5F"/>
    <w:multiLevelType w:val="multilevel"/>
    <w:tmpl w:val="5F48E2D0"/>
    <w:styleLink w:val="CurrentList8"/>
    <w:lvl w:ilvl="0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E355A5"/>
    <w:multiLevelType w:val="hybridMultilevel"/>
    <w:tmpl w:val="CC1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EF18A2"/>
    <w:multiLevelType w:val="hybridMultilevel"/>
    <w:tmpl w:val="E69A408A"/>
    <w:lvl w:ilvl="0" w:tplc="A878A306">
      <w:start w:val="1"/>
      <w:numFmt w:val="decimal"/>
      <w:lvlText w:val="%1."/>
      <w:lvlJc w:val="left"/>
      <w:pPr>
        <w:ind w:left="720" w:hanging="360"/>
      </w:pPr>
      <w:rPr>
        <w:rFonts w:ascii="Aptos Light" w:hAnsi="Aptos Light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D203AC"/>
    <w:multiLevelType w:val="multilevel"/>
    <w:tmpl w:val="26AE6256"/>
    <w:styleLink w:val="CurrentList3"/>
    <w:lvl w:ilvl="0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FF446D"/>
    <w:multiLevelType w:val="hybridMultilevel"/>
    <w:tmpl w:val="C1BCE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849499">
    <w:abstractNumId w:val="22"/>
  </w:num>
  <w:num w:numId="2" w16cid:durableId="1742436193">
    <w:abstractNumId w:val="34"/>
  </w:num>
  <w:num w:numId="3" w16cid:durableId="1161390000">
    <w:abstractNumId w:val="7"/>
  </w:num>
  <w:num w:numId="4" w16cid:durableId="1731272933">
    <w:abstractNumId w:val="29"/>
  </w:num>
  <w:num w:numId="5" w16cid:durableId="369455722">
    <w:abstractNumId w:val="47"/>
  </w:num>
  <w:num w:numId="6" w16cid:durableId="2020698168">
    <w:abstractNumId w:val="3"/>
  </w:num>
  <w:num w:numId="7" w16cid:durableId="1881940071">
    <w:abstractNumId w:val="4"/>
  </w:num>
  <w:num w:numId="8" w16cid:durableId="1118525377">
    <w:abstractNumId w:val="41"/>
  </w:num>
  <w:num w:numId="9" w16cid:durableId="624433449">
    <w:abstractNumId w:val="38"/>
  </w:num>
  <w:num w:numId="10" w16cid:durableId="123282674">
    <w:abstractNumId w:val="17"/>
  </w:num>
  <w:num w:numId="11" w16cid:durableId="1278677087">
    <w:abstractNumId w:val="8"/>
  </w:num>
  <w:num w:numId="12" w16cid:durableId="915362391">
    <w:abstractNumId w:val="45"/>
  </w:num>
  <w:num w:numId="13" w16cid:durableId="1616905019">
    <w:abstractNumId w:val="30"/>
  </w:num>
  <w:num w:numId="14" w16cid:durableId="1481732304">
    <w:abstractNumId w:val="53"/>
  </w:num>
  <w:num w:numId="15" w16cid:durableId="1568489132">
    <w:abstractNumId w:val="26"/>
  </w:num>
  <w:num w:numId="16" w16cid:durableId="1700205492">
    <w:abstractNumId w:val="52"/>
  </w:num>
  <w:num w:numId="17" w16cid:durableId="1164711273">
    <w:abstractNumId w:val="25"/>
  </w:num>
  <w:num w:numId="18" w16cid:durableId="2073843222">
    <w:abstractNumId w:val="5"/>
  </w:num>
  <w:num w:numId="19" w16cid:durableId="1750273383">
    <w:abstractNumId w:val="24"/>
  </w:num>
  <w:num w:numId="20" w16cid:durableId="1030642344">
    <w:abstractNumId w:val="9"/>
  </w:num>
  <w:num w:numId="21" w16cid:durableId="1509562676">
    <w:abstractNumId w:val="46"/>
  </w:num>
  <w:num w:numId="22" w16cid:durableId="1708410924">
    <w:abstractNumId w:val="33"/>
  </w:num>
  <w:num w:numId="23" w16cid:durableId="1124277624">
    <w:abstractNumId w:val="44"/>
  </w:num>
  <w:num w:numId="24" w16cid:durableId="1821264804">
    <w:abstractNumId w:val="49"/>
  </w:num>
  <w:num w:numId="25" w16cid:durableId="2066179482">
    <w:abstractNumId w:val="54"/>
  </w:num>
  <w:num w:numId="26" w16cid:durableId="1146775160">
    <w:abstractNumId w:val="0"/>
  </w:num>
  <w:num w:numId="27" w16cid:durableId="1420831237">
    <w:abstractNumId w:val="18"/>
  </w:num>
  <w:num w:numId="28" w16cid:durableId="248855414">
    <w:abstractNumId w:val="13"/>
  </w:num>
  <w:num w:numId="29" w16cid:durableId="447895555">
    <w:abstractNumId w:val="50"/>
  </w:num>
  <w:num w:numId="30" w16cid:durableId="937061622">
    <w:abstractNumId w:val="20"/>
  </w:num>
  <w:num w:numId="31" w16cid:durableId="1851724109">
    <w:abstractNumId w:val="48"/>
  </w:num>
  <w:num w:numId="32" w16cid:durableId="850414453">
    <w:abstractNumId w:val="40"/>
  </w:num>
  <w:num w:numId="33" w16cid:durableId="1111781098">
    <w:abstractNumId w:val="27"/>
  </w:num>
  <w:num w:numId="34" w16cid:durableId="1660648263">
    <w:abstractNumId w:val="43"/>
  </w:num>
  <w:num w:numId="35" w16cid:durableId="1440488361">
    <w:abstractNumId w:val="42"/>
  </w:num>
  <w:num w:numId="36" w16cid:durableId="521358214">
    <w:abstractNumId w:val="19"/>
  </w:num>
  <w:num w:numId="37" w16cid:durableId="194120209">
    <w:abstractNumId w:val="55"/>
  </w:num>
  <w:num w:numId="38" w16cid:durableId="1039620797">
    <w:abstractNumId w:val="36"/>
  </w:num>
  <w:num w:numId="39" w16cid:durableId="1776749374">
    <w:abstractNumId w:val="28"/>
  </w:num>
  <w:num w:numId="40" w16cid:durableId="1595698698">
    <w:abstractNumId w:val="43"/>
  </w:num>
  <w:num w:numId="41" w16cid:durableId="561791961">
    <w:abstractNumId w:val="15"/>
  </w:num>
  <w:num w:numId="42" w16cid:durableId="137429761">
    <w:abstractNumId w:val="2"/>
  </w:num>
  <w:num w:numId="43" w16cid:durableId="604266683">
    <w:abstractNumId w:val="23"/>
  </w:num>
  <w:num w:numId="44" w16cid:durableId="1194533356">
    <w:abstractNumId w:val="16"/>
  </w:num>
  <w:num w:numId="45" w16cid:durableId="1755468326">
    <w:abstractNumId w:val="1"/>
  </w:num>
  <w:num w:numId="46" w16cid:durableId="2070496975">
    <w:abstractNumId w:val="21"/>
  </w:num>
  <w:num w:numId="47" w16cid:durableId="2050372541">
    <w:abstractNumId w:val="1"/>
  </w:num>
  <w:num w:numId="48" w16cid:durableId="242374937">
    <w:abstractNumId w:val="10"/>
  </w:num>
  <w:num w:numId="49" w16cid:durableId="455414475">
    <w:abstractNumId w:val="51"/>
  </w:num>
  <w:num w:numId="50" w16cid:durableId="911084322">
    <w:abstractNumId w:val="31"/>
  </w:num>
  <w:num w:numId="51" w16cid:durableId="1059787253">
    <w:abstractNumId w:val="6"/>
  </w:num>
  <w:num w:numId="52" w16cid:durableId="631984024">
    <w:abstractNumId w:val="35"/>
  </w:num>
  <w:num w:numId="53" w16cid:durableId="1999335381">
    <w:abstractNumId w:val="11"/>
  </w:num>
  <w:num w:numId="54" w16cid:durableId="1588735401">
    <w:abstractNumId w:val="32"/>
  </w:num>
  <w:num w:numId="55" w16cid:durableId="1410693324">
    <w:abstractNumId w:val="12"/>
  </w:num>
  <w:num w:numId="56" w16cid:durableId="577862401">
    <w:abstractNumId w:val="14"/>
  </w:num>
  <w:num w:numId="57" w16cid:durableId="760033190">
    <w:abstractNumId w:val="39"/>
  </w:num>
  <w:num w:numId="58" w16cid:durableId="118038631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00D2F"/>
    <w:rsid w:val="00004D51"/>
    <w:rsid w:val="0000647E"/>
    <w:rsid w:val="00013192"/>
    <w:rsid w:val="000153CF"/>
    <w:rsid w:val="00017153"/>
    <w:rsid w:val="000178F5"/>
    <w:rsid w:val="00017A3B"/>
    <w:rsid w:val="000206CC"/>
    <w:rsid w:val="0002085A"/>
    <w:rsid w:val="000209B7"/>
    <w:rsid w:val="000221BB"/>
    <w:rsid w:val="00023171"/>
    <w:rsid w:val="0002447C"/>
    <w:rsid w:val="000261D4"/>
    <w:rsid w:val="00027B1A"/>
    <w:rsid w:val="00031100"/>
    <w:rsid w:val="0003159D"/>
    <w:rsid w:val="00031678"/>
    <w:rsid w:val="00031CFC"/>
    <w:rsid w:val="00031F6B"/>
    <w:rsid w:val="00032A53"/>
    <w:rsid w:val="00035567"/>
    <w:rsid w:val="00036299"/>
    <w:rsid w:val="00044476"/>
    <w:rsid w:val="0004703B"/>
    <w:rsid w:val="00054348"/>
    <w:rsid w:val="000567F1"/>
    <w:rsid w:val="00056E7E"/>
    <w:rsid w:val="000578C9"/>
    <w:rsid w:val="00060602"/>
    <w:rsid w:val="000611F2"/>
    <w:rsid w:val="00061D9B"/>
    <w:rsid w:val="000653CC"/>
    <w:rsid w:val="0006573D"/>
    <w:rsid w:val="00071392"/>
    <w:rsid w:val="00073552"/>
    <w:rsid w:val="000741D5"/>
    <w:rsid w:val="00075825"/>
    <w:rsid w:val="00075D8F"/>
    <w:rsid w:val="00076DBE"/>
    <w:rsid w:val="000800AF"/>
    <w:rsid w:val="00082F96"/>
    <w:rsid w:val="000849CB"/>
    <w:rsid w:val="00085F00"/>
    <w:rsid w:val="00086F18"/>
    <w:rsid w:val="0008747F"/>
    <w:rsid w:val="00092E26"/>
    <w:rsid w:val="000957CE"/>
    <w:rsid w:val="00095B5E"/>
    <w:rsid w:val="00096D0E"/>
    <w:rsid w:val="000A1E85"/>
    <w:rsid w:val="000A5A56"/>
    <w:rsid w:val="000A6954"/>
    <w:rsid w:val="000B15BC"/>
    <w:rsid w:val="000B282B"/>
    <w:rsid w:val="000B3112"/>
    <w:rsid w:val="000B6ED8"/>
    <w:rsid w:val="000C30EF"/>
    <w:rsid w:val="000C35BD"/>
    <w:rsid w:val="000C6B23"/>
    <w:rsid w:val="000D1B02"/>
    <w:rsid w:val="000D3C72"/>
    <w:rsid w:val="000D650E"/>
    <w:rsid w:val="000D67B8"/>
    <w:rsid w:val="000D6FE9"/>
    <w:rsid w:val="000D717C"/>
    <w:rsid w:val="000E0C1A"/>
    <w:rsid w:val="000E1402"/>
    <w:rsid w:val="000E2F3D"/>
    <w:rsid w:val="000E2FDC"/>
    <w:rsid w:val="000E6CD9"/>
    <w:rsid w:val="000E7B31"/>
    <w:rsid w:val="000F1DEC"/>
    <w:rsid w:val="000F3E2E"/>
    <w:rsid w:val="0010008E"/>
    <w:rsid w:val="00101181"/>
    <w:rsid w:val="0010258B"/>
    <w:rsid w:val="0010681C"/>
    <w:rsid w:val="001117CC"/>
    <w:rsid w:val="00111868"/>
    <w:rsid w:val="001121EA"/>
    <w:rsid w:val="00113D02"/>
    <w:rsid w:val="001150F5"/>
    <w:rsid w:val="00117017"/>
    <w:rsid w:val="00117A9B"/>
    <w:rsid w:val="00120F0B"/>
    <w:rsid w:val="001235B7"/>
    <w:rsid w:val="00130943"/>
    <w:rsid w:val="00131246"/>
    <w:rsid w:val="00132335"/>
    <w:rsid w:val="001325BE"/>
    <w:rsid w:val="00132B11"/>
    <w:rsid w:val="001348E8"/>
    <w:rsid w:val="0013690D"/>
    <w:rsid w:val="00140B89"/>
    <w:rsid w:val="00141329"/>
    <w:rsid w:val="001429C1"/>
    <w:rsid w:val="00144412"/>
    <w:rsid w:val="00144599"/>
    <w:rsid w:val="001455CE"/>
    <w:rsid w:val="00145CE2"/>
    <w:rsid w:val="00145F6B"/>
    <w:rsid w:val="00146017"/>
    <w:rsid w:val="00153110"/>
    <w:rsid w:val="00153866"/>
    <w:rsid w:val="00154D5B"/>
    <w:rsid w:val="00156BE9"/>
    <w:rsid w:val="00156C71"/>
    <w:rsid w:val="00161CD8"/>
    <w:rsid w:val="00163A28"/>
    <w:rsid w:val="00164AC5"/>
    <w:rsid w:val="00164B92"/>
    <w:rsid w:val="001667CF"/>
    <w:rsid w:val="00171741"/>
    <w:rsid w:val="00175FFF"/>
    <w:rsid w:val="001801CB"/>
    <w:rsid w:val="00180E5C"/>
    <w:rsid w:val="0018157C"/>
    <w:rsid w:val="00183566"/>
    <w:rsid w:val="00184E3C"/>
    <w:rsid w:val="00185E45"/>
    <w:rsid w:val="00186271"/>
    <w:rsid w:val="00195DAA"/>
    <w:rsid w:val="001979BB"/>
    <w:rsid w:val="001A21DD"/>
    <w:rsid w:val="001A25A5"/>
    <w:rsid w:val="001A36B8"/>
    <w:rsid w:val="001A3BD2"/>
    <w:rsid w:val="001A4177"/>
    <w:rsid w:val="001A4A5F"/>
    <w:rsid w:val="001A4B0A"/>
    <w:rsid w:val="001A6A59"/>
    <w:rsid w:val="001B1639"/>
    <w:rsid w:val="001B5660"/>
    <w:rsid w:val="001B5BBF"/>
    <w:rsid w:val="001B7221"/>
    <w:rsid w:val="001C07F9"/>
    <w:rsid w:val="001C107B"/>
    <w:rsid w:val="001C120B"/>
    <w:rsid w:val="001C7812"/>
    <w:rsid w:val="001C7D2C"/>
    <w:rsid w:val="001D1217"/>
    <w:rsid w:val="001D1369"/>
    <w:rsid w:val="001D18B4"/>
    <w:rsid w:val="001D3D2C"/>
    <w:rsid w:val="001D4124"/>
    <w:rsid w:val="001D5A2C"/>
    <w:rsid w:val="001D60FF"/>
    <w:rsid w:val="001E1014"/>
    <w:rsid w:val="001E316D"/>
    <w:rsid w:val="001E635F"/>
    <w:rsid w:val="001E6717"/>
    <w:rsid w:val="001E716B"/>
    <w:rsid w:val="001E73A2"/>
    <w:rsid w:val="001F07AB"/>
    <w:rsid w:val="001F2DCF"/>
    <w:rsid w:val="001F4840"/>
    <w:rsid w:val="001F4908"/>
    <w:rsid w:val="00201B0D"/>
    <w:rsid w:val="00203C9A"/>
    <w:rsid w:val="00206682"/>
    <w:rsid w:val="00206DB8"/>
    <w:rsid w:val="00207D21"/>
    <w:rsid w:val="00210C79"/>
    <w:rsid w:val="00212964"/>
    <w:rsid w:val="00214D80"/>
    <w:rsid w:val="00216909"/>
    <w:rsid w:val="00216DFC"/>
    <w:rsid w:val="00221853"/>
    <w:rsid w:val="00226F8B"/>
    <w:rsid w:val="00232609"/>
    <w:rsid w:val="00233CBB"/>
    <w:rsid w:val="002341E9"/>
    <w:rsid w:val="002365AF"/>
    <w:rsid w:val="0024004A"/>
    <w:rsid w:val="002415F2"/>
    <w:rsid w:val="00241FBE"/>
    <w:rsid w:val="00251A98"/>
    <w:rsid w:val="00254413"/>
    <w:rsid w:val="002546BF"/>
    <w:rsid w:val="0025708D"/>
    <w:rsid w:val="002618D4"/>
    <w:rsid w:val="00262B9C"/>
    <w:rsid w:val="002642D7"/>
    <w:rsid w:val="00270DF1"/>
    <w:rsid w:val="002718CD"/>
    <w:rsid w:val="002719A8"/>
    <w:rsid w:val="002743A8"/>
    <w:rsid w:val="0027577A"/>
    <w:rsid w:val="0027691D"/>
    <w:rsid w:val="00277265"/>
    <w:rsid w:val="00280483"/>
    <w:rsid w:val="002859A4"/>
    <w:rsid w:val="00285DCF"/>
    <w:rsid w:val="00286BE8"/>
    <w:rsid w:val="002876B2"/>
    <w:rsid w:val="00291F09"/>
    <w:rsid w:val="00291F89"/>
    <w:rsid w:val="00296966"/>
    <w:rsid w:val="00297BE9"/>
    <w:rsid w:val="002A13CE"/>
    <w:rsid w:val="002A1BA9"/>
    <w:rsid w:val="002A26D3"/>
    <w:rsid w:val="002A28AD"/>
    <w:rsid w:val="002A3EF9"/>
    <w:rsid w:val="002A4B6B"/>
    <w:rsid w:val="002A5B4F"/>
    <w:rsid w:val="002A5B88"/>
    <w:rsid w:val="002A746E"/>
    <w:rsid w:val="002B02F4"/>
    <w:rsid w:val="002B113A"/>
    <w:rsid w:val="002B4B73"/>
    <w:rsid w:val="002B5306"/>
    <w:rsid w:val="002B5EFA"/>
    <w:rsid w:val="002B7E29"/>
    <w:rsid w:val="002C2093"/>
    <w:rsid w:val="002C6EB7"/>
    <w:rsid w:val="002C7149"/>
    <w:rsid w:val="002D0818"/>
    <w:rsid w:val="002D1FBA"/>
    <w:rsid w:val="002D2B6C"/>
    <w:rsid w:val="002D455F"/>
    <w:rsid w:val="002D528D"/>
    <w:rsid w:val="002D5ECE"/>
    <w:rsid w:val="002E08E8"/>
    <w:rsid w:val="002E13DA"/>
    <w:rsid w:val="002E2779"/>
    <w:rsid w:val="002E2D84"/>
    <w:rsid w:val="002E4829"/>
    <w:rsid w:val="002E6A71"/>
    <w:rsid w:val="002F07EE"/>
    <w:rsid w:val="002F0E3B"/>
    <w:rsid w:val="002F193A"/>
    <w:rsid w:val="002F4743"/>
    <w:rsid w:val="00301E09"/>
    <w:rsid w:val="00303B2E"/>
    <w:rsid w:val="0030423E"/>
    <w:rsid w:val="00312514"/>
    <w:rsid w:val="0031310C"/>
    <w:rsid w:val="00314D4C"/>
    <w:rsid w:val="0031600B"/>
    <w:rsid w:val="00320509"/>
    <w:rsid w:val="00321458"/>
    <w:rsid w:val="003232B5"/>
    <w:rsid w:val="00327B79"/>
    <w:rsid w:val="00327E7E"/>
    <w:rsid w:val="00330DA8"/>
    <w:rsid w:val="00332983"/>
    <w:rsid w:val="0033506F"/>
    <w:rsid w:val="00336A47"/>
    <w:rsid w:val="003377E3"/>
    <w:rsid w:val="0034348E"/>
    <w:rsid w:val="003451DD"/>
    <w:rsid w:val="003454AE"/>
    <w:rsid w:val="003474A1"/>
    <w:rsid w:val="0035069A"/>
    <w:rsid w:val="003548A3"/>
    <w:rsid w:val="00354EA2"/>
    <w:rsid w:val="00356089"/>
    <w:rsid w:val="00356EF2"/>
    <w:rsid w:val="00361D49"/>
    <w:rsid w:val="0037131E"/>
    <w:rsid w:val="00374FA5"/>
    <w:rsid w:val="003752FD"/>
    <w:rsid w:val="00376B42"/>
    <w:rsid w:val="00376EA6"/>
    <w:rsid w:val="00377258"/>
    <w:rsid w:val="00377656"/>
    <w:rsid w:val="00381AA5"/>
    <w:rsid w:val="00382659"/>
    <w:rsid w:val="00384FFF"/>
    <w:rsid w:val="00385A1F"/>
    <w:rsid w:val="00390FB6"/>
    <w:rsid w:val="00393296"/>
    <w:rsid w:val="003939F4"/>
    <w:rsid w:val="00394E6D"/>
    <w:rsid w:val="0039595E"/>
    <w:rsid w:val="003969A3"/>
    <w:rsid w:val="003A0A45"/>
    <w:rsid w:val="003A3344"/>
    <w:rsid w:val="003A3479"/>
    <w:rsid w:val="003A3C74"/>
    <w:rsid w:val="003A79A7"/>
    <w:rsid w:val="003A7E3A"/>
    <w:rsid w:val="003B43BA"/>
    <w:rsid w:val="003B4B49"/>
    <w:rsid w:val="003B7794"/>
    <w:rsid w:val="003C0995"/>
    <w:rsid w:val="003C154C"/>
    <w:rsid w:val="003C237C"/>
    <w:rsid w:val="003C2B07"/>
    <w:rsid w:val="003C2B54"/>
    <w:rsid w:val="003C4E9F"/>
    <w:rsid w:val="003D1A44"/>
    <w:rsid w:val="003D20CB"/>
    <w:rsid w:val="003D23FB"/>
    <w:rsid w:val="003D61EE"/>
    <w:rsid w:val="003D695C"/>
    <w:rsid w:val="003E321A"/>
    <w:rsid w:val="003E3E26"/>
    <w:rsid w:val="003E416E"/>
    <w:rsid w:val="003E689D"/>
    <w:rsid w:val="003E7E11"/>
    <w:rsid w:val="003F001C"/>
    <w:rsid w:val="003F07B1"/>
    <w:rsid w:val="003F1DE9"/>
    <w:rsid w:val="003F4C20"/>
    <w:rsid w:val="00400056"/>
    <w:rsid w:val="0040131C"/>
    <w:rsid w:val="004049A8"/>
    <w:rsid w:val="00404FE2"/>
    <w:rsid w:val="0040572E"/>
    <w:rsid w:val="00411416"/>
    <w:rsid w:val="004122C6"/>
    <w:rsid w:val="004143CB"/>
    <w:rsid w:val="00416104"/>
    <w:rsid w:val="004173AD"/>
    <w:rsid w:val="00417565"/>
    <w:rsid w:val="0042102A"/>
    <w:rsid w:val="00425054"/>
    <w:rsid w:val="00426BC7"/>
    <w:rsid w:val="00432622"/>
    <w:rsid w:val="004332C5"/>
    <w:rsid w:val="0043397F"/>
    <w:rsid w:val="00434217"/>
    <w:rsid w:val="00440F89"/>
    <w:rsid w:val="004418D2"/>
    <w:rsid w:val="00442A80"/>
    <w:rsid w:val="00444910"/>
    <w:rsid w:val="004471EB"/>
    <w:rsid w:val="00450AFB"/>
    <w:rsid w:val="00451B36"/>
    <w:rsid w:val="004524C6"/>
    <w:rsid w:val="00454E14"/>
    <w:rsid w:val="00455D3C"/>
    <w:rsid w:val="00457868"/>
    <w:rsid w:val="004645F7"/>
    <w:rsid w:val="004651A9"/>
    <w:rsid w:val="004665D0"/>
    <w:rsid w:val="00467766"/>
    <w:rsid w:val="004702BA"/>
    <w:rsid w:val="00470AA8"/>
    <w:rsid w:val="004721F2"/>
    <w:rsid w:val="00472BAB"/>
    <w:rsid w:val="004735E0"/>
    <w:rsid w:val="0047395E"/>
    <w:rsid w:val="00473B9F"/>
    <w:rsid w:val="00473D8D"/>
    <w:rsid w:val="00473F00"/>
    <w:rsid w:val="00474126"/>
    <w:rsid w:val="00474FEA"/>
    <w:rsid w:val="00480992"/>
    <w:rsid w:val="00482396"/>
    <w:rsid w:val="004827AB"/>
    <w:rsid w:val="00483EBB"/>
    <w:rsid w:val="00484AD7"/>
    <w:rsid w:val="00491D07"/>
    <w:rsid w:val="00493540"/>
    <w:rsid w:val="00496BB1"/>
    <w:rsid w:val="00497C7D"/>
    <w:rsid w:val="004A447F"/>
    <w:rsid w:val="004A7AB7"/>
    <w:rsid w:val="004B026E"/>
    <w:rsid w:val="004B233D"/>
    <w:rsid w:val="004B3791"/>
    <w:rsid w:val="004B40DF"/>
    <w:rsid w:val="004B46B8"/>
    <w:rsid w:val="004B6412"/>
    <w:rsid w:val="004B7F25"/>
    <w:rsid w:val="004C0B4B"/>
    <w:rsid w:val="004C1C18"/>
    <w:rsid w:val="004C2530"/>
    <w:rsid w:val="004C2539"/>
    <w:rsid w:val="004C3546"/>
    <w:rsid w:val="004C4B03"/>
    <w:rsid w:val="004C7184"/>
    <w:rsid w:val="004C7C2B"/>
    <w:rsid w:val="004D3B9F"/>
    <w:rsid w:val="004D45CB"/>
    <w:rsid w:val="004D5348"/>
    <w:rsid w:val="004D537A"/>
    <w:rsid w:val="004D5632"/>
    <w:rsid w:val="004D59CD"/>
    <w:rsid w:val="004D7C39"/>
    <w:rsid w:val="004E47E4"/>
    <w:rsid w:val="004E6DA1"/>
    <w:rsid w:val="004E7362"/>
    <w:rsid w:val="004F2284"/>
    <w:rsid w:val="004F27B2"/>
    <w:rsid w:val="00501E0F"/>
    <w:rsid w:val="00502483"/>
    <w:rsid w:val="005031F7"/>
    <w:rsid w:val="005045E7"/>
    <w:rsid w:val="005108C9"/>
    <w:rsid w:val="00510D62"/>
    <w:rsid w:val="005113C4"/>
    <w:rsid w:val="00513797"/>
    <w:rsid w:val="00513E0A"/>
    <w:rsid w:val="00513ED7"/>
    <w:rsid w:val="005162EB"/>
    <w:rsid w:val="00524FE9"/>
    <w:rsid w:val="00534DB6"/>
    <w:rsid w:val="00543EFA"/>
    <w:rsid w:val="00545D16"/>
    <w:rsid w:val="00546FB3"/>
    <w:rsid w:val="00550CF9"/>
    <w:rsid w:val="00551657"/>
    <w:rsid w:val="00552497"/>
    <w:rsid w:val="00552A52"/>
    <w:rsid w:val="0055678E"/>
    <w:rsid w:val="00565884"/>
    <w:rsid w:val="00566EBC"/>
    <w:rsid w:val="00570746"/>
    <w:rsid w:val="005715BA"/>
    <w:rsid w:val="00573343"/>
    <w:rsid w:val="0057339D"/>
    <w:rsid w:val="00573664"/>
    <w:rsid w:val="0057509D"/>
    <w:rsid w:val="005752E2"/>
    <w:rsid w:val="00575F29"/>
    <w:rsid w:val="00576418"/>
    <w:rsid w:val="005779AE"/>
    <w:rsid w:val="005817A2"/>
    <w:rsid w:val="00582C1D"/>
    <w:rsid w:val="00582CFC"/>
    <w:rsid w:val="0058316B"/>
    <w:rsid w:val="00585A74"/>
    <w:rsid w:val="00585D07"/>
    <w:rsid w:val="00586C1D"/>
    <w:rsid w:val="005905B0"/>
    <w:rsid w:val="00590C7F"/>
    <w:rsid w:val="00593AAE"/>
    <w:rsid w:val="00593AEA"/>
    <w:rsid w:val="00593F14"/>
    <w:rsid w:val="00594452"/>
    <w:rsid w:val="00594AF8"/>
    <w:rsid w:val="00594D54"/>
    <w:rsid w:val="00594F75"/>
    <w:rsid w:val="00596DE5"/>
    <w:rsid w:val="005A2652"/>
    <w:rsid w:val="005A27EB"/>
    <w:rsid w:val="005A3164"/>
    <w:rsid w:val="005B183A"/>
    <w:rsid w:val="005B29BD"/>
    <w:rsid w:val="005B6254"/>
    <w:rsid w:val="005C2D06"/>
    <w:rsid w:val="005C3A4B"/>
    <w:rsid w:val="005C4A6E"/>
    <w:rsid w:val="005D2EF6"/>
    <w:rsid w:val="005D6572"/>
    <w:rsid w:val="005D6A08"/>
    <w:rsid w:val="005E0B8E"/>
    <w:rsid w:val="005E1118"/>
    <w:rsid w:val="005E143C"/>
    <w:rsid w:val="005E2382"/>
    <w:rsid w:val="005E7F0F"/>
    <w:rsid w:val="005F1717"/>
    <w:rsid w:val="005F404E"/>
    <w:rsid w:val="005F5404"/>
    <w:rsid w:val="005F64BB"/>
    <w:rsid w:val="0060097A"/>
    <w:rsid w:val="0060131E"/>
    <w:rsid w:val="006036B8"/>
    <w:rsid w:val="00603B66"/>
    <w:rsid w:val="00603C21"/>
    <w:rsid w:val="00605505"/>
    <w:rsid w:val="00605A89"/>
    <w:rsid w:val="00606709"/>
    <w:rsid w:val="006106D5"/>
    <w:rsid w:val="0061161D"/>
    <w:rsid w:val="00612871"/>
    <w:rsid w:val="006144EA"/>
    <w:rsid w:val="006161D7"/>
    <w:rsid w:val="00617E1C"/>
    <w:rsid w:val="0062139D"/>
    <w:rsid w:val="00621703"/>
    <w:rsid w:val="00623330"/>
    <w:rsid w:val="006259AD"/>
    <w:rsid w:val="00631516"/>
    <w:rsid w:val="00631B89"/>
    <w:rsid w:val="00633897"/>
    <w:rsid w:val="00633C74"/>
    <w:rsid w:val="00634D05"/>
    <w:rsid w:val="006367CA"/>
    <w:rsid w:val="0064259E"/>
    <w:rsid w:val="00643171"/>
    <w:rsid w:val="00647E37"/>
    <w:rsid w:val="00651466"/>
    <w:rsid w:val="00651689"/>
    <w:rsid w:val="00654485"/>
    <w:rsid w:val="00655666"/>
    <w:rsid w:val="00663E55"/>
    <w:rsid w:val="00664232"/>
    <w:rsid w:val="0066452A"/>
    <w:rsid w:val="0066613B"/>
    <w:rsid w:val="00666DB2"/>
    <w:rsid w:val="00667231"/>
    <w:rsid w:val="00671CFC"/>
    <w:rsid w:val="00675E4A"/>
    <w:rsid w:val="00681F88"/>
    <w:rsid w:val="00683540"/>
    <w:rsid w:val="006856DA"/>
    <w:rsid w:val="00685BE4"/>
    <w:rsid w:val="00691F47"/>
    <w:rsid w:val="00693CEF"/>
    <w:rsid w:val="00693FFC"/>
    <w:rsid w:val="00694925"/>
    <w:rsid w:val="00697343"/>
    <w:rsid w:val="006A0917"/>
    <w:rsid w:val="006A1FFE"/>
    <w:rsid w:val="006A440A"/>
    <w:rsid w:val="006A4822"/>
    <w:rsid w:val="006A4A25"/>
    <w:rsid w:val="006A6748"/>
    <w:rsid w:val="006A6F58"/>
    <w:rsid w:val="006A78CC"/>
    <w:rsid w:val="006A7F5B"/>
    <w:rsid w:val="006B0F95"/>
    <w:rsid w:val="006B2EB1"/>
    <w:rsid w:val="006B7619"/>
    <w:rsid w:val="006C2E4F"/>
    <w:rsid w:val="006C3C24"/>
    <w:rsid w:val="006C5343"/>
    <w:rsid w:val="006C73B7"/>
    <w:rsid w:val="006D04C4"/>
    <w:rsid w:val="006D0CFB"/>
    <w:rsid w:val="006D2220"/>
    <w:rsid w:val="006D440A"/>
    <w:rsid w:val="006D4E25"/>
    <w:rsid w:val="006D6440"/>
    <w:rsid w:val="006D7776"/>
    <w:rsid w:val="006D7F63"/>
    <w:rsid w:val="006E0FFD"/>
    <w:rsid w:val="006E2581"/>
    <w:rsid w:val="006E35D4"/>
    <w:rsid w:val="006E36E8"/>
    <w:rsid w:val="006E41B8"/>
    <w:rsid w:val="006E5D4A"/>
    <w:rsid w:val="006E5E32"/>
    <w:rsid w:val="006E66C6"/>
    <w:rsid w:val="006F0FF1"/>
    <w:rsid w:val="006F12FF"/>
    <w:rsid w:val="006F41D0"/>
    <w:rsid w:val="006F7B07"/>
    <w:rsid w:val="00701EA5"/>
    <w:rsid w:val="00705698"/>
    <w:rsid w:val="0070596B"/>
    <w:rsid w:val="00705B9C"/>
    <w:rsid w:val="00705FBD"/>
    <w:rsid w:val="00706489"/>
    <w:rsid w:val="007076C1"/>
    <w:rsid w:val="00711154"/>
    <w:rsid w:val="00713DB6"/>
    <w:rsid w:val="00715905"/>
    <w:rsid w:val="00715A98"/>
    <w:rsid w:val="0072136D"/>
    <w:rsid w:val="00722DAD"/>
    <w:rsid w:val="00725E0E"/>
    <w:rsid w:val="0072615C"/>
    <w:rsid w:val="007302CE"/>
    <w:rsid w:val="00730AF3"/>
    <w:rsid w:val="00730B89"/>
    <w:rsid w:val="00731F8C"/>
    <w:rsid w:val="007325E6"/>
    <w:rsid w:val="00734B3D"/>
    <w:rsid w:val="00736E4C"/>
    <w:rsid w:val="00737CCA"/>
    <w:rsid w:val="00737F98"/>
    <w:rsid w:val="00740BBA"/>
    <w:rsid w:val="00740FC3"/>
    <w:rsid w:val="00741576"/>
    <w:rsid w:val="00751AF1"/>
    <w:rsid w:val="007542D1"/>
    <w:rsid w:val="00754787"/>
    <w:rsid w:val="00757EBE"/>
    <w:rsid w:val="00760184"/>
    <w:rsid w:val="00760FA3"/>
    <w:rsid w:val="00761E20"/>
    <w:rsid w:val="00762E3B"/>
    <w:rsid w:val="00762F46"/>
    <w:rsid w:val="00764E15"/>
    <w:rsid w:val="00770FDB"/>
    <w:rsid w:val="007723AC"/>
    <w:rsid w:val="00773526"/>
    <w:rsid w:val="00776185"/>
    <w:rsid w:val="00777A1C"/>
    <w:rsid w:val="00777BEF"/>
    <w:rsid w:val="00780E40"/>
    <w:rsid w:val="00784DAA"/>
    <w:rsid w:val="00784FB9"/>
    <w:rsid w:val="007858D6"/>
    <w:rsid w:val="007870FF"/>
    <w:rsid w:val="00790024"/>
    <w:rsid w:val="007926FA"/>
    <w:rsid w:val="00792892"/>
    <w:rsid w:val="00795FEF"/>
    <w:rsid w:val="007964BC"/>
    <w:rsid w:val="0079723C"/>
    <w:rsid w:val="007A134E"/>
    <w:rsid w:val="007A14A4"/>
    <w:rsid w:val="007A4A9A"/>
    <w:rsid w:val="007A73C5"/>
    <w:rsid w:val="007B1E86"/>
    <w:rsid w:val="007B2271"/>
    <w:rsid w:val="007B3804"/>
    <w:rsid w:val="007B6361"/>
    <w:rsid w:val="007B65A9"/>
    <w:rsid w:val="007B7266"/>
    <w:rsid w:val="007B7CC2"/>
    <w:rsid w:val="007C0E09"/>
    <w:rsid w:val="007C2DB9"/>
    <w:rsid w:val="007C474E"/>
    <w:rsid w:val="007C4D73"/>
    <w:rsid w:val="007D2893"/>
    <w:rsid w:val="007D2E26"/>
    <w:rsid w:val="007D588C"/>
    <w:rsid w:val="007E00E1"/>
    <w:rsid w:val="007E0174"/>
    <w:rsid w:val="007E0820"/>
    <w:rsid w:val="007E14D8"/>
    <w:rsid w:val="007E4554"/>
    <w:rsid w:val="007E460E"/>
    <w:rsid w:val="007E50DF"/>
    <w:rsid w:val="007E55AE"/>
    <w:rsid w:val="007E58DC"/>
    <w:rsid w:val="007E6E03"/>
    <w:rsid w:val="007E72E4"/>
    <w:rsid w:val="007E767D"/>
    <w:rsid w:val="007F0C9E"/>
    <w:rsid w:val="007F1B25"/>
    <w:rsid w:val="007F23D1"/>
    <w:rsid w:val="007F43FC"/>
    <w:rsid w:val="007F4C33"/>
    <w:rsid w:val="007F56E4"/>
    <w:rsid w:val="007F63A5"/>
    <w:rsid w:val="007F670F"/>
    <w:rsid w:val="007F7B9E"/>
    <w:rsid w:val="0080284C"/>
    <w:rsid w:val="008048F1"/>
    <w:rsid w:val="008122E5"/>
    <w:rsid w:val="00812A6B"/>
    <w:rsid w:val="00814E5D"/>
    <w:rsid w:val="00815AC0"/>
    <w:rsid w:val="0081615C"/>
    <w:rsid w:val="008170A7"/>
    <w:rsid w:val="00817FE5"/>
    <w:rsid w:val="00821F85"/>
    <w:rsid w:val="008238D6"/>
    <w:rsid w:val="00823A1D"/>
    <w:rsid w:val="008271FF"/>
    <w:rsid w:val="008274EC"/>
    <w:rsid w:val="008276D5"/>
    <w:rsid w:val="008323C3"/>
    <w:rsid w:val="00833A3D"/>
    <w:rsid w:val="00835DE7"/>
    <w:rsid w:val="008408A8"/>
    <w:rsid w:val="00841115"/>
    <w:rsid w:val="00842327"/>
    <w:rsid w:val="008439A0"/>
    <w:rsid w:val="0084430A"/>
    <w:rsid w:val="00847530"/>
    <w:rsid w:val="0085160D"/>
    <w:rsid w:val="00851A86"/>
    <w:rsid w:val="00852192"/>
    <w:rsid w:val="008527DB"/>
    <w:rsid w:val="008553A7"/>
    <w:rsid w:val="0085691D"/>
    <w:rsid w:val="00864AFD"/>
    <w:rsid w:val="008656E1"/>
    <w:rsid w:val="008668BC"/>
    <w:rsid w:val="00871406"/>
    <w:rsid w:val="0087196B"/>
    <w:rsid w:val="0087207D"/>
    <w:rsid w:val="00872AEC"/>
    <w:rsid w:val="008731C4"/>
    <w:rsid w:val="00874B78"/>
    <w:rsid w:val="00875145"/>
    <w:rsid w:val="008772BB"/>
    <w:rsid w:val="00877875"/>
    <w:rsid w:val="00880BFC"/>
    <w:rsid w:val="00881474"/>
    <w:rsid w:val="008826B3"/>
    <w:rsid w:val="00882FE8"/>
    <w:rsid w:val="00890A32"/>
    <w:rsid w:val="00890F87"/>
    <w:rsid w:val="00891164"/>
    <w:rsid w:val="00893C91"/>
    <w:rsid w:val="00897792"/>
    <w:rsid w:val="008A2DD8"/>
    <w:rsid w:val="008A3661"/>
    <w:rsid w:val="008A78CC"/>
    <w:rsid w:val="008B0E57"/>
    <w:rsid w:val="008B3368"/>
    <w:rsid w:val="008B505E"/>
    <w:rsid w:val="008B60D7"/>
    <w:rsid w:val="008C259E"/>
    <w:rsid w:val="008C5B22"/>
    <w:rsid w:val="008C7689"/>
    <w:rsid w:val="008C7A7E"/>
    <w:rsid w:val="008D20DE"/>
    <w:rsid w:val="008D31AB"/>
    <w:rsid w:val="008D3665"/>
    <w:rsid w:val="008D560D"/>
    <w:rsid w:val="008D5AC0"/>
    <w:rsid w:val="008D6906"/>
    <w:rsid w:val="008D75B7"/>
    <w:rsid w:val="008D7F8C"/>
    <w:rsid w:val="008E20EA"/>
    <w:rsid w:val="008E26FB"/>
    <w:rsid w:val="008E4C91"/>
    <w:rsid w:val="008E5C87"/>
    <w:rsid w:val="008E5D1B"/>
    <w:rsid w:val="008E5F53"/>
    <w:rsid w:val="008E6596"/>
    <w:rsid w:val="008E70B4"/>
    <w:rsid w:val="008E7223"/>
    <w:rsid w:val="008F1A25"/>
    <w:rsid w:val="008F274D"/>
    <w:rsid w:val="008F27D5"/>
    <w:rsid w:val="008F3B80"/>
    <w:rsid w:val="008F4E6C"/>
    <w:rsid w:val="008F5476"/>
    <w:rsid w:val="00901763"/>
    <w:rsid w:val="00904DF3"/>
    <w:rsid w:val="00906BDA"/>
    <w:rsid w:val="009120CD"/>
    <w:rsid w:val="00912AFA"/>
    <w:rsid w:val="00912D69"/>
    <w:rsid w:val="0091600C"/>
    <w:rsid w:val="00916621"/>
    <w:rsid w:val="00916664"/>
    <w:rsid w:val="009173A8"/>
    <w:rsid w:val="00920153"/>
    <w:rsid w:val="00920E0D"/>
    <w:rsid w:val="009212E5"/>
    <w:rsid w:val="0092209E"/>
    <w:rsid w:val="009247CF"/>
    <w:rsid w:val="00924BAD"/>
    <w:rsid w:val="00926E85"/>
    <w:rsid w:val="00927615"/>
    <w:rsid w:val="009310D5"/>
    <w:rsid w:val="00935C24"/>
    <w:rsid w:val="00936CB1"/>
    <w:rsid w:val="00940BE8"/>
    <w:rsid w:val="0094145D"/>
    <w:rsid w:val="0094162D"/>
    <w:rsid w:val="00942973"/>
    <w:rsid w:val="0094761C"/>
    <w:rsid w:val="00947782"/>
    <w:rsid w:val="00953DA4"/>
    <w:rsid w:val="009544E4"/>
    <w:rsid w:val="0095642C"/>
    <w:rsid w:val="0096010B"/>
    <w:rsid w:val="0096060D"/>
    <w:rsid w:val="00960A62"/>
    <w:rsid w:val="0096127A"/>
    <w:rsid w:val="009626A2"/>
    <w:rsid w:val="0096511A"/>
    <w:rsid w:val="00965E55"/>
    <w:rsid w:val="00966540"/>
    <w:rsid w:val="00970650"/>
    <w:rsid w:val="00971EB7"/>
    <w:rsid w:val="00972430"/>
    <w:rsid w:val="00975914"/>
    <w:rsid w:val="009768BA"/>
    <w:rsid w:val="00977CB1"/>
    <w:rsid w:val="009801F6"/>
    <w:rsid w:val="0098138D"/>
    <w:rsid w:val="00981B8A"/>
    <w:rsid w:val="0098258A"/>
    <w:rsid w:val="00984370"/>
    <w:rsid w:val="009907C3"/>
    <w:rsid w:val="00994D3F"/>
    <w:rsid w:val="00996081"/>
    <w:rsid w:val="009A0FA0"/>
    <w:rsid w:val="009A10D1"/>
    <w:rsid w:val="009A11D5"/>
    <w:rsid w:val="009A38D9"/>
    <w:rsid w:val="009A3AD5"/>
    <w:rsid w:val="009A3C75"/>
    <w:rsid w:val="009A461B"/>
    <w:rsid w:val="009A6216"/>
    <w:rsid w:val="009A7CDD"/>
    <w:rsid w:val="009B0472"/>
    <w:rsid w:val="009B099D"/>
    <w:rsid w:val="009B3040"/>
    <w:rsid w:val="009B3964"/>
    <w:rsid w:val="009B4F59"/>
    <w:rsid w:val="009B5AA8"/>
    <w:rsid w:val="009B5F5D"/>
    <w:rsid w:val="009B7E08"/>
    <w:rsid w:val="009C18F1"/>
    <w:rsid w:val="009C61B2"/>
    <w:rsid w:val="009C66F3"/>
    <w:rsid w:val="009D081E"/>
    <w:rsid w:val="009D39CB"/>
    <w:rsid w:val="009D4A1B"/>
    <w:rsid w:val="009D528A"/>
    <w:rsid w:val="009E0CA9"/>
    <w:rsid w:val="009E10C3"/>
    <w:rsid w:val="009E15FF"/>
    <w:rsid w:val="009E1AA2"/>
    <w:rsid w:val="009E1C78"/>
    <w:rsid w:val="009E1EBF"/>
    <w:rsid w:val="009E48AB"/>
    <w:rsid w:val="009E6185"/>
    <w:rsid w:val="009F0A11"/>
    <w:rsid w:val="009F0D62"/>
    <w:rsid w:val="009F1219"/>
    <w:rsid w:val="009F1E93"/>
    <w:rsid w:val="009F3326"/>
    <w:rsid w:val="009F3E8D"/>
    <w:rsid w:val="009F5DB2"/>
    <w:rsid w:val="00A001D3"/>
    <w:rsid w:val="00A03F59"/>
    <w:rsid w:val="00A0553A"/>
    <w:rsid w:val="00A05EA6"/>
    <w:rsid w:val="00A065D2"/>
    <w:rsid w:val="00A07A45"/>
    <w:rsid w:val="00A1016F"/>
    <w:rsid w:val="00A1144A"/>
    <w:rsid w:val="00A12681"/>
    <w:rsid w:val="00A13855"/>
    <w:rsid w:val="00A21625"/>
    <w:rsid w:val="00A245AE"/>
    <w:rsid w:val="00A24680"/>
    <w:rsid w:val="00A27C1A"/>
    <w:rsid w:val="00A32CCD"/>
    <w:rsid w:val="00A351EB"/>
    <w:rsid w:val="00A3576B"/>
    <w:rsid w:val="00A35D3C"/>
    <w:rsid w:val="00A36046"/>
    <w:rsid w:val="00A36389"/>
    <w:rsid w:val="00A37579"/>
    <w:rsid w:val="00A37A73"/>
    <w:rsid w:val="00A40A8B"/>
    <w:rsid w:val="00A4200D"/>
    <w:rsid w:val="00A45311"/>
    <w:rsid w:val="00A459DE"/>
    <w:rsid w:val="00A52BC5"/>
    <w:rsid w:val="00A5538C"/>
    <w:rsid w:val="00A55EDC"/>
    <w:rsid w:val="00A607E2"/>
    <w:rsid w:val="00A61B14"/>
    <w:rsid w:val="00A63EEB"/>
    <w:rsid w:val="00A645C7"/>
    <w:rsid w:val="00A64F6B"/>
    <w:rsid w:val="00A6570D"/>
    <w:rsid w:val="00A65C28"/>
    <w:rsid w:val="00A678ED"/>
    <w:rsid w:val="00A67E13"/>
    <w:rsid w:val="00A67F12"/>
    <w:rsid w:val="00A70CBF"/>
    <w:rsid w:val="00A7206E"/>
    <w:rsid w:val="00A7278E"/>
    <w:rsid w:val="00A73602"/>
    <w:rsid w:val="00A74426"/>
    <w:rsid w:val="00A75446"/>
    <w:rsid w:val="00A757C9"/>
    <w:rsid w:val="00A76782"/>
    <w:rsid w:val="00A77320"/>
    <w:rsid w:val="00A82638"/>
    <w:rsid w:val="00A83C20"/>
    <w:rsid w:val="00A842A3"/>
    <w:rsid w:val="00A84C45"/>
    <w:rsid w:val="00A8682B"/>
    <w:rsid w:val="00A86A92"/>
    <w:rsid w:val="00A86ADA"/>
    <w:rsid w:val="00A87608"/>
    <w:rsid w:val="00A907F5"/>
    <w:rsid w:val="00A90B9A"/>
    <w:rsid w:val="00A915B8"/>
    <w:rsid w:val="00A94B16"/>
    <w:rsid w:val="00A95495"/>
    <w:rsid w:val="00A95978"/>
    <w:rsid w:val="00A9673D"/>
    <w:rsid w:val="00A9790E"/>
    <w:rsid w:val="00AA01DB"/>
    <w:rsid w:val="00AA134C"/>
    <w:rsid w:val="00AA1EB1"/>
    <w:rsid w:val="00AA2AD1"/>
    <w:rsid w:val="00AA373E"/>
    <w:rsid w:val="00AA5B2E"/>
    <w:rsid w:val="00AA5C0C"/>
    <w:rsid w:val="00AA6252"/>
    <w:rsid w:val="00AA6E3A"/>
    <w:rsid w:val="00AB038E"/>
    <w:rsid w:val="00AB2CD6"/>
    <w:rsid w:val="00AB425A"/>
    <w:rsid w:val="00AB42FB"/>
    <w:rsid w:val="00AB48E7"/>
    <w:rsid w:val="00AB6809"/>
    <w:rsid w:val="00AB7551"/>
    <w:rsid w:val="00AC01DD"/>
    <w:rsid w:val="00AC0C78"/>
    <w:rsid w:val="00AC0D30"/>
    <w:rsid w:val="00AC16B1"/>
    <w:rsid w:val="00AC201A"/>
    <w:rsid w:val="00AC2295"/>
    <w:rsid w:val="00AC2828"/>
    <w:rsid w:val="00AC3A2B"/>
    <w:rsid w:val="00AC47CF"/>
    <w:rsid w:val="00AC4A31"/>
    <w:rsid w:val="00AC6301"/>
    <w:rsid w:val="00AD0CB9"/>
    <w:rsid w:val="00AD177B"/>
    <w:rsid w:val="00AD1B9F"/>
    <w:rsid w:val="00AD1F86"/>
    <w:rsid w:val="00AD2462"/>
    <w:rsid w:val="00AD4488"/>
    <w:rsid w:val="00AD5708"/>
    <w:rsid w:val="00AD75C9"/>
    <w:rsid w:val="00AE44D2"/>
    <w:rsid w:val="00AE61CA"/>
    <w:rsid w:val="00AE7931"/>
    <w:rsid w:val="00AE79F6"/>
    <w:rsid w:val="00AF2156"/>
    <w:rsid w:val="00AF559C"/>
    <w:rsid w:val="00AF5920"/>
    <w:rsid w:val="00AF74CB"/>
    <w:rsid w:val="00B0099B"/>
    <w:rsid w:val="00B00A1A"/>
    <w:rsid w:val="00B01297"/>
    <w:rsid w:val="00B0631E"/>
    <w:rsid w:val="00B12234"/>
    <w:rsid w:val="00B12FA2"/>
    <w:rsid w:val="00B12FC5"/>
    <w:rsid w:val="00B134E5"/>
    <w:rsid w:val="00B14D91"/>
    <w:rsid w:val="00B16645"/>
    <w:rsid w:val="00B166DB"/>
    <w:rsid w:val="00B170FB"/>
    <w:rsid w:val="00B1759F"/>
    <w:rsid w:val="00B17D0A"/>
    <w:rsid w:val="00B207F8"/>
    <w:rsid w:val="00B21681"/>
    <w:rsid w:val="00B22522"/>
    <w:rsid w:val="00B23B77"/>
    <w:rsid w:val="00B260D1"/>
    <w:rsid w:val="00B278B5"/>
    <w:rsid w:val="00B309C2"/>
    <w:rsid w:val="00B31546"/>
    <w:rsid w:val="00B319BE"/>
    <w:rsid w:val="00B33E01"/>
    <w:rsid w:val="00B33F03"/>
    <w:rsid w:val="00B35132"/>
    <w:rsid w:val="00B3610F"/>
    <w:rsid w:val="00B3626D"/>
    <w:rsid w:val="00B378D0"/>
    <w:rsid w:val="00B379C5"/>
    <w:rsid w:val="00B4328A"/>
    <w:rsid w:val="00B5032A"/>
    <w:rsid w:val="00B51EF8"/>
    <w:rsid w:val="00B527C7"/>
    <w:rsid w:val="00B52F5E"/>
    <w:rsid w:val="00B5318D"/>
    <w:rsid w:val="00B5542C"/>
    <w:rsid w:val="00B5618C"/>
    <w:rsid w:val="00B57064"/>
    <w:rsid w:val="00B62F6E"/>
    <w:rsid w:val="00B639A9"/>
    <w:rsid w:val="00B66658"/>
    <w:rsid w:val="00B7434E"/>
    <w:rsid w:val="00B80258"/>
    <w:rsid w:val="00B80281"/>
    <w:rsid w:val="00B809E2"/>
    <w:rsid w:val="00B81270"/>
    <w:rsid w:val="00B82AD1"/>
    <w:rsid w:val="00B83E98"/>
    <w:rsid w:val="00B86716"/>
    <w:rsid w:val="00B86BF9"/>
    <w:rsid w:val="00B86F35"/>
    <w:rsid w:val="00B87A0A"/>
    <w:rsid w:val="00B9042E"/>
    <w:rsid w:val="00B923C4"/>
    <w:rsid w:val="00B93132"/>
    <w:rsid w:val="00B93161"/>
    <w:rsid w:val="00B9420E"/>
    <w:rsid w:val="00B94AF0"/>
    <w:rsid w:val="00B94B6B"/>
    <w:rsid w:val="00B94DC9"/>
    <w:rsid w:val="00B95BAB"/>
    <w:rsid w:val="00BA1210"/>
    <w:rsid w:val="00BA304D"/>
    <w:rsid w:val="00BA3CBA"/>
    <w:rsid w:val="00BA5E18"/>
    <w:rsid w:val="00BA6ADF"/>
    <w:rsid w:val="00BA722E"/>
    <w:rsid w:val="00BA7B15"/>
    <w:rsid w:val="00BB04D1"/>
    <w:rsid w:val="00BB2317"/>
    <w:rsid w:val="00BB3DFB"/>
    <w:rsid w:val="00BB554B"/>
    <w:rsid w:val="00BB7E79"/>
    <w:rsid w:val="00BC0521"/>
    <w:rsid w:val="00BC0A69"/>
    <w:rsid w:val="00BC2055"/>
    <w:rsid w:val="00BC3E33"/>
    <w:rsid w:val="00BC487F"/>
    <w:rsid w:val="00BC512D"/>
    <w:rsid w:val="00BC7D82"/>
    <w:rsid w:val="00BD0589"/>
    <w:rsid w:val="00BD0628"/>
    <w:rsid w:val="00BD0FB3"/>
    <w:rsid w:val="00BD18B7"/>
    <w:rsid w:val="00BD23C7"/>
    <w:rsid w:val="00BD2BB6"/>
    <w:rsid w:val="00BD326E"/>
    <w:rsid w:val="00BD4E9E"/>
    <w:rsid w:val="00BD748B"/>
    <w:rsid w:val="00BE11B6"/>
    <w:rsid w:val="00BE1965"/>
    <w:rsid w:val="00BE34FB"/>
    <w:rsid w:val="00BE3BC1"/>
    <w:rsid w:val="00BE59E5"/>
    <w:rsid w:val="00BE660F"/>
    <w:rsid w:val="00BE6A52"/>
    <w:rsid w:val="00BE7963"/>
    <w:rsid w:val="00BF1BF9"/>
    <w:rsid w:val="00BF2673"/>
    <w:rsid w:val="00BF3069"/>
    <w:rsid w:val="00BF3241"/>
    <w:rsid w:val="00BF33BC"/>
    <w:rsid w:val="00BF44DF"/>
    <w:rsid w:val="00BF6BF7"/>
    <w:rsid w:val="00C00D15"/>
    <w:rsid w:val="00C021E1"/>
    <w:rsid w:val="00C05D59"/>
    <w:rsid w:val="00C06049"/>
    <w:rsid w:val="00C10143"/>
    <w:rsid w:val="00C1111F"/>
    <w:rsid w:val="00C12252"/>
    <w:rsid w:val="00C12DDD"/>
    <w:rsid w:val="00C130AB"/>
    <w:rsid w:val="00C16B56"/>
    <w:rsid w:val="00C22D9A"/>
    <w:rsid w:val="00C25314"/>
    <w:rsid w:val="00C26C35"/>
    <w:rsid w:val="00C272FE"/>
    <w:rsid w:val="00C27DE6"/>
    <w:rsid w:val="00C319D9"/>
    <w:rsid w:val="00C3216D"/>
    <w:rsid w:val="00C33F94"/>
    <w:rsid w:val="00C35EB1"/>
    <w:rsid w:val="00C36F46"/>
    <w:rsid w:val="00C40CCF"/>
    <w:rsid w:val="00C40D2A"/>
    <w:rsid w:val="00C50FDC"/>
    <w:rsid w:val="00C5152F"/>
    <w:rsid w:val="00C53484"/>
    <w:rsid w:val="00C565DF"/>
    <w:rsid w:val="00C5720F"/>
    <w:rsid w:val="00C63486"/>
    <w:rsid w:val="00C65BBF"/>
    <w:rsid w:val="00C674F6"/>
    <w:rsid w:val="00C7040B"/>
    <w:rsid w:val="00C71314"/>
    <w:rsid w:val="00C7247C"/>
    <w:rsid w:val="00C74880"/>
    <w:rsid w:val="00C74CF7"/>
    <w:rsid w:val="00C75C8F"/>
    <w:rsid w:val="00C805FE"/>
    <w:rsid w:val="00C81315"/>
    <w:rsid w:val="00C833E7"/>
    <w:rsid w:val="00C853E1"/>
    <w:rsid w:val="00C91DB9"/>
    <w:rsid w:val="00C92640"/>
    <w:rsid w:val="00C93807"/>
    <w:rsid w:val="00C93A27"/>
    <w:rsid w:val="00C943F9"/>
    <w:rsid w:val="00C9457F"/>
    <w:rsid w:val="00C96F3A"/>
    <w:rsid w:val="00C97E7B"/>
    <w:rsid w:val="00CA031A"/>
    <w:rsid w:val="00CA1375"/>
    <w:rsid w:val="00CA1BE8"/>
    <w:rsid w:val="00CA1E28"/>
    <w:rsid w:val="00CA1E4A"/>
    <w:rsid w:val="00CA3653"/>
    <w:rsid w:val="00CA5C5B"/>
    <w:rsid w:val="00CB15E8"/>
    <w:rsid w:val="00CB1FB8"/>
    <w:rsid w:val="00CB6AAC"/>
    <w:rsid w:val="00CC0DA0"/>
    <w:rsid w:val="00CC3018"/>
    <w:rsid w:val="00CD1821"/>
    <w:rsid w:val="00CD1AF5"/>
    <w:rsid w:val="00CD1CC3"/>
    <w:rsid w:val="00CD3F6C"/>
    <w:rsid w:val="00CD494A"/>
    <w:rsid w:val="00CD5B82"/>
    <w:rsid w:val="00CD71BF"/>
    <w:rsid w:val="00CD79A1"/>
    <w:rsid w:val="00CE17F5"/>
    <w:rsid w:val="00CE1AC1"/>
    <w:rsid w:val="00CE28E3"/>
    <w:rsid w:val="00CE34B2"/>
    <w:rsid w:val="00CE7C2C"/>
    <w:rsid w:val="00CF1285"/>
    <w:rsid w:val="00CF5492"/>
    <w:rsid w:val="00D0007A"/>
    <w:rsid w:val="00D0383F"/>
    <w:rsid w:val="00D0487E"/>
    <w:rsid w:val="00D0536F"/>
    <w:rsid w:val="00D0697C"/>
    <w:rsid w:val="00D12BDD"/>
    <w:rsid w:val="00D1405A"/>
    <w:rsid w:val="00D1766B"/>
    <w:rsid w:val="00D20F15"/>
    <w:rsid w:val="00D2186F"/>
    <w:rsid w:val="00D21FA2"/>
    <w:rsid w:val="00D23783"/>
    <w:rsid w:val="00D23BA6"/>
    <w:rsid w:val="00D246FE"/>
    <w:rsid w:val="00D27AB9"/>
    <w:rsid w:val="00D31C6F"/>
    <w:rsid w:val="00D377FF"/>
    <w:rsid w:val="00D40874"/>
    <w:rsid w:val="00D43356"/>
    <w:rsid w:val="00D445B0"/>
    <w:rsid w:val="00D44E98"/>
    <w:rsid w:val="00D472FF"/>
    <w:rsid w:val="00D47478"/>
    <w:rsid w:val="00D508F8"/>
    <w:rsid w:val="00D52CD0"/>
    <w:rsid w:val="00D546CD"/>
    <w:rsid w:val="00D5536E"/>
    <w:rsid w:val="00D5594F"/>
    <w:rsid w:val="00D575F9"/>
    <w:rsid w:val="00D60AA6"/>
    <w:rsid w:val="00D60CE7"/>
    <w:rsid w:val="00D6176A"/>
    <w:rsid w:val="00D6306E"/>
    <w:rsid w:val="00D650A8"/>
    <w:rsid w:val="00D65D7E"/>
    <w:rsid w:val="00D66474"/>
    <w:rsid w:val="00D67E18"/>
    <w:rsid w:val="00D67E63"/>
    <w:rsid w:val="00D70771"/>
    <w:rsid w:val="00D71C05"/>
    <w:rsid w:val="00D74FF3"/>
    <w:rsid w:val="00D800A3"/>
    <w:rsid w:val="00D819EE"/>
    <w:rsid w:val="00D82112"/>
    <w:rsid w:val="00D82C20"/>
    <w:rsid w:val="00D84EB1"/>
    <w:rsid w:val="00D85301"/>
    <w:rsid w:val="00D85874"/>
    <w:rsid w:val="00D900B9"/>
    <w:rsid w:val="00D91331"/>
    <w:rsid w:val="00D92392"/>
    <w:rsid w:val="00D927DC"/>
    <w:rsid w:val="00D93846"/>
    <w:rsid w:val="00D939D1"/>
    <w:rsid w:val="00D96C58"/>
    <w:rsid w:val="00D976E1"/>
    <w:rsid w:val="00DA2828"/>
    <w:rsid w:val="00DA3361"/>
    <w:rsid w:val="00DA4B44"/>
    <w:rsid w:val="00DA4D2C"/>
    <w:rsid w:val="00DA6246"/>
    <w:rsid w:val="00DA7B2A"/>
    <w:rsid w:val="00DA7FEC"/>
    <w:rsid w:val="00DB0A2A"/>
    <w:rsid w:val="00DB1D10"/>
    <w:rsid w:val="00DB31C7"/>
    <w:rsid w:val="00DB38CB"/>
    <w:rsid w:val="00DB3F4B"/>
    <w:rsid w:val="00DB4642"/>
    <w:rsid w:val="00DB5419"/>
    <w:rsid w:val="00DB5BC0"/>
    <w:rsid w:val="00DB6DCC"/>
    <w:rsid w:val="00DC278B"/>
    <w:rsid w:val="00DC34B3"/>
    <w:rsid w:val="00DC3905"/>
    <w:rsid w:val="00DC3A2F"/>
    <w:rsid w:val="00DC4813"/>
    <w:rsid w:val="00DC4FAB"/>
    <w:rsid w:val="00DC6441"/>
    <w:rsid w:val="00DC7463"/>
    <w:rsid w:val="00DC7E5B"/>
    <w:rsid w:val="00DC7E8B"/>
    <w:rsid w:val="00DD4261"/>
    <w:rsid w:val="00DD4970"/>
    <w:rsid w:val="00DD69EB"/>
    <w:rsid w:val="00DE1601"/>
    <w:rsid w:val="00DE1857"/>
    <w:rsid w:val="00DE1C60"/>
    <w:rsid w:val="00DE3D6A"/>
    <w:rsid w:val="00DE56C6"/>
    <w:rsid w:val="00DE6806"/>
    <w:rsid w:val="00DF0032"/>
    <w:rsid w:val="00DF14B7"/>
    <w:rsid w:val="00DF3406"/>
    <w:rsid w:val="00DF5439"/>
    <w:rsid w:val="00DF76D8"/>
    <w:rsid w:val="00E00F67"/>
    <w:rsid w:val="00E02AC5"/>
    <w:rsid w:val="00E03473"/>
    <w:rsid w:val="00E05E22"/>
    <w:rsid w:val="00E05FA2"/>
    <w:rsid w:val="00E1084A"/>
    <w:rsid w:val="00E115B8"/>
    <w:rsid w:val="00E168A1"/>
    <w:rsid w:val="00E172B3"/>
    <w:rsid w:val="00E23888"/>
    <w:rsid w:val="00E25F67"/>
    <w:rsid w:val="00E26084"/>
    <w:rsid w:val="00E277EE"/>
    <w:rsid w:val="00E2786D"/>
    <w:rsid w:val="00E279CB"/>
    <w:rsid w:val="00E27F66"/>
    <w:rsid w:val="00E30C6D"/>
    <w:rsid w:val="00E310E0"/>
    <w:rsid w:val="00E32415"/>
    <w:rsid w:val="00E333B9"/>
    <w:rsid w:val="00E33C66"/>
    <w:rsid w:val="00E35717"/>
    <w:rsid w:val="00E3598D"/>
    <w:rsid w:val="00E363A2"/>
    <w:rsid w:val="00E37E3E"/>
    <w:rsid w:val="00E41377"/>
    <w:rsid w:val="00E45713"/>
    <w:rsid w:val="00E50317"/>
    <w:rsid w:val="00E5224F"/>
    <w:rsid w:val="00E54E36"/>
    <w:rsid w:val="00E575C7"/>
    <w:rsid w:val="00E57C65"/>
    <w:rsid w:val="00E61A72"/>
    <w:rsid w:val="00E62084"/>
    <w:rsid w:val="00E704FA"/>
    <w:rsid w:val="00E70573"/>
    <w:rsid w:val="00E7070C"/>
    <w:rsid w:val="00E72321"/>
    <w:rsid w:val="00E73353"/>
    <w:rsid w:val="00E74327"/>
    <w:rsid w:val="00E750A4"/>
    <w:rsid w:val="00E77574"/>
    <w:rsid w:val="00E81196"/>
    <w:rsid w:val="00E8270B"/>
    <w:rsid w:val="00E82EEC"/>
    <w:rsid w:val="00E86C5A"/>
    <w:rsid w:val="00E9049A"/>
    <w:rsid w:val="00E92014"/>
    <w:rsid w:val="00E9204A"/>
    <w:rsid w:val="00E925C4"/>
    <w:rsid w:val="00E932CA"/>
    <w:rsid w:val="00E94661"/>
    <w:rsid w:val="00E95301"/>
    <w:rsid w:val="00E96DCF"/>
    <w:rsid w:val="00E97710"/>
    <w:rsid w:val="00EA0B09"/>
    <w:rsid w:val="00EA1932"/>
    <w:rsid w:val="00EA234B"/>
    <w:rsid w:val="00EA50CE"/>
    <w:rsid w:val="00EA7E7F"/>
    <w:rsid w:val="00EB3EE9"/>
    <w:rsid w:val="00EB4C99"/>
    <w:rsid w:val="00EB51B1"/>
    <w:rsid w:val="00EB5C38"/>
    <w:rsid w:val="00EB66B3"/>
    <w:rsid w:val="00EB726D"/>
    <w:rsid w:val="00EC4ACE"/>
    <w:rsid w:val="00EC6790"/>
    <w:rsid w:val="00EC6F07"/>
    <w:rsid w:val="00EC7BA6"/>
    <w:rsid w:val="00ED0104"/>
    <w:rsid w:val="00ED1DA9"/>
    <w:rsid w:val="00ED4F18"/>
    <w:rsid w:val="00ED4F47"/>
    <w:rsid w:val="00ED5B69"/>
    <w:rsid w:val="00EE0644"/>
    <w:rsid w:val="00EE1B73"/>
    <w:rsid w:val="00EE2A51"/>
    <w:rsid w:val="00EE2DD9"/>
    <w:rsid w:val="00EE30C3"/>
    <w:rsid w:val="00EE37F3"/>
    <w:rsid w:val="00EE386E"/>
    <w:rsid w:val="00EE4196"/>
    <w:rsid w:val="00EE447A"/>
    <w:rsid w:val="00EE5F7E"/>
    <w:rsid w:val="00EE7452"/>
    <w:rsid w:val="00EF0F3F"/>
    <w:rsid w:val="00EF187E"/>
    <w:rsid w:val="00EF380D"/>
    <w:rsid w:val="00EF5237"/>
    <w:rsid w:val="00EF71AC"/>
    <w:rsid w:val="00EF7580"/>
    <w:rsid w:val="00F01D92"/>
    <w:rsid w:val="00F068D8"/>
    <w:rsid w:val="00F06DC6"/>
    <w:rsid w:val="00F102F0"/>
    <w:rsid w:val="00F11C44"/>
    <w:rsid w:val="00F14CA3"/>
    <w:rsid w:val="00F14EA1"/>
    <w:rsid w:val="00F16DE2"/>
    <w:rsid w:val="00F1722D"/>
    <w:rsid w:val="00F177A5"/>
    <w:rsid w:val="00F204BC"/>
    <w:rsid w:val="00F20D7F"/>
    <w:rsid w:val="00F21B7A"/>
    <w:rsid w:val="00F239C1"/>
    <w:rsid w:val="00F23A0A"/>
    <w:rsid w:val="00F25361"/>
    <w:rsid w:val="00F25448"/>
    <w:rsid w:val="00F2557A"/>
    <w:rsid w:val="00F26318"/>
    <w:rsid w:val="00F27BAD"/>
    <w:rsid w:val="00F31CE5"/>
    <w:rsid w:val="00F3590D"/>
    <w:rsid w:val="00F36600"/>
    <w:rsid w:val="00F41389"/>
    <w:rsid w:val="00F45ACB"/>
    <w:rsid w:val="00F45FF5"/>
    <w:rsid w:val="00F469B6"/>
    <w:rsid w:val="00F46D3D"/>
    <w:rsid w:val="00F47FF5"/>
    <w:rsid w:val="00F52D30"/>
    <w:rsid w:val="00F57644"/>
    <w:rsid w:val="00F57855"/>
    <w:rsid w:val="00F60A26"/>
    <w:rsid w:val="00F61557"/>
    <w:rsid w:val="00F61B90"/>
    <w:rsid w:val="00F63F8B"/>
    <w:rsid w:val="00F65A65"/>
    <w:rsid w:val="00F65D2E"/>
    <w:rsid w:val="00F669DB"/>
    <w:rsid w:val="00F7071C"/>
    <w:rsid w:val="00F71DB8"/>
    <w:rsid w:val="00F8097A"/>
    <w:rsid w:val="00F81B8B"/>
    <w:rsid w:val="00F8262F"/>
    <w:rsid w:val="00F82721"/>
    <w:rsid w:val="00F8286E"/>
    <w:rsid w:val="00F83FEC"/>
    <w:rsid w:val="00F84CF2"/>
    <w:rsid w:val="00F84F87"/>
    <w:rsid w:val="00F85DAE"/>
    <w:rsid w:val="00F91F01"/>
    <w:rsid w:val="00F92A61"/>
    <w:rsid w:val="00F92FAE"/>
    <w:rsid w:val="00F93975"/>
    <w:rsid w:val="00F95BB1"/>
    <w:rsid w:val="00F96139"/>
    <w:rsid w:val="00F96DBB"/>
    <w:rsid w:val="00FA016A"/>
    <w:rsid w:val="00FA1221"/>
    <w:rsid w:val="00FA4B83"/>
    <w:rsid w:val="00FA69AD"/>
    <w:rsid w:val="00FA761D"/>
    <w:rsid w:val="00FB052E"/>
    <w:rsid w:val="00FB2437"/>
    <w:rsid w:val="00FB2A2B"/>
    <w:rsid w:val="00FB3FD4"/>
    <w:rsid w:val="00FB58B8"/>
    <w:rsid w:val="00FC05F7"/>
    <w:rsid w:val="00FC0B5E"/>
    <w:rsid w:val="00FC2197"/>
    <w:rsid w:val="00FC3245"/>
    <w:rsid w:val="00FC3329"/>
    <w:rsid w:val="00FC5AE4"/>
    <w:rsid w:val="00FC5B8B"/>
    <w:rsid w:val="00FC6553"/>
    <w:rsid w:val="00FC7F3D"/>
    <w:rsid w:val="00FD0317"/>
    <w:rsid w:val="00FD04C2"/>
    <w:rsid w:val="00FD0BFE"/>
    <w:rsid w:val="00FD0F01"/>
    <w:rsid w:val="00FD163F"/>
    <w:rsid w:val="00FD2D8D"/>
    <w:rsid w:val="00FD613D"/>
    <w:rsid w:val="00FD6460"/>
    <w:rsid w:val="00FE0B63"/>
    <w:rsid w:val="00FE16F1"/>
    <w:rsid w:val="00FE235D"/>
    <w:rsid w:val="00FE5092"/>
    <w:rsid w:val="00FE514C"/>
    <w:rsid w:val="00FE7C87"/>
    <w:rsid w:val="00FF0331"/>
    <w:rsid w:val="00FF0E75"/>
    <w:rsid w:val="00FF1554"/>
    <w:rsid w:val="00FF281F"/>
    <w:rsid w:val="00FF49FF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uiPriority w:val="22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2341E9"/>
    <w:rPr>
      <w:color w:val="666666"/>
    </w:rPr>
  </w:style>
  <w:style w:type="character" w:customStyle="1" w:styleId="apple-converted-space">
    <w:name w:val="apple-converted-space"/>
    <w:basedOn w:val="DefaultParagraphFont"/>
    <w:rsid w:val="00B31546"/>
  </w:style>
  <w:style w:type="numbering" w:customStyle="1" w:styleId="CurrentList1">
    <w:name w:val="Current List1"/>
    <w:uiPriority w:val="99"/>
    <w:rsid w:val="009B3964"/>
    <w:pPr>
      <w:numPr>
        <w:numId w:val="46"/>
      </w:numPr>
    </w:pPr>
  </w:style>
  <w:style w:type="numbering" w:customStyle="1" w:styleId="CurrentList2">
    <w:name w:val="Current List2"/>
    <w:uiPriority w:val="99"/>
    <w:rsid w:val="004C7C2B"/>
    <w:pPr>
      <w:numPr>
        <w:numId w:val="48"/>
      </w:numPr>
    </w:pPr>
  </w:style>
  <w:style w:type="numbering" w:customStyle="1" w:styleId="CurrentList3">
    <w:name w:val="Current List3"/>
    <w:uiPriority w:val="99"/>
    <w:rsid w:val="004C7C2B"/>
    <w:pPr>
      <w:numPr>
        <w:numId w:val="49"/>
      </w:numPr>
    </w:pPr>
  </w:style>
  <w:style w:type="numbering" w:customStyle="1" w:styleId="CurrentList4">
    <w:name w:val="Current List4"/>
    <w:uiPriority w:val="99"/>
    <w:rsid w:val="00754787"/>
    <w:pPr>
      <w:numPr>
        <w:numId w:val="50"/>
      </w:numPr>
    </w:pPr>
  </w:style>
  <w:style w:type="numbering" w:customStyle="1" w:styleId="CurrentList5">
    <w:name w:val="Current List5"/>
    <w:uiPriority w:val="99"/>
    <w:rsid w:val="00FD6460"/>
    <w:pPr>
      <w:numPr>
        <w:numId w:val="53"/>
      </w:numPr>
    </w:pPr>
  </w:style>
  <w:style w:type="numbering" w:customStyle="1" w:styleId="CurrentList6">
    <w:name w:val="Current List6"/>
    <w:uiPriority w:val="99"/>
    <w:rsid w:val="00FD6460"/>
    <w:pPr>
      <w:numPr>
        <w:numId w:val="54"/>
      </w:numPr>
    </w:pPr>
  </w:style>
  <w:style w:type="numbering" w:customStyle="1" w:styleId="CurrentList7">
    <w:name w:val="Current List7"/>
    <w:uiPriority w:val="99"/>
    <w:rsid w:val="00FD6460"/>
    <w:pPr>
      <w:numPr>
        <w:numId w:val="55"/>
      </w:numPr>
    </w:pPr>
  </w:style>
  <w:style w:type="numbering" w:customStyle="1" w:styleId="CurrentList8">
    <w:name w:val="Current List8"/>
    <w:uiPriority w:val="99"/>
    <w:rsid w:val="00C97E7B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164</TotalTime>
  <Pages>9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12301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74</cp:revision>
  <cp:lastPrinted>2022-05-07T19:38:00Z</cp:lastPrinted>
  <dcterms:created xsi:type="dcterms:W3CDTF">2024-08-13T14:41:00Z</dcterms:created>
  <dcterms:modified xsi:type="dcterms:W3CDTF">2025-07-21T18:33:00Z</dcterms:modified>
</cp:coreProperties>
</file>